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418E8" w14:textId="5A72DB5F" w:rsidR="004D06FD" w:rsidRDefault="00E362C5" w:rsidP="00E362C5">
      <w:pPr>
        <w:pStyle w:val="CoverPageTitle-EUCAPNET"/>
        <w:rPr>
          <w:i/>
          <w:iCs/>
        </w:rPr>
      </w:pPr>
      <w:r>
        <w:rPr>
          <w:i/>
          <w:iCs/>
          <w:noProof/>
        </w:rPr>
        <w:drawing>
          <wp:inline distT="0" distB="0" distL="0" distR="0" wp14:anchorId="0356A042" wp14:editId="0BC6D658">
            <wp:extent cx="1659290" cy="1314450"/>
            <wp:effectExtent l="0" t="0" r="0" b="0"/>
            <wp:docPr id="384473121" name="Picture 1" descr="A logo of a plant with leav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473121" name="Picture 1" descr="A logo of a plant with leaves&#10;&#10;AI-generated content may b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2249" cy="1316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14119" w14:textId="588B6A38" w:rsidR="004D06FD" w:rsidRDefault="004D06FD" w:rsidP="004D06FD">
      <w:pPr>
        <w:pStyle w:val="Titre1"/>
        <w:contextualSpacing/>
        <w:jc w:val="center"/>
        <w:rPr>
          <w:b w:val="0"/>
          <w:bCs w:val="0"/>
        </w:rPr>
      </w:pPr>
      <w:r>
        <w:t>Agriculture &amp; Rural Inspiration Awards 202</w:t>
      </w:r>
      <w:r w:rsidR="4A17BBA5">
        <w:t>5</w:t>
      </w:r>
      <w:r>
        <w:t xml:space="preserve">: </w:t>
      </w:r>
    </w:p>
    <w:p w14:paraId="3872C5BE" w14:textId="4F61F1FD" w:rsidR="53DC4515" w:rsidRPr="002919F1" w:rsidRDefault="002919F1" w:rsidP="4A006565">
      <w:pPr>
        <w:pStyle w:val="Titre1"/>
        <w:spacing w:line="259" w:lineRule="auto"/>
        <w:jc w:val="center"/>
      </w:pPr>
      <w:r>
        <w:t>Shaping tomorrow together</w:t>
      </w:r>
      <w:r w:rsidR="180D4D7F">
        <w:t xml:space="preserve">  </w:t>
      </w:r>
    </w:p>
    <w:p w14:paraId="71259718" w14:textId="278B58EF" w:rsidR="4E1C6CE1" w:rsidRPr="007B3EFC" w:rsidRDefault="4E1C6CE1" w:rsidP="4E1C6CE1">
      <w:pPr>
        <w:rPr>
          <w:lang w:val="en-US"/>
        </w:rPr>
      </w:pPr>
    </w:p>
    <w:p w14:paraId="15E21E0D" w14:textId="77777777" w:rsidR="00D971E3" w:rsidRDefault="004D06FD" w:rsidP="004D06FD">
      <w:pPr>
        <w:pStyle w:val="Coversubtitle"/>
      </w:pPr>
      <w:r w:rsidRPr="00D15700">
        <w:t>GUIDELINES FOR ENTRY SUBMISSION</w:t>
      </w:r>
      <w:r w:rsidR="00D971E3">
        <w:t xml:space="preserve"> AND </w:t>
      </w:r>
    </w:p>
    <w:p w14:paraId="5ED95222" w14:textId="3D639729" w:rsidR="000827DE" w:rsidRPr="00F00715" w:rsidRDefault="00D971E3" w:rsidP="004D06FD">
      <w:pPr>
        <w:pStyle w:val="Coversubtitle"/>
        <w:rPr>
          <w:b w:val="0"/>
          <w:bCs w:val="0"/>
          <w:sz w:val="24"/>
          <w:szCs w:val="24"/>
        </w:rPr>
      </w:pPr>
      <w:r>
        <w:t>APPLICATION FORM</w:t>
      </w:r>
      <w:r w:rsidR="004D06FD" w:rsidRPr="00D15700">
        <w:t> </w:t>
      </w:r>
      <w:r w:rsidR="004D06FD">
        <w:br/>
      </w:r>
    </w:p>
    <w:p w14:paraId="214BCCCC" w14:textId="58F5AFA7" w:rsidR="00F00715" w:rsidRPr="00A96A7D" w:rsidRDefault="00F00715" w:rsidP="00186C27">
      <w:pPr>
        <w:pStyle w:val="Coversubtitle"/>
        <w:jc w:val="both"/>
        <w:rPr>
          <w:b w:val="0"/>
          <w:bCs w:val="0"/>
          <w:sz w:val="24"/>
          <w:szCs w:val="24"/>
        </w:rPr>
      </w:pPr>
      <w:r w:rsidRPr="28038FC2">
        <w:rPr>
          <w:b w:val="0"/>
          <w:bCs w:val="0"/>
          <w:sz w:val="24"/>
          <w:szCs w:val="24"/>
        </w:rPr>
        <w:t>Agriculture and Rural Inspiration Awards (ARIA) 202</w:t>
      </w:r>
      <w:r w:rsidR="7C0C96FA" w:rsidRPr="28038FC2">
        <w:rPr>
          <w:b w:val="0"/>
          <w:bCs w:val="0"/>
          <w:sz w:val="24"/>
          <w:szCs w:val="24"/>
        </w:rPr>
        <w:t>5</w:t>
      </w:r>
      <w:r w:rsidRPr="28038FC2">
        <w:rPr>
          <w:b w:val="0"/>
          <w:bCs w:val="0"/>
          <w:sz w:val="24"/>
          <w:szCs w:val="24"/>
        </w:rPr>
        <w:t xml:space="preserve"> </w:t>
      </w:r>
      <w:r w:rsidR="00D82A63" w:rsidRPr="28038FC2">
        <w:rPr>
          <w:b w:val="0"/>
          <w:bCs w:val="0"/>
          <w:sz w:val="24"/>
          <w:szCs w:val="24"/>
        </w:rPr>
        <w:t>focus</w:t>
      </w:r>
      <w:r w:rsidRPr="28038FC2">
        <w:rPr>
          <w:b w:val="0"/>
          <w:bCs w:val="0"/>
          <w:sz w:val="24"/>
          <w:szCs w:val="24"/>
        </w:rPr>
        <w:t xml:space="preserve"> on good practice projects supported by the European Agricultural Fund for Rural Development (EAFRD) and the European Agricultural Guarantee Fund (EAGF) </w:t>
      </w:r>
      <w:r w:rsidR="00773E4C" w:rsidRPr="28038FC2">
        <w:rPr>
          <w:b w:val="0"/>
          <w:bCs w:val="0"/>
          <w:sz w:val="24"/>
          <w:szCs w:val="24"/>
        </w:rPr>
        <w:t>in line with</w:t>
      </w:r>
      <w:r w:rsidRPr="28038FC2">
        <w:rPr>
          <w:b w:val="0"/>
          <w:bCs w:val="0"/>
          <w:sz w:val="24"/>
          <w:szCs w:val="24"/>
        </w:rPr>
        <w:t xml:space="preserve"> the</w:t>
      </w:r>
      <w:r w:rsidR="761D4ADF" w:rsidRPr="28038FC2">
        <w:rPr>
          <w:b w:val="0"/>
          <w:bCs w:val="0"/>
          <w:sz w:val="24"/>
          <w:szCs w:val="24"/>
        </w:rPr>
        <w:t xml:space="preserve"> </w:t>
      </w:r>
      <w:hyperlink r:id="rId12">
        <w:r w:rsidR="761D4ADF" w:rsidRPr="28038FC2">
          <w:rPr>
            <w:rStyle w:val="Lienhypertexte"/>
            <w:b w:val="0"/>
            <w:bCs w:val="0"/>
            <w:sz w:val="24"/>
            <w:szCs w:val="24"/>
          </w:rPr>
          <w:t>Vision for Food and Agriculture</w:t>
        </w:r>
      </w:hyperlink>
      <w:r w:rsidRPr="28038FC2">
        <w:rPr>
          <w:b w:val="0"/>
          <w:bCs w:val="0"/>
          <w:sz w:val="24"/>
          <w:szCs w:val="24"/>
        </w:rPr>
        <w:t xml:space="preserve"> and the </w:t>
      </w:r>
      <w:hyperlink r:id="rId13">
        <w:r w:rsidRPr="28038FC2">
          <w:rPr>
            <w:rStyle w:val="Lienhypertexte"/>
            <w:b w:val="0"/>
            <w:bCs w:val="0"/>
            <w:sz w:val="24"/>
            <w:szCs w:val="24"/>
          </w:rPr>
          <w:t>Rural Pact</w:t>
        </w:r>
      </w:hyperlink>
      <w:r w:rsidR="00EC75EF" w:rsidRPr="28038FC2">
        <w:rPr>
          <w:b w:val="0"/>
          <w:bCs w:val="0"/>
          <w:sz w:val="24"/>
          <w:szCs w:val="24"/>
        </w:rPr>
        <w:t>.</w:t>
      </w:r>
      <w:r w:rsidR="008E1630" w:rsidRPr="28038FC2">
        <w:rPr>
          <w:b w:val="0"/>
          <w:bCs w:val="0"/>
          <w:sz w:val="24"/>
          <w:szCs w:val="24"/>
        </w:rPr>
        <w:t xml:space="preserve"> This year’s theme</w:t>
      </w:r>
      <w:r w:rsidR="002F2F52" w:rsidRPr="28038FC2">
        <w:rPr>
          <w:b w:val="0"/>
          <w:bCs w:val="0"/>
          <w:sz w:val="24"/>
          <w:szCs w:val="24"/>
        </w:rPr>
        <w:t>s</w:t>
      </w:r>
      <w:r w:rsidR="008E1630" w:rsidRPr="28038FC2">
        <w:rPr>
          <w:b w:val="0"/>
          <w:bCs w:val="0"/>
          <w:sz w:val="24"/>
          <w:szCs w:val="24"/>
        </w:rPr>
        <w:t xml:space="preserve"> will spotlight “</w:t>
      </w:r>
      <w:r w:rsidR="513D1E77" w:rsidRPr="28038FC2">
        <w:rPr>
          <w:b w:val="0"/>
          <w:bCs w:val="0"/>
          <w:sz w:val="24"/>
          <w:szCs w:val="24"/>
        </w:rPr>
        <w:t>generational renewal</w:t>
      </w:r>
      <w:r w:rsidR="008E1630" w:rsidRPr="28038FC2">
        <w:rPr>
          <w:b w:val="0"/>
          <w:bCs w:val="0"/>
          <w:sz w:val="24"/>
          <w:szCs w:val="24"/>
        </w:rPr>
        <w:t xml:space="preserve">” </w:t>
      </w:r>
      <w:r w:rsidR="00FC7383" w:rsidRPr="28038FC2">
        <w:rPr>
          <w:b w:val="0"/>
          <w:bCs w:val="0"/>
          <w:sz w:val="24"/>
          <w:szCs w:val="24"/>
        </w:rPr>
        <w:t>and “</w:t>
      </w:r>
      <w:r w:rsidR="00A441BF" w:rsidRPr="32B8D4C0">
        <w:rPr>
          <w:b w:val="0"/>
          <w:bCs w:val="0"/>
          <w:sz w:val="24"/>
          <w:szCs w:val="24"/>
        </w:rPr>
        <w:t>gender equality</w:t>
      </w:r>
      <w:r w:rsidR="00FC7383" w:rsidRPr="28038FC2">
        <w:rPr>
          <w:b w:val="0"/>
          <w:bCs w:val="0"/>
          <w:sz w:val="24"/>
          <w:szCs w:val="24"/>
        </w:rPr>
        <w:t>”</w:t>
      </w:r>
      <w:r w:rsidR="007C1026">
        <w:rPr>
          <w:b w:val="0"/>
          <w:bCs w:val="0"/>
          <w:sz w:val="24"/>
          <w:szCs w:val="24"/>
        </w:rPr>
        <w:t>,</w:t>
      </w:r>
      <w:r w:rsidR="007C1026" w:rsidRPr="007C1026">
        <w:rPr>
          <w:b w:val="0"/>
          <w:bCs w:val="0"/>
          <w:sz w:val="24"/>
          <w:szCs w:val="24"/>
        </w:rPr>
        <w:t xml:space="preserve"> </w:t>
      </w:r>
      <w:r w:rsidR="00A02EF3" w:rsidRPr="28038FC2">
        <w:rPr>
          <w:b w:val="0"/>
          <w:bCs w:val="0"/>
          <w:sz w:val="24"/>
          <w:szCs w:val="24"/>
        </w:rPr>
        <w:t>reflecting</w:t>
      </w:r>
      <w:r w:rsidR="005771ED" w:rsidRPr="28038FC2">
        <w:rPr>
          <w:b w:val="0"/>
          <w:bCs w:val="0"/>
          <w:sz w:val="24"/>
          <w:szCs w:val="24"/>
        </w:rPr>
        <w:t xml:space="preserve"> priority areas </w:t>
      </w:r>
      <w:r w:rsidR="00214B06" w:rsidRPr="28038FC2">
        <w:rPr>
          <w:b w:val="0"/>
          <w:bCs w:val="0"/>
          <w:sz w:val="24"/>
          <w:szCs w:val="24"/>
        </w:rPr>
        <w:t>for</w:t>
      </w:r>
      <w:r w:rsidR="00CD739C" w:rsidRPr="28038FC2">
        <w:rPr>
          <w:b w:val="0"/>
          <w:bCs w:val="0"/>
          <w:sz w:val="24"/>
          <w:szCs w:val="24"/>
        </w:rPr>
        <w:t xml:space="preserve"> the EU CAP Network and its stakeholders. </w:t>
      </w:r>
    </w:p>
    <w:p w14:paraId="0384E0E5" w14:textId="77777777" w:rsidR="00F00715" w:rsidRPr="00A96A7D" w:rsidRDefault="00F00715" w:rsidP="00186C27">
      <w:pPr>
        <w:pStyle w:val="Coversubtitle"/>
        <w:jc w:val="both"/>
        <w:rPr>
          <w:sz w:val="24"/>
          <w:szCs w:val="24"/>
        </w:rPr>
      </w:pPr>
    </w:p>
    <w:p w14:paraId="52B08261" w14:textId="4842F69F" w:rsidR="00C76E41" w:rsidRPr="00C76E41" w:rsidRDefault="004D06FD" w:rsidP="00186C27">
      <w:pPr>
        <w:jc w:val="both"/>
        <w:textAlignment w:val="baseline"/>
        <w:rPr>
          <w:rStyle w:val="normaltextrun"/>
          <w:color w:val="8FB928" w:themeColor="accent1"/>
          <w:lang w:val="en-GB"/>
        </w:rPr>
      </w:pPr>
      <w:r w:rsidRPr="00A96A7D">
        <w:rPr>
          <w:rFonts w:eastAsia="Times New Roman"/>
          <w:b/>
          <w:color w:val="8FB928" w:themeColor="accent1"/>
          <w:lang w:val="en-GB"/>
        </w:rPr>
        <w:t>ARIA objectives</w:t>
      </w:r>
      <w:r w:rsidRPr="00A96A7D">
        <w:rPr>
          <w:rStyle w:val="normaltextrun"/>
          <w:color w:val="8FB928" w:themeColor="accent1"/>
          <w:lang w:val="en-GB"/>
        </w:rPr>
        <w:t>  </w:t>
      </w:r>
    </w:p>
    <w:p w14:paraId="3C1D2EEE" w14:textId="57895F4D" w:rsidR="004D06FD" w:rsidRPr="00A96A7D" w:rsidRDefault="5AB2576F" w:rsidP="00186C27">
      <w:pPr>
        <w:pStyle w:val="Paragraphedeliste"/>
        <w:numPr>
          <w:ilvl w:val="0"/>
          <w:numId w:val="49"/>
        </w:numPr>
        <w:spacing w:after="160" w:line="259" w:lineRule="auto"/>
        <w:jc w:val="both"/>
        <w:textAlignment w:val="baseline"/>
        <w:rPr>
          <w:rFonts w:eastAsia="Arial"/>
          <w:color w:val="000000" w:themeColor="text1"/>
          <w:lang w:val="en-GB"/>
        </w:rPr>
      </w:pPr>
      <w:r w:rsidRPr="32B8D4C0">
        <w:rPr>
          <w:rFonts w:eastAsia="Arial"/>
          <w:color w:val="000000" w:themeColor="text1"/>
          <w:lang w:val="en-GB"/>
        </w:rPr>
        <w:t>To increase the visibility of agriculture and rural development in the EU.</w:t>
      </w:r>
    </w:p>
    <w:p w14:paraId="584A7664" w14:textId="7F02DCFA" w:rsidR="004D06FD" w:rsidRPr="00A96A7D" w:rsidRDefault="5AB2576F" w:rsidP="00186C27">
      <w:pPr>
        <w:pStyle w:val="Paragraphedeliste"/>
        <w:numPr>
          <w:ilvl w:val="0"/>
          <w:numId w:val="49"/>
        </w:numPr>
        <w:spacing w:after="160" w:line="259" w:lineRule="auto"/>
        <w:jc w:val="both"/>
        <w:textAlignment w:val="baseline"/>
        <w:rPr>
          <w:rFonts w:eastAsia="Arial"/>
          <w:color w:val="000000" w:themeColor="text1"/>
          <w:lang w:val="en-GB"/>
        </w:rPr>
      </w:pPr>
      <w:r w:rsidRPr="32B8D4C0">
        <w:rPr>
          <w:rFonts w:eastAsia="Arial"/>
          <w:color w:val="000000" w:themeColor="text1"/>
          <w:lang w:val="en-GB"/>
        </w:rPr>
        <w:t>To demonstrate innovative solutions having an effect on rural communities.</w:t>
      </w:r>
    </w:p>
    <w:p w14:paraId="43450C9F" w14:textId="303704CE" w:rsidR="004D06FD" w:rsidRPr="00A96A7D" w:rsidRDefault="5AB2576F" w:rsidP="00186C27">
      <w:pPr>
        <w:pStyle w:val="Paragraphedeliste"/>
        <w:numPr>
          <w:ilvl w:val="0"/>
          <w:numId w:val="49"/>
        </w:numPr>
        <w:spacing w:after="160" w:line="259" w:lineRule="auto"/>
        <w:jc w:val="both"/>
        <w:textAlignment w:val="baseline"/>
        <w:rPr>
          <w:rFonts w:eastAsia="Arial"/>
          <w:color w:val="000000" w:themeColor="text1"/>
          <w:lang w:val="en-GB"/>
        </w:rPr>
      </w:pPr>
      <w:r w:rsidRPr="32B8D4C0">
        <w:rPr>
          <w:rFonts w:eastAsia="Arial"/>
          <w:color w:val="000000" w:themeColor="text1"/>
          <w:lang w:val="en-GB"/>
        </w:rPr>
        <w:t>To explore the tools being used to support skills development, training and employment of young people in rural areas.</w:t>
      </w:r>
    </w:p>
    <w:p w14:paraId="30336A8E" w14:textId="5DF5973B" w:rsidR="004D06FD" w:rsidRPr="00A96A7D" w:rsidRDefault="5AB2576F" w:rsidP="00186C27">
      <w:pPr>
        <w:pStyle w:val="Paragraphedeliste"/>
        <w:numPr>
          <w:ilvl w:val="0"/>
          <w:numId w:val="49"/>
        </w:numPr>
        <w:spacing w:after="160" w:line="259" w:lineRule="auto"/>
        <w:jc w:val="both"/>
        <w:textAlignment w:val="baseline"/>
        <w:rPr>
          <w:rFonts w:eastAsia="Arial"/>
          <w:color w:val="000000" w:themeColor="text1"/>
          <w:lang w:val="en-GB"/>
        </w:rPr>
      </w:pPr>
      <w:r w:rsidRPr="32B8D4C0">
        <w:rPr>
          <w:rFonts w:eastAsia="Arial"/>
          <w:color w:val="000000" w:themeColor="text1"/>
          <w:lang w:val="en-GB"/>
        </w:rPr>
        <w:t>To highlight projects that involve women and advance gender equality.</w:t>
      </w:r>
    </w:p>
    <w:p w14:paraId="50A9BF85" w14:textId="7B82950C" w:rsidR="004D06FD" w:rsidRPr="007B3EFC" w:rsidRDefault="004D06FD" w:rsidP="00186C27">
      <w:pPr>
        <w:pStyle w:val="Paragraphedeliste"/>
        <w:numPr>
          <w:ilvl w:val="0"/>
          <w:numId w:val="49"/>
        </w:numPr>
        <w:spacing w:after="160" w:line="259" w:lineRule="auto"/>
        <w:jc w:val="both"/>
        <w:textAlignment w:val="baseline"/>
        <w:rPr>
          <w:lang w:val="en-US"/>
        </w:rPr>
      </w:pPr>
      <w:r w:rsidRPr="007B3EFC">
        <w:rPr>
          <w:rStyle w:val="normaltextrun"/>
          <w:color w:val="000000" w:themeColor="text1"/>
          <w:lang w:val="en-US"/>
        </w:rPr>
        <w:t>Assist National Networks’ (NNs) work, in the following tasks</w:t>
      </w:r>
      <w:r w:rsidRPr="007B3EFC">
        <w:rPr>
          <w:rStyle w:val="normaltextrun"/>
          <w:b/>
          <w:bCs/>
          <w:color w:val="000000" w:themeColor="text1"/>
          <w:lang w:val="en-US"/>
        </w:rPr>
        <w:t>:</w:t>
      </w:r>
      <w:r w:rsidRPr="007B3EFC">
        <w:rPr>
          <w:rStyle w:val="eop"/>
          <w:color w:val="000000" w:themeColor="text1"/>
          <w:lang w:val="en-US"/>
        </w:rPr>
        <w:t> </w:t>
      </w:r>
    </w:p>
    <w:p w14:paraId="1B253D84" w14:textId="0B5422EA" w:rsidR="004D06FD" w:rsidRPr="00A96A7D" w:rsidRDefault="004D06FD" w:rsidP="00186C27">
      <w:pPr>
        <w:pStyle w:val="paragraph"/>
        <w:numPr>
          <w:ilvl w:val="1"/>
          <w:numId w:val="38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>the collection of examples of projects and</w:t>
      </w:r>
      <w:r w:rsidR="00E112E0" w:rsidRPr="00A96A7D">
        <w:rPr>
          <w:rStyle w:val="normaltextrun"/>
          <w:rFonts w:ascii="Arial" w:hAnsi="Arial" w:cs="Arial"/>
          <w:color w:val="000000" w:themeColor="text1"/>
        </w:rPr>
        <w:t xml:space="preserve"> goo</w:t>
      </w:r>
      <w:r w:rsidR="00891F9E" w:rsidRPr="00A96A7D">
        <w:rPr>
          <w:rStyle w:val="normaltextrun"/>
          <w:rFonts w:ascii="Arial" w:hAnsi="Arial" w:cs="Arial"/>
          <w:color w:val="000000" w:themeColor="text1"/>
        </w:rPr>
        <w:t>d</w:t>
      </w:r>
      <w:r w:rsidRPr="00A96A7D">
        <w:rPr>
          <w:rStyle w:val="normaltextrun"/>
          <w:rFonts w:ascii="Arial" w:hAnsi="Arial" w:cs="Arial"/>
          <w:color w:val="000000" w:themeColor="text1"/>
        </w:rPr>
        <w:t xml:space="preserve"> </w:t>
      </w:r>
      <w:r w:rsidR="00891F9E" w:rsidRPr="00A96A7D">
        <w:rPr>
          <w:rStyle w:val="normaltextrun"/>
          <w:rFonts w:ascii="Arial" w:hAnsi="Arial" w:cs="Arial"/>
          <w:color w:val="000000" w:themeColor="text1"/>
        </w:rPr>
        <w:t>pr</w:t>
      </w:r>
      <w:r w:rsidRPr="00A96A7D">
        <w:rPr>
          <w:rStyle w:val="normaltextrun"/>
          <w:rFonts w:ascii="Arial" w:hAnsi="Arial" w:cs="Arial"/>
          <w:color w:val="000000" w:themeColor="text1"/>
        </w:rPr>
        <w:t>actices.</w:t>
      </w:r>
      <w:r w:rsidRPr="00A96A7D">
        <w:rPr>
          <w:rStyle w:val="eop"/>
          <w:rFonts w:ascii="Arial" w:hAnsi="Arial" w:cs="Arial"/>
          <w:color w:val="000000" w:themeColor="text1"/>
        </w:rPr>
        <w:t> </w:t>
      </w:r>
    </w:p>
    <w:p w14:paraId="7EB5AF84" w14:textId="4920F86B" w:rsidR="004D06FD" w:rsidRPr="00A96A7D" w:rsidRDefault="004D06FD" w:rsidP="00186C27">
      <w:pPr>
        <w:pStyle w:val="paragraph"/>
        <w:numPr>
          <w:ilvl w:val="1"/>
          <w:numId w:val="38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>the</w:t>
      </w:r>
      <w:r w:rsidR="00D82A63" w:rsidRPr="00A96A7D">
        <w:rPr>
          <w:rStyle w:val="normaltextrun"/>
          <w:rFonts w:ascii="Arial" w:hAnsi="Arial" w:cs="Arial"/>
          <w:color w:val="000000" w:themeColor="text1"/>
        </w:rPr>
        <w:t>ir</w:t>
      </w:r>
      <w:r w:rsidRPr="00A96A7D">
        <w:rPr>
          <w:rStyle w:val="normaltextrun"/>
          <w:rFonts w:ascii="Arial" w:hAnsi="Arial" w:cs="Arial"/>
          <w:color w:val="000000" w:themeColor="text1"/>
        </w:rPr>
        <w:t xml:space="preserve"> contribution to the work of the EU CAP Network.</w:t>
      </w:r>
      <w:r w:rsidRPr="00A96A7D">
        <w:rPr>
          <w:rStyle w:val="eop"/>
          <w:rFonts w:ascii="Arial" w:hAnsi="Arial" w:cs="Arial"/>
          <w:color w:val="000000" w:themeColor="text1"/>
        </w:rPr>
        <w:t> </w:t>
      </w:r>
    </w:p>
    <w:p w14:paraId="1B1B4E7F" w14:textId="77777777" w:rsidR="004D06FD" w:rsidRPr="00A96A7D" w:rsidRDefault="004D06FD" w:rsidP="00186C27">
      <w:pPr>
        <w:pStyle w:val="paragraph"/>
        <w:numPr>
          <w:ilvl w:val="1"/>
          <w:numId w:val="38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/>
        </w:rPr>
        <w:t>facilitating thematic and analytical exchanges.</w:t>
      </w:r>
      <w:r w:rsidRPr="00A96A7D">
        <w:rPr>
          <w:rStyle w:val="eop"/>
          <w:rFonts w:ascii="Arial" w:hAnsi="Arial" w:cs="Arial"/>
          <w:color w:val="000000"/>
        </w:rPr>
        <w:t> </w:t>
      </w:r>
    </w:p>
    <w:p w14:paraId="019F1537" w14:textId="77777777" w:rsidR="004D06FD" w:rsidRPr="00A96A7D" w:rsidRDefault="004D06FD" w:rsidP="00186C27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color w:val="8FB928" w:themeColor="accent1"/>
        </w:rPr>
      </w:pPr>
      <w:r w:rsidRPr="00A96A7D">
        <w:rPr>
          <w:rStyle w:val="eop"/>
          <w:rFonts w:ascii="Arial" w:hAnsi="Arial" w:cs="Arial"/>
        </w:rPr>
        <w:t> </w:t>
      </w:r>
    </w:p>
    <w:p w14:paraId="4EFD7F80" w14:textId="0D74582E" w:rsidR="004D06FD" w:rsidRPr="00A96A7D" w:rsidRDefault="004D06FD" w:rsidP="00186C27">
      <w:pPr>
        <w:jc w:val="both"/>
        <w:textAlignment w:val="baseline"/>
        <w:rPr>
          <w:rFonts w:eastAsia="Times New Roman"/>
          <w:b/>
          <w:color w:val="8FB928" w:themeColor="accent1"/>
          <w:lang w:val="en-GB"/>
        </w:rPr>
      </w:pPr>
      <w:r w:rsidRPr="00A96A7D">
        <w:rPr>
          <w:rFonts w:eastAsia="Times New Roman"/>
          <w:b/>
          <w:color w:val="8FB928" w:themeColor="accent1"/>
          <w:lang w:val="en-GB"/>
        </w:rPr>
        <w:t>ARIA thematic categories</w:t>
      </w:r>
    </w:p>
    <w:p w14:paraId="4AFFB5FB" w14:textId="5508154F" w:rsidR="0D0FCAEC" w:rsidRDefault="0D0FCAEC" w:rsidP="00186C27">
      <w:pPr>
        <w:pStyle w:val="paragraph"/>
        <w:numPr>
          <w:ilvl w:val="0"/>
          <w:numId w:val="35"/>
        </w:numPr>
        <w:spacing w:before="0" w:beforeAutospacing="0" w:after="0" w:afterAutospacing="0" w:line="259" w:lineRule="auto"/>
        <w:jc w:val="both"/>
        <w:rPr>
          <w:rFonts w:ascii="Arial" w:eastAsia="Arial" w:hAnsi="Arial" w:cs="Arial"/>
          <w:color w:val="000000" w:themeColor="text1"/>
          <w:lang w:val="en-US"/>
        </w:rPr>
      </w:pPr>
      <w:r w:rsidRPr="31827207">
        <w:rPr>
          <w:rFonts w:ascii="Arial" w:eastAsia="Arial" w:hAnsi="Arial" w:cs="Arial"/>
          <w:b/>
          <w:bCs/>
          <w:color w:val="000000" w:themeColor="text1"/>
          <w:lang w:val="en-US"/>
        </w:rPr>
        <w:t>Smart &amp; competitive agriculture:</w:t>
      </w:r>
      <w:r w:rsidRPr="31827207">
        <w:rPr>
          <w:rFonts w:ascii="Arial" w:eastAsia="Arial" w:hAnsi="Arial" w:cs="Arial"/>
          <w:color w:val="000000" w:themeColor="text1"/>
          <w:lang w:val="en-US"/>
        </w:rPr>
        <w:t xml:space="preserve"> CAP-funded projects that contribute to a smart, competitive, resilient, and diversified agricultural sector</w:t>
      </w:r>
      <w:r w:rsidR="00CD61C7">
        <w:rPr>
          <w:rFonts w:ascii="Arial" w:eastAsia="Arial" w:hAnsi="Arial" w:cs="Arial"/>
          <w:color w:val="000000" w:themeColor="text1"/>
          <w:lang w:val="en-US"/>
        </w:rPr>
        <w:t>,</w:t>
      </w:r>
      <w:r w:rsidRPr="31827207">
        <w:rPr>
          <w:rFonts w:ascii="Arial" w:eastAsia="Arial" w:hAnsi="Arial" w:cs="Arial"/>
          <w:color w:val="000000" w:themeColor="text1"/>
          <w:lang w:val="en-US"/>
        </w:rPr>
        <w:t xml:space="preserve"> ensuring long-term food security.   </w:t>
      </w:r>
    </w:p>
    <w:p w14:paraId="797D8060" w14:textId="250E7AEB" w:rsidR="0D0FCAEC" w:rsidRDefault="0D0FCAEC" w:rsidP="00186C27">
      <w:pPr>
        <w:pStyle w:val="Paragraphedeliste"/>
        <w:numPr>
          <w:ilvl w:val="0"/>
          <w:numId w:val="35"/>
        </w:numPr>
        <w:jc w:val="both"/>
        <w:rPr>
          <w:rFonts w:eastAsia="Arial"/>
          <w:color w:val="000000" w:themeColor="text1"/>
          <w:lang w:val="en-US"/>
        </w:rPr>
      </w:pPr>
      <w:r w:rsidRPr="31827207">
        <w:rPr>
          <w:rFonts w:eastAsia="Arial"/>
          <w:b/>
          <w:bCs/>
          <w:color w:val="000000" w:themeColor="text1"/>
          <w:lang w:val="en-GB"/>
        </w:rPr>
        <w:t>Environmental protection:</w:t>
      </w:r>
      <w:r w:rsidRPr="31827207">
        <w:rPr>
          <w:rFonts w:eastAsia="Arial"/>
          <w:color w:val="000000" w:themeColor="text1"/>
          <w:lang w:val="en-GB"/>
        </w:rPr>
        <w:t xml:space="preserve"> CAP-funded projects that enhance environmental sustainability, address climate change, support biodiversity, and contribute to green recovery.  </w:t>
      </w:r>
    </w:p>
    <w:p w14:paraId="4947B4B8" w14:textId="0964B6C9" w:rsidR="0D0FCAEC" w:rsidRDefault="0D0FCAEC" w:rsidP="00186C27">
      <w:pPr>
        <w:pStyle w:val="Paragraphedeliste"/>
        <w:numPr>
          <w:ilvl w:val="0"/>
          <w:numId w:val="35"/>
        </w:numPr>
        <w:jc w:val="both"/>
        <w:rPr>
          <w:rFonts w:eastAsia="Arial"/>
          <w:color w:val="000000" w:themeColor="text1"/>
          <w:lang w:val="en-US"/>
        </w:rPr>
      </w:pPr>
      <w:r w:rsidRPr="31827207">
        <w:rPr>
          <w:rFonts w:eastAsia="Arial"/>
          <w:b/>
          <w:bCs/>
          <w:color w:val="000000" w:themeColor="text1"/>
          <w:lang w:val="en-GB"/>
        </w:rPr>
        <w:t xml:space="preserve">Socio-economic fabric of rural areas: </w:t>
      </w:r>
      <w:r w:rsidRPr="31827207">
        <w:rPr>
          <w:rFonts w:eastAsia="Arial"/>
          <w:color w:val="000000" w:themeColor="text1"/>
          <w:lang w:val="en-GB"/>
        </w:rPr>
        <w:t xml:space="preserve">CAP-funded projects that strengthen the economic resilience of rural Europe, address social inclusion in innovative ways, support digitalisation in farming and empower rural entrepreneurs and businesses. </w:t>
      </w:r>
    </w:p>
    <w:p w14:paraId="1140CE8A" w14:textId="449FD9F1" w:rsidR="31827207" w:rsidRDefault="0D0FCAEC" w:rsidP="00186C27">
      <w:pPr>
        <w:pStyle w:val="Paragraphedeliste"/>
        <w:numPr>
          <w:ilvl w:val="0"/>
          <w:numId w:val="35"/>
        </w:numPr>
        <w:spacing w:line="259" w:lineRule="auto"/>
        <w:jc w:val="both"/>
        <w:rPr>
          <w:rFonts w:eastAsia="Arial"/>
          <w:color w:val="000000" w:themeColor="text1"/>
          <w:lang w:val="en-US"/>
        </w:rPr>
      </w:pPr>
      <w:r w:rsidRPr="31827207">
        <w:rPr>
          <w:rFonts w:eastAsia="Arial"/>
          <w:b/>
          <w:bCs/>
          <w:color w:val="000000" w:themeColor="text1"/>
          <w:lang w:val="en-GB"/>
        </w:rPr>
        <w:lastRenderedPageBreak/>
        <w:t>Generational Renewal:</w:t>
      </w:r>
      <w:r w:rsidRPr="31827207">
        <w:rPr>
          <w:rFonts w:eastAsia="Arial"/>
          <w:color w:val="000000" w:themeColor="text1"/>
          <w:lang w:val="en-GB"/>
        </w:rPr>
        <w:t>  CAP-funded projects that help ensure vibrant rural communities by engaging young people while developing their skills and creating high-quality rural jobs.</w:t>
      </w:r>
    </w:p>
    <w:p w14:paraId="42BBCA60" w14:textId="77777777" w:rsidR="008A7318" w:rsidRDefault="008A7318" w:rsidP="00186C27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b/>
          <w:bCs/>
          <w:color w:val="8FB928" w:themeColor="accent1"/>
        </w:rPr>
      </w:pPr>
    </w:p>
    <w:p w14:paraId="3F82B8E7" w14:textId="39805879" w:rsidR="008A7318" w:rsidRDefault="008A7318" w:rsidP="00186C27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b/>
          <w:bCs/>
          <w:color w:val="8FB928" w:themeColor="accent1"/>
        </w:rPr>
      </w:pPr>
      <w:r w:rsidRPr="4A006565">
        <w:rPr>
          <w:rFonts w:ascii="Arial" w:hAnsi="Arial" w:cs="Arial"/>
          <w:b/>
          <w:bCs/>
          <w:color w:val="8FB928" w:themeColor="accent1"/>
        </w:rPr>
        <w:t xml:space="preserve">Cross-cutting </w:t>
      </w:r>
      <w:r w:rsidR="72A51D7F" w:rsidRPr="4A006565">
        <w:rPr>
          <w:rFonts w:ascii="Arial" w:hAnsi="Arial" w:cs="Arial"/>
          <w:b/>
          <w:bCs/>
          <w:color w:val="8FB928" w:themeColor="accent1"/>
        </w:rPr>
        <w:t>the</w:t>
      </w:r>
      <w:r w:rsidR="2E86BB7D" w:rsidRPr="4A006565">
        <w:rPr>
          <w:rFonts w:ascii="Arial" w:hAnsi="Arial" w:cs="Arial"/>
          <w:b/>
          <w:bCs/>
          <w:color w:val="8FB928" w:themeColor="accent1"/>
        </w:rPr>
        <w:t>m</w:t>
      </w:r>
      <w:r w:rsidR="72A51D7F" w:rsidRPr="4A006565">
        <w:rPr>
          <w:rFonts w:ascii="Arial" w:hAnsi="Arial" w:cs="Arial"/>
          <w:b/>
          <w:bCs/>
          <w:color w:val="8FB928" w:themeColor="accent1"/>
        </w:rPr>
        <w:t>e</w:t>
      </w:r>
    </w:p>
    <w:p w14:paraId="6A6472FB" w14:textId="142677A4" w:rsidR="008A7318" w:rsidRDefault="008A7318" w:rsidP="00186C27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b/>
          <w:bCs/>
          <w:color w:val="8FB928" w:themeColor="accent1"/>
        </w:rPr>
      </w:pPr>
      <w:r>
        <w:rPr>
          <w:rStyle w:val="normaltextrun"/>
          <w:rFonts w:ascii="Arial" w:hAnsi="Arial" w:cs="Arial"/>
          <w:color w:val="000000"/>
          <w:shd w:val="clear" w:color="auto" w:fill="FFFFFF"/>
        </w:rPr>
        <w:t>A</w:t>
      </w:r>
      <w:r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 xml:space="preserve"> cross-cutting </w:t>
      </w:r>
      <w:r w:rsidR="15496EF4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 xml:space="preserve">theme 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will highlight projects that </w:t>
      </w:r>
      <w:r w:rsidR="785FF64E" w:rsidRPr="28038FC2">
        <w:rPr>
          <w:rStyle w:val="normaltextrun"/>
          <w:rFonts w:ascii="Arial" w:hAnsi="Arial" w:cs="Arial"/>
          <w:color w:val="000000" w:themeColor="text1"/>
        </w:rPr>
        <w:t xml:space="preserve">demonstrate </w:t>
      </w:r>
      <w:r w:rsidR="0763F621">
        <w:rPr>
          <w:rStyle w:val="normaltextrun"/>
          <w:rFonts w:ascii="Arial" w:hAnsi="Arial" w:cs="Arial"/>
          <w:color w:val="000000"/>
          <w:shd w:val="clear" w:color="auto" w:fill="FFFFFF"/>
        </w:rPr>
        <w:t>gender equality</w:t>
      </w:r>
      <w:r w:rsidR="00401A47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across all </w:t>
      </w:r>
      <w:r w:rsidR="5760BAE5" w:rsidRPr="28038FC2">
        <w:rPr>
          <w:rStyle w:val="normaltextrun"/>
          <w:rFonts w:ascii="Arial" w:hAnsi="Arial" w:cs="Arial"/>
          <w:color w:val="000000" w:themeColor="text1"/>
        </w:rPr>
        <w:t xml:space="preserve">four 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>categories. </w:t>
      </w:r>
      <w:r w:rsidR="491FE968">
        <w:rPr>
          <w:rStyle w:val="eop"/>
          <w:rFonts w:ascii="Arial" w:hAnsi="Arial" w:cs="Arial"/>
          <w:color w:val="000000"/>
          <w:shd w:val="clear" w:color="auto" w:fill="FFFFFF"/>
        </w:rPr>
        <w:t xml:space="preserve">The jury will select a winner from the 24 shortlisted </w:t>
      </w:r>
      <w:r w:rsidR="43A5EBFB">
        <w:rPr>
          <w:rStyle w:val="eop"/>
          <w:rFonts w:ascii="Arial" w:hAnsi="Arial" w:cs="Arial"/>
          <w:color w:val="000000"/>
          <w:shd w:val="clear" w:color="auto" w:fill="FFFFFF"/>
        </w:rPr>
        <w:t xml:space="preserve">CAP-funded </w:t>
      </w:r>
      <w:r w:rsidR="491FE968">
        <w:rPr>
          <w:rStyle w:val="eop"/>
          <w:rFonts w:ascii="Arial" w:hAnsi="Arial" w:cs="Arial"/>
          <w:color w:val="000000"/>
          <w:shd w:val="clear" w:color="auto" w:fill="FFFFFF"/>
        </w:rPr>
        <w:t>projects</w:t>
      </w:r>
      <w:r w:rsidR="394C1894">
        <w:rPr>
          <w:rStyle w:val="eop"/>
          <w:rFonts w:ascii="Arial" w:hAnsi="Arial" w:cs="Arial"/>
          <w:color w:val="000000"/>
          <w:shd w:val="clear" w:color="auto" w:fill="FFFFFF"/>
        </w:rPr>
        <w:t xml:space="preserve">, specifically </w:t>
      </w:r>
      <w:r w:rsidR="7C434BA6">
        <w:rPr>
          <w:rStyle w:val="eop"/>
          <w:rFonts w:ascii="Arial" w:hAnsi="Arial" w:cs="Arial"/>
          <w:color w:val="000000"/>
          <w:shd w:val="clear" w:color="auto" w:fill="FFFFFF"/>
        </w:rPr>
        <w:t xml:space="preserve">those that </w:t>
      </w:r>
      <w:r w:rsidR="5CB95EEF">
        <w:rPr>
          <w:rStyle w:val="eop"/>
          <w:rFonts w:ascii="Arial" w:hAnsi="Arial" w:cs="Arial"/>
          <w:color w:val="000000"/>
          <w:shd w:val="clear" w:color="auto" w:fill="FFFFFF"/>
        </w:rPr>
        <w:t xml:space="preserve">promote </w:t>
      </w:r>
      <w:r w:rsidR="2A8DFC6B">
        <w:rPr>
          <w:rStyle w:val="eop"/>
          <w:rFonts w:ascii="Arial" w:hAnsi="Arial" w:cs="Arial"/>
          <w:color w:val="000000"/>
          <w:shd w:val="clear" w:color="auto" w:fill="FFFFFF"/>
        </w:rPr>
        <w:t xml:space="preserve">gender equality </w:t>
      </w:r>
      <w:r w:rsidR="135603E4">
        <w:rPr>
          <w:rStyle w:val="eop"/>
          <w:rFonts w:ascii="Arial" w:hAnsi="Arial" w:cs="Arial"/>
          <w:color w:val="000000"/>
          <w:shd w:val="clear" w:color="auto" w:fill="FFFFFF"/>
        </w:rPr>
        <w:t xml:space="preserve">and </w:t>
      </w:r>
      <w:r w:rsidR="0D35E4A9">
        <w:rPr>
          <w:rStyle w:val="eop"/>
          <w:rFonts w:ascii="Arial" w:hAnsi="Arial" w:cs="Arial"/>
          <w:color w:val="000000"/>
          <w:shd w:val="clear" w:color="auto" w:fill="FFFFFF"/>
        </w:rPr>
        <w:t>women</w:t>
      </w:r>
      <w:r w:rsidR="00CD61C7">
        <w:rPr>
          <w:rStyle w:val="eop"/>
          <w:rFonts w:ascii="Arial" w:hAnsi="Arial" w:cs="Arial"/>
          <w:color w:val="000000"/>
          <w:shd w:val="clear" w:color="auto" w:fill="FFFFFF"/>
        </w:rPr>
        <w:t>’s</w:t>
      </w:r>
      <w:r w:rsidR="5CB95EEF">
        <w:rPr>
          <w:rStyle w:val="eop"/>
          <w:rFonts w:ascii="Arial" w:hAnsi="Arial" w:cs="Arial"/>
          <w:color w:val="000000"/>
          <w:shd w:val="clear" w:color="auto" w:fill="FFFFFF"/>
        </w:rPr>
        <w:t xml:space="preserve"> inclusion throughout any of </w:t>
      </w:r>
      <w:r w:rsidR="793B76D8" w:rsidRPr="28038FC2">
        <w:rPr>
          <w:rStyle w:val="eop"/>
          <w:rFonts w:ascii="Arial" w:hAnsi="Arial" w:cs="Arial"/>
          <w:color w:val="000000" w:themeColor="text1"/>
        </w:rPr>
        <w:t xml:space="preserve">its </w:t>
      </w:r>
      <w:r w:rsidR="5CB95EEF">
        <w:rPr>
          <w:rStyle w:val="eop"/>
          <w:rFonts w:ascii="Arial" w:hAnsi="Arial" w:cs="Arial"/>
          <w:color w:val="000000"/>
          <w:shd w:val="clear" w:color="auto" w:fill="FFFFFF"/>
        </w:rPr>
        <w:t>stages</w:t>
      </w:r>
      <w:r w:rsidR="0B0F34B8">
        <w:rPr>
          <w:rStyle w:val="eop"/>
          <w:rFonts w:ascii="Arial" w:hAnsi="Arial" w:cs="Arial"/>
          <w:color w:val="000000"/>
          <w:shd w:val="clear" w:color="auto" w:fill="FFFFFF"/>
        </w:rPr>
        <w:t>.</w:t>
      </w:r>
      <w:r w:rsidR="3BBD6A59">
        <w:rPr>
          <w:rStyle w:val="eop"/>
          <w:rFonts w:ascii="Arial" w:hAnsi="Arial" w:cs="Arial"/>
          <w:color w:val="000000"/>
          <w:shd w:val="clear" w:color="auto" w:fill="FFFFFF"/>
        </w:rPr>
        <w:t xml:space="preserve"> </w:t>
      </w:r>
      <w:r w:rsidR="0910DF1F" w:rsidRPr="28038FC2">
        <w:rPr>
          <w:rStyle w:val="normaltextrun"/>
          <w:rFonts w:ascii="Arial" w:hAnsi="Arial" w:cs="Arial"/>
          <w:color w:val="000000" w:themeColor="text1"/>
        </w:rPr>
        <w:t xml:space="preserve">Any project submitted in any </w:t>
      </w:r>
      <w:r w:rsidR="73BDC116" w:rsidRPr="28038FC2">
        <w:rPr>
          <w:rStyle w:val="normaltextrun"/>
          <w:rFonts w:ascii="Arial" w:hAnsi="Arial" w:cs="Arial"/>
          <w:color w:val="000000" w:themeColor="text1"/>
        </w:rPr>
        <w:t xml:space="preserve">category that </w:t>
      </w:r>
      <w:r w:rsidR="5191D5A7" w:rsidRPr="28038FC2">
        <w:rPr>
          <w:rStyle w:val="normaltextrun"/>
          <w:rFonts w:ascii="Arial" w:hAnsi="Arial" w:cs="Arial"/>
          <w:color w:val="000000" w:themeColor="text1"/>
        </w:rPr>
        <w:t>advances gender equality</w:t>
      </w:r>
      <w:r w:rsidR="7615160F" w:rsidRPr="28038FC2">
        <w:rPr>
          <w:rStyle w:val="normaltextrun"/>
          <w:rFonts w:ascii="Arial" w:hAnsi="Arial" w:cs="Arial"/>
          <w:color w:val="000000" w:themeColor="text1"/>
        </w:rPr>
        <w:t xml:space="preserve"> is eligible for this </w:t>
      </w:r>
      <w:r w:rsidR="1D6EF547" w:rsidRPr="28038FC2">
        <w:rPr>
          <w:rStyle w:val="normaltextrun"/>
          <w:rFonts w:ascii="Arial" w:hAnsi="Arial" w:cs="Arial"/>
          <w:color w:val="000000" w:themeColor="text1"/>
        </w:rPr>
        <w:t>cross-cutting</w:t>
      </w:r>
      <w:r w:rsidR="6FF0E22B" w:rsidRPr="28038FC2">
        <w:rPr>
          <w:rStyle w:val="normaltextrun"/>
          <w:rFonts w:ascii="Arial" w:hAnsi="Arial" w:cs="Arial"/>
          <w:color w:val="000000" w:themeColor="text1"/>
        </w:rPr>
        <w:t xml:space="preserve"> award</w:t>
      </w:r>
      <w:r w:rsidR="7615160F" w:rsidRPr="28038FC2">
        <w:rPr>
          <w:rStyle w:val="normaltextrun"/>
          <w:rFonts w:ascii="Arial" w:hAnsi="Arial" w:cs="Arial"/>
          <w:color w:val="000000" w:themeColor="text1"/>
        </w:rPr>
        <w:t>.</w:t>
      </w:r>
    </w:p>
    <w:p w14:paraId="5525CBBD" w14:textId="77777777" w:rsidR="008A7318" w:rsidRDefault="008A7318" w:rsidP="00186C27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b/>
          <w:bCs/>
          <w:color w:val="8FB928" w:themeColor="accent1"/>
        </w:rPr>
      </w:pPr>
    </w:p>
    <w:p w14:paraId="12498655" w14:textId="0EC27597" w:rsidR="004D06FD" w:rsidRPr="00A96A7D" w:rsidRDefault="004D06FD" w:rsidP="00186C27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b/>
          <w:bCs/>
          <w:color w:val="8FB928" w:themeColor="accent1"/>
        </w:rPr>
      </w:pPr>
      <w:r w:rsidRPr="00A96A7D">
        <w:rPr>
          <w:rFonts w:ascii="Arial" w:hAnsi="Arial" w:cs="Arial"/>
          <w:b/>
          <w:bCs/>
          <w:color w:val="8FB928" w:themeColor="accent1"/>
        </w:rPr>
        <w:t xml:space="preserve">Popular vote </w:t>
      </w:r>
    </w:p>
    <w:p w14:paraId="57080195" w14:textId="4F185F8A" w:rsidR="004D06FD" w:rsidRPr="00A96A7D" w:rsidRDefault="004D06FD" w:rsidP="00186C27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673E13">
        <w:rPr>
          <w:rStyle w:val="normaltextrun"/>
          <w:rFonts w:ascii="Arial" w:hAnsi="Arial" w:cs="Arial"/>
          <w:color w:val="000000" w:themeColor="text1"/>
        </w:rPr>
        <w:t>The</w:t>
      </w:r>
      <w:r w:rsidRPr="00A96A7D">
        <w:rPr>
          <w:rStyle w:val="normaltextrun"/>
          <w:rFonts w:ascii="Arial" w:hAnsi="Arial" w:cs="Arial"/>
          <w:b/>
          <w:bCs/>
          <w:color w:val="000000" w:themeColor="text1"/>
        </w:rPr>
        <w:t xml:space="preserve"> popular vote </w:t>
      </w:r>
      <w:r w:rsidRPr="00A96A7D">
        <w:rPr>
          <w:rStyle w:val="normaltextrun"/>
          <w:rFonts w:ascii="Arial" w:hAnsi="Arial" w:cs="Arial"/>
          <w:color w:val="000000" w:themeColor="text1"/>
        </w:rPr>
        <w:t xml:space="preserve">will </w:t>
      </w:r>
      <w:r w:rsidR="00CE3DBF">
        <w:rPr>
          <w:rStyle w:val="normaltextrun"/>
          <w:rFonts w:ascii="Arial" w:hAnsi="Arial" w:cs="Arial"/>
          <w:color w:val="000000" w:themeColor="text1"/>
        </w:rPr>
        <w:t xml:space="preserve">be </w:t>
      </w:r>
      <w:r w:rsidR="00784D9B">
        <w:rPr>
          <w:rStyle w:val="normaltextrun"/>
          <w:rFonts w:ascii="Arial" w:hAnsi="Arial" w:cs="Arial"/>
          <w:color w:val="000000" w:themeColor="text1"/>
        </w:rPr>
        <w:t>awarded</w:t>
      </w:r>
      <w:r w:rsidR="00CE3DBF">
        <w:rPr>
          <w:rStyle w:val="normaltextrun"/>
          <w:rFonts w:ascii="Arial" w:hAnsi="Arial" w:cs="Arial"/>
          <w:color w:val="000000" w:themeColor="text1"/>
        </w:rPr>
        <w:t xml:space="preserve"> to</w:t>
      </w:r>
      <w:r w:rsidRPr="00A96A7D">
        <w:rPr>
          <w:rStyle w:val="normaltextrun"/>
          <w:rFonts w:ascii="Arial" w:hAnsi="Arial" w:cs="Arial"/>
          <w:color w:val="000000" w:themeColor="text1"/>
        </w:rPr>
        <w:t xml:space="preserve"> one of the 24 shortlisted CAP-funded projects and will be </w:t>
      </w:r>
      <w:r w:rsidR="00AF71A9">
        <w:rPr>
          <w:rStyle w:val="normaltextrun"/>
          <w:rFonts w:ascii="Arial" w:hAnsi="Arial" w:cs="Arial"/>
          <w:color w:val="000000" w:themeColor="text1"/>
        </w:rPr>
        <w:t>chosen through</w:t>
      </w:r>
      <w:r w:rsidRPr="00A96A7D">
        <w:rPr>
          <w:rStyle w:val="normaltextrun"/>
          <w:rFonts w:ascii="Arial" w:hAnsi="Arial" w:cs="Arial"/>
          <w:color w:val="000000" w:themeColor="text1"/>
        </w:rPr>
        <w:t xml:space="preserve"> a public vote. </w:t>
      </w:r>
      <w:r w:rsidRPr="00A96A7D">
        <w:rPr>
          <w:rStyle w:val="normaltextrun"/>
          <w:rFonts w:ascii="Arial" w:hAnsi="Arial" w:cs="Arial"/>
        </w:rPr>
        <w:t> </w:t>
      </w:r>
      <w:r w:rsidRPr="00A96A7D">
        <w:rPr>
          <w:rStyle w:val="eop"/>
          <w:rFonts w:ascii="Arial" w:hAnsi="Arial" w:cs="Arial"/>
        </w:rPr>
        <w:t> </w:t>
      </w:r>
    </w:p>
    <w:p w14:paraId="1F76FAA4" w14:textId="77777777" w:rsidR="00A96A7D" w:rsidRPr="00A96A7D" w:rsidRDefault="00A96A7D" w:rsidP="00186C27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Style w:val="eop"/>
          <w:rFonts w:ascii="Arial" w:hAnsi="Arial" w:cs="Arial"/>
          <w:b/>
          <w:bCs/>
          <w:color w:val="8FB928" w:themeColor="accent1"/>
        </w:rPr>
      </w:pPr>
    </w:p>
    <w:p w14:paraId="6931A51E" w14:textId="2BBD7D27" w:rsidR="004D06FD" w:rsidRPr="00A96A7D" w:rsidRDefault="004D06FD" w:rsidP="00186C27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Style w:val="eop"/>
          <w:rFonts w:ascii="Arial" w:hAnsi="Arial" w:cs="Arial"/>
          <w:b/>
          <w:bCs/>
          <w:color w:val="8FB928" w:themeColor="accent1"/>
        </w:rPr>
      </w:pPr>
      <w:r w:rsidRPr="00A96A7D">
        <w:rPr>
          <w:rStyle w:val="eop"/>
          <w:rFonts w:ascii="Arial" w:hAnsi="Arial" w:cs="Arial"/>
          <w:b/>
          <w:bCs/>
          <w:color w:val="8FB928" w:themeColor="accent1"/>
        </w:rPr>
        <w:t>ARIA award criteria</w:t>
      </w:r>
    </w:p>
    <w:p w14:paraId="309850A2" w14:textId="77777777" w:rsidR="004D06FD" w:rsidRPr="00A96A7D" w:rsidRDefault="004D06FD" w:rsidP="00186C27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/>
        </w:rPr>
        <w:t xml:space="preserve">The </w:t>
      </w:r>
      <w:r w:rsidRPr="00A96A7D">
        <w:rPr>
          <w:rStyle w:val="normaltextrun"/>
          <w:rFonts w:ascii="Arial" w:hAnsi="Arial" w:cs="Arial"/>
          <w:b/>
          <w:color w:val="000000"/>
        </w:rPr>
        <w:t>award criteria</w:t>
      </w:r>
      <w:r w:rsidRPr="00A96A7D">
        <w:rPr>
          <w:rStyle w:val="normaltextrun"/>
          <w:rFonts w:ascii="Arial" w:hAnsi="Arial" w:cs="Arial"/>
          <w:color w:val="000000"/>
        </w:rPr>
        <w:t xml:space="preserve"> will include the following: </w:t>
      </w:r>
      <w:r w:rsidRPr="00A96A7D">
        <w:rPr>
          <w:rStyle w:val="eop"/>
          <w:rFonts w:ascii="Arial" w:hAnsi="Arial" w:cs="Arial"/>
          <w:color w:val="000000"/>
        </w:rPr>
        <w:t> </w:t>
      </w:r>
    </w:p>
    <w:p w14:paraId="24DAAFE7" w14:textId="146A6573" w:rsidR="004D06FD" w:rsidRPr="00A96A7D" w:rsidRDefault="004D06FD" w:rsidP="00186C27">
      <w:pPr>
        <w:pStyle w:val="paragraph"/>
        <w:numPr>
          <w:ilvl w:val="0"/>
          <w:numId w:val="39"/>
        </w:numPr>
        <w:spacing w:before="0" w:beforeAutospacing="0" w:after="0" w:afterAutospacing="0" w:line="259" w:lineRule="auto"/>
        <w:jc w:val="both"/>
        <w:textAlignment w:val="baseline"/>
        <w:rPr>
          <w:rStyle w:val="normaltextrun"/>
          <w:rFonts w:ascii="Arial" w:hAnsi="Arial" w:cs="Arial"/>
        </w:rPr>
      </w:pPr>
      <w:r w:rsidRPr="31827207">
        <w:rPr>
          <w:rStyle w:val="normaltextrun"/>
          <w:rFonts w:ascii="Arial" w:hAnsi="Arial" w:cs="Arial"/>
          <w:color w:val="000000" w:themeColor="text1"/>
        </w:rPr>
        <w:t>Direct benefits</w:t>
      </w:r>
      <w:r w:rsidR="00EE06AC">
        <w:rPr>
          <w:rStyle w:val="normaltextrun"/>
          <w:rFonts w:ascii="Arial" w:hAnsi="Arial" w:cs="Arial"/>
          <w:color w:val="000000" w:themeColor="text1"/>
        </w:rPr>
        <w:t>,</w:t>
      </w:r>
      <w:r w:rsidRPr="31827207">
        <w:rPr>
          <w:rStyle w:val="normaltextrun"/>
          <w:rFonts w:ascii="Arial" w:hAnsi="Arial" w:cs="Arial"/>
          <w:color w:val="000000" w:themeColor="text1"/>
        </w:rPr>
        <w:t xml:space="preserve"> e.g. job creation, environmental benefits, market advantages, policy uptake,</w:t>
      </w:r>
      <w:r w:rsidR="4E922EFA" w:rsidRPr="31827207">
        <w:rPr>
          <w:rStyle w:val="normaltextrun"/>
          <w:rFonts w:ascii="Arial" w:hAnsi="Arial" w:cs="Arial"/>
          <w:color w:val="000000" w:themeColor="text1"/>
        </w:rPr>
        <w:t xml:space="preserve"> </w:t>
      </w:r>
      <w:r w:rsidRPr="31827207">
        <w:rPr>
          <w:rStyle w:val="normaltextrun"/>
          <w:rFonts w:ascii="Arial" w:hAnsi="Arial" w:cs="Arial"/>
          <w:color w:val="000000" w:themeColor="text1"/>
        </w:rPr>
        <w:t>demonstration of sustainability or resilience, etc.</w:t>
      </w:r>
      <w:r w:rsidRPr="31827207">
        <w:rPr>
          <w:rStyle w:val="eop"/>
          <w:rFonts w:ascii="Arial" w:hAnsi="Arial" w:cs="Arial"/>
          <w:color w:val="000000" w:themeColor="text1"/>
        </w:rPr>
        <w:t> </w:t>
      </w:r>
    </w:p>
    <w:p w14:paraId="14F626F3" w14:textId="3ED60478" w:rsidR="004D06FD" w:rsidRPr="00A96A7D" w:rsidRDefault="004D06FD" w:rsidP="00186C27">
      <w:pPr>
        <w:pStyle w:val="paragraph"/>
        <w:numPr>
          <w:ilvl w:val="0"/>
          <w:numId w:val="41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31827207">
        <w:rPr>
          <w:rStyle w:val="normaltextrun"/>
          <w:rFonts w:ascii="Arial" w:hAnsi="Arial" w:cs="Arial"/>
          <w:color w:val="000000" w:themeColor="text1"/>
        </w:rPr>
        <w:t>Networking benefits</w:t>
      </w:r>
      <w:r w:rsidR="00EE06AC">
        <w:rPr>
          <w:rStyle w:val="normaltextrun"/>
          <w:rFonts w:ascii="Arial" w:hAnsi="Arial" w:cs="Arial"/>
          <w:color w:val="000000" w:themeColor="text1"/>
        </w:rPr>
        <w:t>,</w:t>
      </w:r>
      <w:r w:rsidRPr="31827207">
        <w:rPr>
          <w:rStyle w:val="normaltextrun"/>
          <w:rFonts w:ascii="Arial" w:hAnsi="Arial" w:cs="Arial"/>
          <w:color w:val="000000" w:themeColor="text1"/>
        </w:rPr>
        <w:t xml:space="preserve"> e.g. added value synergies, links to other projects, connection</w:t>
      </w:r>
      <w:r w:rsidR="00CD61C7">
        <w:rPr>
          <w:rStyle w:val="normaltextrun"/>
          <w:rFonts w:ascii="Arial" w:hAnsi="Arial" w:cs="Arial"/>
          <w:color w:val="000000" w:themeColor="text1"/>
        </w:rPr>
        <w:t>s</w:t>
      </w:r>
      <w:r w:rsidRPr="31827207">
        <w:rPr>
          <w:rStyle w:val="normaltextrun"/>
          <w:rFonts w:ascii="Arial" w:hAnsi="Arial" w:cs="Arial"/>
          <w:color w:val="000000" w:themeColor="text1"/>
        </w:rPr>
        <w:t xml:space="preserve"> to NN activities/priorities, stakeholder participation.</w:t>
      </w:r>
      <w:r w:rsidRPr="31827207">
        <w:rPr>
          <w:rStyle w:val="eop"/>
          <w:rFonts w:ascii="Arial" w:hAnsi="Arial" w:cs="Arial"/>
          <w:color w:val="000000" w:themeColor="text1"/>
        </w:rPr>
        <w:t> </w:t>
      </w:r>
    </w:p>
    <w:p w14:paraId="50B5105F" w14:textId="77777777" w:rsidR="004D06FD" w:rsidRPr="00A96A7D" w:rsidRDefault="004D06FD" w:rsidP="00186C27">
      <w:pPr>
        <w:pStyle w:val="paragraph"/>
        <w:numPr>
          <w:ilvl w:val="0"/>
          <w:numId w:val="41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31827207">
        <w:rPr>
          <w:rStyle w:val="normaltextrun"/>
          <w:rFonts w:ascii="Arial" w:hAnsi="Arial" w:cs="Arial"/>
          <w:color w:val="000000" w:themeColor="text1"/>
        </w:rPr>
        <w:t>Transferability potential (geographical, sectoral, organisational, etc.).</w:t>
      </w:r>
      <w:r w:rsidRPr="31827207">
        <w:rPr>
          <w:rStyle w:val="eop"/>
          <w:rFonts w:ascii="Arial" w:hAnsi="Arial" w:cs="Arial"/>
          <w:color w:val="000000" w:themeColor="text1"/>
        </w:rPr>
        <w:t> </w:t>
      </w:r>
    </w:p>
    <w:p w14:paraId="4D41D9EA" w14:textId="77777777" w:rsidR="004D06FD" w:rsidRDefault="004D06FD" w:rsidP="00186C27">
      <w:pPr>
        <w:pStyle w:val="paragraph"/>
        <w:numPr>
          <w:ilvl w:val="0"/>
          <w:numId w:val="41"/>
        </w:numPr>
        <w:spacing w:before="0" w:beforeAutospacing="0" w:after="0" w:afterAutospacing="0" w:line="259" w:lineRule="auto"/>
        <w:jc w:val="both"/>
        <w:textAlignment w:val="baseline"/>
        <w:rPr>
          <w:rStyle w:val="normaltextrun"/>
          <w:rFonts w:ascii="Arial" w:hAnsi="Arial" w:cs="Arial"/>
          <w:color w:val="000000" w:themeColor="text1"/>
        </w:rPr>
      </w:pPr>
      <w:r w:rsidRPr="31827207">
        <w:rPr>
          <w:rStyle w:val="normaltextrun"/>
          <w:rFonts w:ascii="Arial" w:hAnsi="Arial" w:cs="Arial"/>
          <w:color w:val="000000" w:themeColor="text1"/>
        </w:rPr>
        <w:t>Innovative aspect in creating new or significantly improved processes, services, products and/or technologies.</w:t>
      </w:r>
    </w:p>
    <w:p w14:paraId="6B16D29D" w14:textId="0D533170" w:rsidR="06554016" w:rsidRDefault="06554016" w:rsidP="00186C27">
      <w:pPr>
        <w:pStyle w:val="paragraph"/>
        <w:numPr>
          <w:ilvl w:val="0"/>
          <w:numId w:val="41"/>
        </w:numPr>
        <w:spacing w:before="0" w:beforeAutospacing="0" w:after="0" w:afterAutospacing="0" w:line="259" w:lineRule="auto"/>
        <w:jc w:val="both"/>
      </w:pPr>
      <w:r w:rsidRPr="31827207">
        <w:rPr>
          <w:rFonts w:ascii="Arial" w:eastAsia="Arial" w:hAnsi="Arial" w:cs="Arial"/>
          <w:color w:val="000000" w:themeColor="text1"/>
        </w:rPr>
        <w:t>Generational renewal</w:t>
      </w:r>
      <w:r w:rsidR="00EE06AC">
        <w:rPr>
          <w:rFonts w:ascii="Arial" w:eastAsia="Arial" w:hAnsi="Arial" w:cs="Arial"/>
          <w:color w:val="000000" w:themeColor="text1"/>
        </w:rPr>
        <w:t>,</w:t>
      </w:r>
      <w:r w:rsidRPr="31827207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Pr="31827207">
        <w:rPr>
          <w:rFonts w:ascii="Arial" w:eastAsia="Arial" w:hAnsi="Arial" w:cs="Arial"/>
          <w:color w:val="000000" w:themeColor="text1"/>
        </w:rPr>
        <w:t>e.g.</w:t>
      </w:r>
      <w:r w:rsidRPr="31827207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Pr="31827207">
        <w:rPr>
          <w:rFonts w:ascii="Arial" w:eastAsia="Arial" w:hAnsi="Arial" w:cs="Arial"/>
          <w:color w:val="000000" w:themeColor="text1"/>
        </w:rPr>
        <w:t xml:space="preserve">including skills development, job creation in rural areas, participation in decision-making, and youth-focused initiatives, training sessions, </w:t>
      </w:r>
      <w:r w:rsidR="00CD61C7">
        <w:rPr>
          <w:rFonts w:ascii="Arial" w:eastAsia="Arial" w:hAnsi="Arial" w:cs="Arial"/>
          <w:color w:val="000000" w:themeColor="text1"/>
        </w:rPr>
        <w:t xml:space="preserve">and </w:t>
      </w:r>
      <w:r w:rsidRPr="31827207">
        <w:rPr>
          <w:rFonts w:ascii="Arial" w:eastAsia="Arial" w:hAnsi="Arial" w:cs="Arial"/>
          <w:color w:val="000000" w:themeColor="text1"/>
        </w:rPr>
        <w:t>networking targeted at a specific age group.</w:t>
      </w:r>
    </w:p>
    <w:p w14:paraId="52C6CCCA" w14:textId="7ED176F5" w:rsidR="004D06FD" w:rsidRPr="00EE06AC" w:rsidRDefault="004D06FD" w:rsidP="00186C27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color w:val="000000" w:themeColor="text1"/>
          <w:highlight w:val="yellow"/>
        </w:rPr>
      </w:pPr>
    </w:p>
    <w:p w14:paraId="5B055D99" w14:textId="6F2A82FE" w:rsidR="004D06FD" w:rsidRPr="00A96A7D" w:rsidRDefault="004D06FD" w:rsidP="00186C27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b/>
          <w:bCs/>
          <w:color w:val="8FB928" w:themeColor="accent1"/>
        </w:rPr>
      </w:pPr>
      <w:r w:rsidRPr="00A96A7D">
        <w:rPr>
          <w:rStyle w:val="eop"/>
          <w:rFonts w:ascii="Arial" w:hAnsi="Arial" w:cs="Arial"/>
          <w:b/>
          <w:bCs/>
          <w:color w:val="8FB928" w:themeColor="accent1"/>
        </w:rPr>
        <w:t>Eligibility criteria and process</w:t>
      </w:r>
    </w:p>
    <w:p w14:paraId="77E48EEB" w14:textId="75160F17" w:rsidR="004D06FD" w:rsidRPr="00A96A7D" w:rsidRDefault="004D06FD" w:rsidP="00186C27">
      <w:pPr>
        <w:pStyle w:val="paragraph"/>
        <w:numPr>
          <w:ilvl w:val="0"/>
          <w:numId w:val="40"/>
        </w:numPr>
        <w:spacing w:before="120" w:beforeAutospacing="0" w:after="0" w:afterAutospacing="0" w:line="259" w:lineRule="auto"/>
        <w:ind w:left="714" w:hanging="357"/>
        <w:jc w:val="both"/>
        <w:textAlignment w:val="baseline"/>
        <w:rPr>
          <w:rFonts w:ascii="Arial" w:hAnsi="Arial" w:cs="Arial"/>
        </w:rPr>
      </w:pPr>
      <w:r w:rsidRPr="2319AFF8">
        <w:rPr>
          <w:rStyle w:val="normaltextrun"/>
          <w:rFonts w:ascii="Arial" w:hAnsi="Arial" w:cs="Arial"/>
          <w:color w:val="000000" w:themeColor="text1"/>
        </w:rPr>
        <w:t xml:space="preserve">The projects may only be submitted by </w:t>
      </w:r>
      <w:hyperlink r:id="rId14">
        <w:r w:rsidR="06E0553C" w:rsidRPr="2319AFF8">
          <w:rPr>
            <w:rStyle w:val="Lienhypertexte"/>
            <w:rFonts w:ascii="Arial" w:hAnsi="Arial" w:cs="Arial"/>
          </w:rPr>
          <w:t xml:space="preserve">National Networks/National </w:t>
        </w:r>
        <w:r w:rsidR="13E3B66A" w:rsidRPr="2319AFF8">
          <w:rPr>
            <w:rStyle w:val="Lienhypertexte"/>
            <w:rFonts w:ascii="Arial" w:hAnsi="Arial" w:cs="Arial"/>
          </w:rPr>
          <w:t>Support</w:t>
        </w:r>
        <w:r w:rsidR="06E0553C" w:rsidRPr="2319AFF8">
          <w:rPr>
            <w:rStyle w:val="Lienhypertexte"/>
            <w:rFonts w:ascii="Arial" w:hAnsi="Arial" w:cs="Arial"/>
          </w:rPr>
          <w:t xml:space="preserve"> Units (</w:t>
        </w:r>
        <w:r w:rsidRPr="2319AFF8">
          <w:rPr>
            <w:rStyle w:val="Lienhypertexte"/>
            <w:rFonts w:ascii="Arial" w:hAnsi="Arial" w:cs="Arial"/>
          </w:rPr>
          <w:t>NN/NSUs</w:t>
        </w:r>
        <w:r w:rsidR="058322D6" w:rsidRPr="2319AFF8">
          <w:rPr>
            <w:rStyle w:val="Lienhypertexte"/>
            <w:rFonts w:ascii="Arial" w:hAnsi="Arial" w:cs="Arial"/>
          </w:rPr>
          <w:t>)</w:t>
        </w:r>
      </w:hyperlink>
      <w:r w:rsidRPr="2319AFF8">
        <w:rPr>
          <w:rStyle w:val="normaltextrun"/>
          <w:rFonts w:ascii="Arial" w:hAnsi="Arial" w:cs="Arial"/>
          <w:color w:val="000000" w:themeColor="text1"/>
        </w:rPr>
        <w:t>. </w:t>
      </w:r>
      <w:r w:rsidR="001C798A" w:rsidRPr="2319AFF8">
        <w:rPr>
          <w:rStyle w:val="normaltextrun"/>
          <w:rFonts w:ascii="Arial" w:hAnsi="Arial" w:cs="Arial"/>
          <w:color w:val="000000" w:themeColor="text1"/>
        </w:rPr>
        <w:t xml:space="preserve">Projects that are submitted by non-NN/NSU contacts will not be considered. </w:t>
      </w:r>
    </w:p>
    <w:p w14:paraId="164BD37F" w14:textId="2432222C" w:rsidR="004D06FD" w:rsidRPr="00A96A7D" w:rsidRDefault="004D06FD" w:rsidP="00186C27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3B740D66">
        <w:rPr>
          <w:rStyle w:val="normaltextrun"/>
          <w:rFonts w:ascii="Arial" w:hAnsi="Arial" w:cs="Arial"/>
          <w:color w:val="000000" w:themeColor="text1"/>
        </w:rPr>
        <w:t xml:space="preserve">All projects must have been funded by the CAP during the </w:t>
      </w:r>
      <w:r w:rsidRPr="1B426EC2">
        <w:rPr>
          <w:rStyle w:val="normaltextrun"/>
          <w:rFonts w:ascii="Arial" w:hAnsi="Arial" w:cs="Arial"/>
          <w:color w:val="000000" w:themeColor="text1"/>
        </w:rPr>
        <w:t>2</w:t>
      </w:r>
      <w:r w:rsidRPr="31827207">
        <w:rPr>
          <w:rStyle w:val="normaltextrun"/>
          <w:rFonts w:ascii="Arial" w:hAnsi="Arial" w:cs="Arial"/>
          <w:color w:val="000000" w:themeColor="text1"/>
        </w:rPr>
        <w:t>014-</w:t>
      </w:r>
      <w:r w:rsidR="00CD61C7" w:rsidRPr="31827207">
        <w:rPr>
          <w:rStyle w:val="normaltextrun"/>
          <w:rFonts w:ascii="Arial" w:hAnsi="Arial" w:cs="Arial"/>
          <w:color w:val="000000" w:themeColor="text1"/>
        </w:rPr>
        <w:t>2022 and</w:t>
      </w:r>
      <w:r w:rsidR="007A22B4" w:rsidRPr="31827207">
        <w:rPr>
          <w:rStyle w:val="normaltextrun"/>
          <w:rFonts w:ascii="Arial" w:hAnsi="Arial" w:cs="Arial"/>
          <w:color w:val="000000" w:themeColor="text1"/>
        </w:rPr>
        <w:t xml:space="preserve"> </w:t>
      </w:r>
      <w:r w:rsidR="0033386A" w:rsidRPr="31827207">
        <w:rPr>
          <w:rStyle w:val="normaltextrun"/>
          <w:rFonts w:ascii="Arial" w:hAnsi="Arial" w:cs="Arial"/>
          <w:color w:val="000000" w:themeColor="text1"/>
        </w:rPr>
        <w:t>2023-2027</w:t>
      </w:r>
      <w:r w:rsidR="00A611E0" w:rsidRPr="31827207">
        <w:rPr>
          <w:rStyle w:val="normaltextrun"/>
          <w:rFonts w:ascii="Arial" w:hAnsi="Arial" w:cs="Arial"/>
          <w:color w:val="000000" w:themeColor="text1"/>
        </w:rPr>
        <w:t xml:space="preserve"> period</w:t>
      </w:r>
      <w:r w:rsidR="000D2E27" w:rsidRPr="31827207">
        <w:rPr>
          <w:rStyle w:val="normaltextrun"/>
          <w:rFonts w:ascii="Arial" w:hAnsi="Arial" w:cs="Arial"/>
          <w:color w:val="000000" w:themeColor="text1"/>
        </w:rPr>
        <w:t>s</w:t>
      </w:r>
      <w:r w:rsidRPr="31827207">
        <w:rPr>
          <w:rStyle w:val="normaltextrun"/>
          <w:rFonts w:ascii="Arial" w:hAnsi="Arial" w:cs="Arial"/>
          <w:color w:val="000000" w:themeColor="text1"/>
        </w:rPr>
        <w:t>.</w:t>
      </w:r>
      <w:r w:rsidRPr="31827207">
        <w:rPr>
          <w:rStyle w:val="eop"/>
          <w:rFonts w:ascii="Arial" w:hAnsi="Arial" w:cs="Arial"/>
          <w:color w:val="000000" w:themeColor="text1"/>
        </w:rPr>
        <w:t> </w:t>
      </w:r>
    </w:p>
    <w:p w14:paraId="776195F0" w14:textId="75C21085" w:rsidR="00B7482D" w:rsidRPr="00B7482D" w:rsidRDefault="004D06FD" w:rsidP="00186C27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Style w:val="normaltextrun"/>
          <w:rFonts w:ascii="Arial" w:hAnsi="Arial" w:cs="Arial"/>
        </w:rPr>
      </w:pPr>
      <w:r w:rsidRPr="00B7482D">
        <w:rPr>
          <w:rStyle w:val="normaltextrun"/>
          <w:rFonts w:ascii="Arial" w:hAnsi="Arial" w:cs="Arial"/>
          <w:color w:val="000000" w:themeColor="text1"/>
        </w:rPr>
        <w:t>Projects should, as a general rule, be completed. Exceptions are made for</w:t>
      </w:r>
      <w:r w:rsidR="00F135C7" w:rsidRPr="00B7482D">
        <w:rPr>
          <w:rStyle w:val="normaltextrun"/>
          <w:rFonts w:ascii="Arial" w:hAnsi="Arial" w:cs="Arial"/>
          <w:color w:val="000000" w:themeColor="text1"/>
        </w:rPr>
        <w:t xml:space="preserve"> projects funded from the 2023-2027 period</w:t>
      </w:r>
      <w:r w:rsidR="00B7482D">
        <w:rPr>
          <w:rStyle w:val="normaltextrun"/>
          <w:rFonts w:ascii="Arial" w:hAnsi="Arial" w:cs="Arial"/>
          <w:color w:val="000000" w:themeColor="text1"/>
        </w:rPr>
        <w:t>,</w:t>
      </w:r>
      <w:r w:rsidR="00F135C7" w:rsidRPr="00B7482D">
        <w:rPr>
          <w:rStyle w:val="normaltextrun"/>
          <w:rFonts w:ascii="Arial" w:hAnsi="Arial" w:cs="Arial"/>
          <w:color w:val="000000" w:themeColor="text1"/>
        </w:rPr>
        <w:t xml:space="preserve"> and</w:t>
      </w:r>
      <w:r w:rsidRPr="00B7482D">
        <w:rPr>
          <w:rStyle w:val="normaltextrun"/>
          <w:rFonts w:ascii="Arial" w:hAnsi="Arial" w:cs="Arial"/>
          <w:color w:val="000000" w:themeColor="text1"/>
        </w:rPr>
        <w:t xml:space="preserve"> land management actions under annual/multi-annual commitments (e.g., </w:t>
      </w:r>
      <w:proofErr w:type="spellStart"/>
      <w:r w:rsidRPr="00B7482D">
        <w:rPr>
          <w:rStyle w:val="normaltextrun"/>
          <w:rFonts w:ascii="Arial" w:hAnsi="Arial" w:cs="Arial"/>
          <w:color w:val="000000" w:themeColor="text1"/>
        </w:rPr>
        <w:t>agri</w:t>
      </w:r>
      <w:proofErr w:type="spellEnd"/>
      <w:r w:rsidRPr="00B7482D">
        <w:rPr>
          <w:rStyle w:val="normaltextrun"/>
          <w:rFonts w:ascii="Arial" w:hAnsi="Arial" w:cs="Arial"/>
          <w:color w:val="000000" w:themeColor="text1"/>
        </w:rPr>
        <w:t xml:space="preserve">-environment, forestry). For entries by </w:t>
      </w:r>
      <w:r w:rsidR="00673E13" w:rsidRPr="00B7482D">
        <w:rPr>
          <w:rStyle w:val="normaltextrun"/>
          <w:rFonts w:ascii="Arial" w:hAnsi="Arial" w:cs="Arial"/>
          <w:color w:val="000000" w:themeColor="text1"/>
        </w:rPr>
        <w:t>ongoing</w:t>
      </w:r>
      <w:r w:rsidRPr="00B7482D">
        <w:rPr>
          <w:rStyle w:val="normaltextrun"/>
          <w:rFonts w:ascii="Arial" w:hAnsi="Arial" w:cs="Arial"/>
          <w:color w:val="000000" w:themeColor="text1"/>
        </w:rPr>
        <w:t xml:space="preserve"> projects, these must already be sufficiently advanced to be able to demonstrate impact or transferability</w:t>
      </w:r>
      <w:r w:rsidR="00B7482D">
        <w:rPr>
          <w:rStyle w:val="normaltextrun"/>
          <w:rFonts w:ascii="Arial" w:hAnsi="Arial" w:cs="Arial"/>
          <w:color w:val="000000" w:themeColor="text1"/>
        </w:rPr>
        <w:t>.</w:t>
      </w:r>
    </w:p>
    <w:p w14:paraId="158BE966" w14:textId="50FC3A9E" w:rsidR="004D06FD" w:rsidRPr="00B7482D" w:rsidRDefault="004D06FD" w:rsidP="00186C27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B7482D">
        <w:rPr>
          <w:rStyle w:val="normaltextrun"/>
          <w:rFonts w:ascii="Arial" w:hAnsi="Arial" w:cs="Arial"/>
          <w:color w:val="000000" w:themeColor="text1"/>
        </w:rPr>
        <w:t xml:space="preserve">Up to eight (8) projects can be submitted per NN/NSU, this may include up to </w:t>
      </w:r>
      <w:r w:rsidR="003B67F0" w:rsidRPr="00B7482D">
        <w:rPr>
          <w:rStyle w:val="normaltextrun"/>
          <w:rFonts w:ascii="Arial" w:hAnsi="Arial" w:cs="Arial"/>
          <w:color w:val="000000" w:themeColor="text1"/>
        </w:rPr>
        <w:t>three</w:t>
      </w:r>
      <w:r w:rsidRPr="00B7482D">
        <w:rPr>
          <w:rStyle w:val="normaltextrun"/>
          <w:rFonts w:ascii="Arial" w:hAnsi="Arial" w:cs="Arial"/>
          <w:color w:val="000000" w:themeColor="text1"/>
        </w:rPr>
        <w:t xml:space="preserve"> (</w:t>
      </w:r>
      <w:r w:rsidR="003B67F0" w:rsidRPr="00B7482D">
        <w:rPr>
          <w:rStyle w:val="normaltextrun"/>
          <w:rFonts w:ascii="Arial" w:hAnsi="Arial" w:cs="Arial"/>
          <w:color w:val="000000" w:themeColor="text1"/>
        </w:rPr>
        <w:t>3</w:t>
      </w:r>
      <w:r w:rsidRPr="00B7482D">
        <w:rPr>
          <w:rStyle w:val="normaltextrun"/>
          <w:rFonts w:ascii="Arial" w:hAnsi="Arial" w:cs="Arial"/>
          <w:color w:val="000000" w:themeColor="text1"/>
        </w:rPr>
        <w:t xml:space="preserve">) LEADER projects. </w:t>
      </w:r>
      <w:r w:rsidRPr="00B7482D">
        <w:rPr>
          <w:rStyle w:val="eop"/>
          <w:rFonts w:ascii="Arial" w:hAnsi="Arial" w:cs="Arial"/>
          <w:color w:val="000000" w:themeColor="text1"/>
        </w:rPr>
        <w:t> </w:t>
      </w:r>
    </w:p>
    <w:p w14:paraId="3385AB6C" w14:textId="633D7D3B" w:rsidR="004D06FD" w:rsidRPr="005917E8" w:rsidRDefault="004D06FD" w:rsidP="00186C27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Style w:val="eop"/>
          <w:rFonts w:ascii="Arial" w:hAnsi="Arial" w:cs="Arial"/>
        </w:rPr>
      </w:pPr>
      <w:r w:rsidRPr="4A006565">
        <w:rPr>
          <w:rStyle w:val="normaltextrun"/>
          <w:rFonts w:ascii="Arial" w:hAnsi="Arial" w:cs="Arial"/>
          <w:b/>
          <w:bCs/>
          <w:color w:val="000000" w:themeColor="text1"/>
        </w:rPr>
        <w:t>Each NN/NSU can submit entries</w:t>
      </w:r>
      <w:r w:rsidRPr="4A006565">
        <w:rPr>
          <w:rStyle w:val="normaltextrun"/>
          <w:rFonts w:ascii="Arial" w:hAnsi="Arial" w:cs="Arial"/>
          <w:color w:val="000000" w:themeColor="text1"/>
        </w:rPr>
        <w:t xml:space="preserve"> for any or all of the four themed categories and is responsible for nominating projects to the most appropriate category.</w:t>
      </w:r>
      <w:r w:rsidRPr="4A006565">
        <w:rPr>
          <w:rStyle w:val="eop"/>
          <w:rFonts w:ascii="Arial" w:hAnsi="Arial" w:cs="Arial"/>
          <w:color w:val="000000" w:themeColor="text1"/>
        </w:rPr>
        <w:t> </w:t>
      </w:r>
      <w:r w:rsidR="00D8071A" w:rsidRPr="1B426EC2">
        <w:rPr>
          <w:rStyle w:val="eop"/>
          <w:rFonts w:ascii="Arial" w:hAnsi="Arial" w:cs="Arial"/>
          <w:color w:val="000000" w:themeColor="text1"/>
        </w:rPr>
        <w:t>A</w:t>
      </w:r>
      <w:r w:rsidRPr="4A006565">
        <w:rPr>
          <w:rStyle w:val="eop"/>
          <w:rFonts w:ascii="Arial" w:hAnsi="Arial" w:cs="Arial"/>
          <w:color w:val="000000" w:themeColor="text1"/>
        </w:rPr>
        <w:t xml:space="preserve"> project can </w:t>
      </w:r>
      <w:r w:rsidR="00D8071A">
        <w:rPr>
          <w:rStyle w:val="eop"/>
          <w:rFonts w:ascii="Arial" w:hAnsi="Arial" w:cs="Arial"/>
          <w:color w:val="000000" w:themeColor="text1"/>
        </w:rPr>
        <w:t xml:space="preserve">only </w:t>
      </w:r>
      <w:r w:rsidRPr="4A006565">
        <w:rPr>
          <w:rStyle w:val="eop"/>
          <w:rFonts w:ascii="Arial" w:hAnsi="Arial" w:cs="Arial"/>
          <w:color w:val="000000" w:themeColor="text1"/>
        </w:rPr>
        <w:t>be nominated in one category!</w:t>
      </w:r>
    </w:p>
    <w:p w14:paraId="323FE3E3" w14:textId="4D102CDA" w:rsidR="005917E8" w:rsidRPr="00A96A7D" w:rsidRDefault="008931F8" w:rsidP="00D13BD1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>
        <w:rPr>
          <w:rStyle w:val="eop"/>
          <w:rFonts w:ascii="Arial" w:hAnsi="Arial" w:cs="Arial"/>
          <w:color w:val="000000" w:themeColor="text1"/>
        </w:rPr>
        <w:lastRenderedPageBreak/>
        <w:t xml:space="preserve">Projects from </w:t>
      </w:r>
      <w:r w:rsidRPr="008931F8">
        <w:rPr>
          <w:rStyle w:val="eop"/>
          <w:rFonts w:ascii="Arial" w:hAnsi="Arial" w:cs="Arial"/>
          <w:b/>
          <w:bCs/>
          <w:color w:val="000000" w:themeColor="text1"/>
        </w:rPr>
        <w:t>operational groups</w:t>
      </w:r>
      <w:r w:rsidR="005917E8">
        <w:rPr>
          <w:rStyle w:val="eop"/>
          <w:rFonts w:ascii="Arial" w:hAnsi="Arial" w:cs="Arial"/>
          <w:color w:val="000000" w:themeColor="text1"/>
        </w:rPr>
        <w:t xml:space="preserve"> that</w:t>
      </w:r>
      <w:r>
        <w:rPr>
          <w:rStyle w:val="eop"/>
          <w:rFonts w:ascii="Arial" w:hAnsi="Arial" w:cs="Arial"/>
          <w:color w:val="000000" w:themeColor="text1"/>
        </w:rPr>
        <w:t xml:space="preserve"> were submitted in the EIP AGRI Awards are allowed to participate in the ARIA Awards unless they </w:t>
      </w:r>
      <w:r w:rsidR="003B67F0">
        <w:rPr>
          <w:rStyle w:val="eop"/>
          <w:rFonts w:ascii="Arial" w:hAnsi="Arial" w:cs="Arial"/>
          <w:color w:val="000000" w:themeColor="text1"/>
        </w:rPr>
        <w:t>win</w:t>
      </w:r>
      <w:r>
        <w:rPr>
          <w:rStyle w:val="eop"/>
          <w:rFonts w:ascii="Arial" w:hAnsi="Arial" w:cs="Arial"/>
          <w:color w:val="000000" w:themeColor="text1"/>
        </w:rPr>
        <w:t xml:space="preserve"> an award at the EIP AGRI edition.  </w:t>
      </w:r>
    </w:p>
    <w:p w14:paraId="2A0E1F02" w14:textId="513CB71B" w:rsidR="004D06FD" w:rsidRPr="00A96A7D" w:rsidRDefault="004D06FD" w:rsidP="00D13BD1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Style w:val="eop"/>
          <w:rFonts w:ascii="Arial" w:hAnsi="Arial" w:cs="Arial"/>
        </w:rPr>
      </w:pPr>
      <w:r w:rsidRPr="4A006565">
        <w:rPr>
          <w:rStyle w:val="normaltextrun"/>
          <w:rFonts w:ascii="Arial" w:hAnsi="Arial" w:cs="Arial"/>
          <w:color w:val="000000" w:themeColor="text1"/>
        </w:rPr>
        <w:t xml:space="preserve">The templates must be submitted in </w:t>
      </w:r>
      <w:r w:rsidRPr="4A006565">
        <w:rPr>
          <w:rStyle w:val="normaltextrun"/>
          <w:rFonts w:ascii="Arial" w:hAnsi="Arial" w:cs="Arial"/>
          <w:b/>
          <w:bCs/>
          <w:color w:val="000000" w:themeColor="text1"/>
        </w:rPr>
        <w:t>English</w:t>
      </w:r>
      <w:r w:rsidR="0E43E3AF" w:rsidRPr="4A006565">
        <w:rPr>
          <w:rStyle w:val="normaltextrun"/>
          <w:rFonts w:ascii="Arial" w:hAnsi="Arial" w:cs="Arial"/>
          <w:b/>
          <w:bCs/>
          <w:color w:val="000000" w:themeColor="text1"/>
        </w:rPr>
        <w:t xml:space="preserve"> </w:t>
      </w:r>
      <w:r w:rsidR="0E43E3AF" w:rsidRPr="4A006565">
        <w:rPr>
          <w:rStyle w:val="normaltextrun"/>
          <w:rFonts w:ascii="Arial" w:hAnsi="Arial" w:cs="Arial"/>
          <w:color w:val="000000" w:themeColor="text1"/>
        </w:rPr>
        <w:t>and in</w:t>
      </w:r>
      <w:r w:rsidR="0E43E3AF" w:rsidRPr="4A006565">
        <w:rPr>
          <w:rStyle w:val="normaltextrun"/>
          <w:rFonts w:ascii="Arial" w:hAnsi="Arial" w:cs="Arial"/>
          <w:b/>
          <w:bCs/>
          <w:color w:val="000000" w:themeColor="text1"/>
        </w:rPr>
        <w:t xml:space="preserve"> Word </w:t>
      </w:r>
      <w:r w:rsidR="0E43E3AF" w:rsidRPr="4A006565">
        <w:rPr>
          <w:rStyle w:val="normaltextrun"/>
          <w:rFonts w:ascii="Arial" w:hAnsi="Arial" w:cs="Arial"/>
          <w:color w:val="000000" w:themeColor="text1"/>
        </w:rPr>
        <w:t>(please do not share PDF files)</w:t>
      </w:r>
      <w:r w:rsidRPr="4A006565">
        <w:rPr>
          <w:rStyle w:val="normaltextrun"/>
          <w:rFonts w:ascii="Arial" w:hAnsi="Arial" w:cs="Arial"/>
          <w:color w:val="000000" w:themeColor="text1"/>
        </w:rPr>
        <w:t>. </w:t>
      </w:r>
      <w:r w:rsidRPr="4A006565">
        <w:rPr>
          <w:rStyle w:val="eop"/>
          <w:rFonts w:ascii="Arial" w:hAnsi="Arial" w:cs="Arial"/>
          <w:color w:val="000000" w:themeColor="text1"/>
        </w:rPr>
        <w:t> </w:t>
      </w:r>
    </w:p>
    <w:p w14:paraId="4DDBFA8E" w14:textId="3CD0E4D8" w:rsidR="00652658" w:rsidRPr="002211A1" w:rsidRDefault="004D06FD" w:rsidP="00D13BD1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Style w:val="eop"/>
          <w:rFonts w:ascii="Arial" w:hAnsi="Arial" w:cs="Arial"/>
        </w:rPr>
      </w:pPr>
      <w:r w:rsidRPr="4A006565">
        <w:rPr>
          <w:rStyle w:val="normaltextrun"/>
          <w:rFonts w:ascii="Arial" w:hAnsi="Arial" w:cs="Arial"/>
          <w:color w:val="000000" w:themeColor="text1"/>
        </w:rPr>
        <w:t xml:space="preserve">All final project nominations by </w:t>
      </w:r>
      <w:r w:rsidRPr="4A006565">
        <w:rPr>
          <w:rStyle w:val="normaltextrun"/>
          <w:rFonts w:ascii="Arial" w:hAnsi="Arial" w:cs="Arial"/>
          <w:b/>
          <w:bCs/>
          <w:color w:val="000000" w:themeColor="text1"/>
        </w:rPr>
        <w:t xml:space="preserve">NNs/NSUs must be submitted to the </w:t>
      </w:r>
      <w:r w:rsidR="74D3917A" w:rsidRPr="4A006565">
        <w:rPr>
          <w:rStyle w:val="normaltextrun"/>
          <w:rFonts w:ascii="Arial" w:hAnsi="Arial" w:cs="Arial"/>
          <w:b/>
          <w:bCs/>
          <w:color w:val="000000" w:themeColor="text1"/>
        </w:rPr>
        <w:t>EU CAP Network</w:t>
      </w:r>
      <w:r w:rsidRPr="4A006565">
        <w:rPr>
          <w:rStyle w:val="normaltextrun"/>
          <w:rFonts w:ascii="Arial" w:hAnsi="Arial" w:cs="Arial"/>
          <w:color w:val="000000" w:themeColor="text1"/>
        </w:rPr>
        <w:t xml:space="preserve"> </w:t>
      </w:r>
      <w:r w:rsidRPr="4A006565">
        <w:rPr>
          <w:rStyle w:val="normaltextrun"/>
          <w:rFonts w:ascii="Arial" w:hAnsi="Arial" w:cs="Arial"/>
          <w:b/>
          <w:bCs/>
          <w:color w:val="000000" w:themeColor="text1"/>
        </w:rPr>
        <w:t xml:space="preserve">by </w:t>
      </w:r>
      <w:r w:rsidR="00E91360" w:rsidRPr="4A006565">
        <w:rPr>
          <w:rStyle w:val="normaltextrun"/>
          <w:rFonts w:ascii="Arial" w:hAnsi="Arial" w:cs="Arial"/>
          <w:b/>
          <w:bCs/>
          <w:color w:val="000000" w:themeColor="text1"/>
        </w:rPr>
        <w:t>2</w:t>
      </w:r>
      <w:r w:rsidR="1B064A1C" w:rsidRPr="4A006565">
        <w:rPr>
          <w:rStyle w:val="normaltextrun"/>
          <w:rFonts w:ascii="Arial" w:hAnsi="Arial" w:cs="Arial"/>
          <w:b/>
          <w:bCs/>
          <w:color w:val="000000" w:themeColor="text1"/>
        </w:rPr>
        <w:t>2</w:t>
      </w:r>
      <w:r w:rsidR="00E91360" w:rsidRPr="4A006565">
        <w:rPr>
          <w:rStyle w:val="normaltextrun"/>
          <w:rFonts w:ascii="Arial" w:hAnsi="Arial" w:cs="Arial"/>
          <w:b/>
          <w:bCs/>
          <w:color w:val="000000" w:themeColor="text1"/>
        </w:rPr>
        <w:t xml:space="preserve"> July</w:t>
      </w:r>
      <w:r w:rsidRPr="4A006565">
        <w:rPr>
          <w:rStyle w:val="normaltextrun"/>
          <w:rFonts w:ascii="Arial" w:hAnsi="Arial" w:cs="Arial"/>
          <w:color w:val="000000" w:themeColor="text1"/>
        </w:rPr>
        <w:t>. This date will only be communicated to NSUs, who can select their own deadlines for project submission.</w:t>
      </w:r>
      <w:r w:rsidRPr="4A006565">
        <w:rPr>
          <w:rStyle w:val="eop"/>
          <w:rFonts w:ascii="Arial" w:hAnsi="Arial" w:cs="Arial"/>
          <w:color w:val="000000" w:themeColor="text1"/>
        </w:rPr>
        <w:t> </w:t>
      </w:r>
    </w:p>
    <w:p w14:paraId="64B941F9" w14:textId="058F5CF0" w:rsidR="002211A1" w:rsidRPr="008931F8" w:rsidRDefault="002211A1" w:rsidP="00D13BD1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2319AFF8">
        <w:rPr>
          <w:rStyle w:val="eop"/>
          <w:rFonts w:ascii="Arial" w:hAnsi="Arial" w:cs="Arial"/>
          <w:color w:val="000000" w:themeColor="text1"/>
        </w:rPr>
        <w:t xml:space="preserve">An online environment will be </w:t>
      </w:r>
      <w:r w:rsidR="00F35F30" w:rsidRPr="2319AFF8">
        <w:rPr>
          <w:rStyle w:val="eop"/>
          <w:rFonts w:ascii="Arial" w:hAnsi="Arial" w:cs="Arial"/>
          <w:color w:val="000000" w:themeColor="text1"/>
        </w:rPr>
        <w:t xml:space="preserve">used to upload applications and </w:t>
      </w:r>
      <w:r w:rsidR="4FA53BA5" w:rsidRPr="2319AFF8">
        <w:rPr>
          <w:rStyle w:val="eop"/>
          <w:rFonts w:ascii="Arial" w:hAnsi="Arial" w:cs="Arial"/>
          <w:color w:val="000000" w:themeColor="text1"/>
        </w:rPr>
        <w:t xml:space="preserve">all </w:t>
      </w:r>
      <w:r w:rsidR="00F35F30" w:rsidRPr="2319AFF8">
        <w:rPr>
          <w:rStyle w:val="eop"/>
          <w:rFonts w:ascii="Arial" w:hAnsi="Arial" w:cs="Arial"/>
          <w:color w:val="000000" w:themeColor="text1"/>
        </w:rPr>
        <w:t>visual material.</w:t>
      </w:r>
    </w:p>
    <w:p w14:paraId="59DCDFA2" w14:textId="735E699B" w:rsidR="004D06FD" w:rsidRPr="00A96A7D" w:rsidRDefault="004D06FD" w:rsidP="00D13BD1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rPr>
          <w:rStyle w:val="eop"/>
          <w:rFonts w:ascii="Arial" w:hAnsi="Arial" w:cs="Arial"/>
          <w:color w:val="000000" w:themeColor="text1"/>
        </w:rPr>
      </w:pPr>
      <w:r w:rsidRPr="00A96A7D">
        <w:rPr>
          <w:rStyle w:val="eop"/>
          <w:rFonts w:ascii="Arial" w:hAnsi="Arial" w:cs="Arial"/>
          <w:color w:val="000000" w:themeColor="text1"/>
        </w:rPr>
        <w:t xml:space="preserve">Evaluation will start in </w:t>
      </w:r>
      <w:r w:rsidR="005917E8">
        <w:rPr>
          <w:rStyle w:val="eop"/>
          <w:rFonts w:ascii="Arial" w:hAnsi="Arial" w:cs="Arial"/>
          <w:color w:val="000000" w:themeColor="text1"/>
        </w:rPr>
        <w:t>August</w:t>
      </w:r>
      <w:r w:rsidR="00CD61C7">
        <w:rPr>
          <w:rStyle w:val="eop"/>
          <w:rFonts w:ascii="Arial" w:hAnsi="Arial" w:cs="Arial"/>
          <w:color w:val="000000" w:themeColor="text1"/>
        </w:rPr>
        <w:t>,</w:t>
      </w:r>
      <w:r w:rsidR="005917E8">
        <w:rPr>
          <w:rStyle w:val="eop"/>
          <w:rFonts w:ascii="Arial" w:hAnsi="Arial" w:cs="Arial"/>
          <w:color w:val="000000" w:themeColor="text1"/>
        </w:rPr>
        <w:t xml:space="preserve"> </w:t>
      </w:r>
      <w:r w:rsidRPr="00A96A7D">
        <w:rPr>
          <w:rStyle w:val="eop"/>
          <w:rFonts w:ascii="Arial" w:hAnsi="Arial" w:cs="Arial"/>
          <w:color w:val="000000" w:themeColor="text1"/>
        </w:rPr>
        <w:t xml:space="preserve">and further information about the applications will be shared in </w:t>
      </w:r>
      <w:r w:rsidR="005917E8">
        <w:rPr>
          <w:rStyle w:val="normaltextrun"/>
          <w:rFonts w:ascii="Arial" w:hAnsi="Arial" w:cs="Arial"/>
          <w:color w:val="000000"/>
        </w:rPr>
        <w:t>Septembe</w:t>
      </w:r>
      <w:r w:rsidRPr="00A96A7D">
        <w:rPr>
          <w:rStyle w:val="normaltextrun"/>
          <w:rFonts w:ascii="Arial" w:hAnsi="Arial" w:cs="Arial"/>
          <w:color w:val="000000"/>
        </w:rPr>
        <w:t>r</w:t>
      </w:r>
      <w:r w:rsidR="00C916A5" w:rsidRPr="00A96A7D">
        <w:rPr>
          <w:rStyle w:val="normaltextrun"/>
          <w:rFonts w:ascii="Arial" w:hAnsi="Arial" w:cs="Arial"/>
          <w:color w:val="000000"/>
        </w:rPr>
        <w:t>.</w:t>
      </w:r>
    </w:p>
    <w:p w14:paraId="097C42CA" w14:textId="3ED526C3" w:rsidR="004D06FD" w:rsidRPr="00A96A7D" w:rsidRDefault="004D06FD" w:rsidP="00D13BD1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color w:val="000000" w:themeColor="text1"/>
        </w:rPr>
        <w:t>There will be 24 shortlisted candidates and</w:t>
      </w:r>
      <w:r w:rsidRPr="00A96A7D" w:rsidDel="00172A22">
        <w:rPr>
          <w:rStyle w:val="normaltextrun"/>
          <w:rFonts w:ascii="Arial" w:hAnsi="Arial" w:cs="Arial"/>
          <w:color w:val="000000" w:themeColor="text1"/>
        </w:rPr>
        <w:t xml:space="preserve"> </w:t>
      </w:r>
      <w:r w:rsidR="00172A22">
        <w:rPr>
          <w:rStyle w:val="normaltextrun"/>
          <w:rFonts w:ascii="Arial" w:hAnsi="Arial" w:cs="Arial"/>
          <w:color w:val="000000" w:themeColor="text1"/>
        </w:rPr>
        <w:t>six</w:t>
      </w:r>
      <w:r w:rsidRPr="00A96A7D">
        <w:rPr>
          <w:rStyle w:val="normaltextrun"/>
          <w:rFonts w:ascii="Arial" w:hAnsi="Arial" w:cs="Arial"/>
          <w:color w:val="000000" w:themeColor="text1"/>
        </w:rPr>
        <w:t xml:space="preserve"> prize winners.</w:t>
      </w:r>
      <w:r w:rsidRPr="00A96A7D">
        <w:rPr>
          <w:rStyle w:val="eop"/>
          <w:rFonts w:ascii="Arial" w:hAnsi="Arial" w:cs="Arial"/>
          <w:color w:val="000000" w:themeColor="text1"/>
        </w:rPr>
        <w:t> </w:t>
      </w:r>
    </w:p>
    <w:p w14:paraId="7F1AF94D" w14:textId="1BAF2C3C" w:rsidR="004D06FD" w:rsidRPr="005917E8" w:rsidRDefault="004D06FD" w:rsidP="00D13BD1">
      <w:pPr>
        <w:pStyle w:val="paragraph"/>
        <w:numPr>
          <w:ilvl w:val="0"/>
          <w:numId w:val="40"/>
        </w:numPr>
        <w:spacing w:before="0" w:beforeAutospacing="0" w:after="0" w:afterAutospacing="0" w:line="259" w:lineRule="auto"/>
        <w:jc w:val="both"/>
        <w:textAlignment w:val="baseline"/>
        <w:rPr>
          <w:rStyle w:val="normaltextrun"/>
          <w:rFonts w:ascii="Arial" w:hAnsi="Arial" w:cs="Arial"/>
        </w:rPr>
      </w:pPr>
      <w:r w:rsidRPr="4A006565">
        <w:rPr>
          <w:rStyle w:val="normaltextrun"/>
          <w:rFonts w:ascii="Arial" w:hAnsi="Arial" w:cs="Arial"/>
          <w:color w:val="000000" w:themeColor="text1"/>
        </w:rPr>
        <w:t>No previously</w:t>
      </w:r>
      <w:r w:rsidR="00673E13" w:rsidRPr="4A006565">
        <w:rPr>
          <w:rStyle w:val="normaltextrun"/>
          <w:rFonts w:ascii="Arial" w:hAnsi="Arial" w:cs="Arial"/>
          <w:color w:val="0563C1"/>
        </w:rPr>
        <w:t xml:space="preserve"> </w:t>
      </w:r>
      <w:r w:rsidRPr="4A006565">
        <w:rPr>
          <w:rStyle w:val="normaltextrun"/>
          <w:rFonts w:ascii="Arial" w:hAnsi="Arial" w:cs="Arial"/>
          <w:b/>
          <w:bCs/>
          <w:color w:val="000000" w:themeColor="text1"/>
        </w:rPr>
        <w:t>shortlisted</w:t>
      </w:r>
      <w:r w:rsidRPr="4A006565">
        <w:rPr>
          <w:rStyle w:val="normaltextrun"/>
          <w:rFonts w:ascii="Arial" w:hAnsi="Arial" w:cs="Arial"/>
          <w:color w:val="000000" w:themeColor="text1"/>
        </w:rPr>
        <w:t xml:space="preserve"> RIA</w:t>
      </w:r>
      <w:r w:rsidR="005917E8" w:rsidRPr="4A006565">
        <w:rPr>
          <w:rStyle w:val="normaltextrun"/>
          <w:rFonts w:ascii="Arial" w:hAnsi="Arial" w:cs="Arial"/>
          <w:color w:val="000000" w:themeColor="text1"/>
        </w:rPr>
        <w:t>/ARIA</w:t>
      </w:r>
      <w:r w:rsidRPr="4A006565">
        <w:rPr>
          <w:rStyle w:val="normaltextrun"/>
          <w:rFonts w:ascii="Arial" w:hAnsi="Arial" w:cs="Arial"/>
          <w:color w:val="000000" w:themeColor="text1"/>
        </w:rPr>
        <w:t xml:space="preserve"> entries may be (re)submitted. </w:t>
      </w:r>
    </w:p>
    <w:p w14:paraId="105DAFEC" w14:textId="77777777" w:rsidR="005917E8" w:rsidRPr="00A96A7D" w:rsidRDefault="005917E8" w:rsidP="00D13BD1">
      <w:pPr>
        <w:pStyle w:val="paragraph"/>
        <w:spacing w:before="0" w:beforeAutospacing="0" w:after="0" w:afterAutospacing="0" w:line="259" w:lineRule="auto"/>
        <w:ind w:left="360"/>
        <w:jc w:val="both"/>
        <w:textAlignment w:val="baseline"/>
        <w:rPr>
          <w:rFonts w:ascii="Arial" w:hAnsi="Arial" w:cs="Arial"/>
        </w:rPr>
      </w:pPr>
    </w:p>
    <w:p w14:paraId="11153A35" w14:textId="4976D0D7" w:rsidR="004D06FD" w:rsidRPr="00A96A7D" w:rsidRDefault="004D06FD" w:rsidP="00D13BD1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</w:p>
    <w:p w14:paraId="7666CB55" w14:textId="049A9346" w:rsidR="004D06FD" w:rsidRPr="00A96A7D" w:rsidRDefault="004D06FD" w:rsidP="00D13BD1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</w:rPr>
      </w:pPr>
      <w:r w:rsidRPr="00A96A7D">
        <w:rPr>
          <w:rStyle w:val="normaltextrun"/>
          <w:rFonts w:ascii="Arial" w:hAnsi="Arial" w:cs="Arial"/>
          <w:b/>
        </w:rPr>
        <w:t xml:space="preserve">Please ask any </w:t>
      </w:r>
      <w:r w:rsidR="009931F8" w:rsidRPr="00A96A7D">
        <w:rPr>
          <w:rStyle w:val="normaltextrun"/>
          <w:rFonts w:ascii="Arial" w:hAnsi="Arial" w:cs="Arial"/>
          <w:b/>
        </w:rPr>
        <w:t>questions</w:t>
      </w:r>
      <w:r w:rsidRPr="00A96A7D">
        <w:rPr>
          <w:rStyle w:val="normaltextrun"/>
          <w:rFonts w:ascii="Arial" w:hAnsi="Arial" w:cs="Arial"/>
          <w:b/>
        </w:rPr>
        <w:t xml:space="preserve"> to: </w:t>
      </w:r>
      <w:r w:rsidRPr="00A96A7D">
        <w:rPr>
          <w:rStyle w:val="normaltextrun"/>
          <w:rFonts w:ascii="Arial" w:hAnsi="Arial" w:cs="Arial"/>
          <w:bCs/>
          <w:color w:val="0563C1"/>
          <w:u w:val="single"/>
        </w:rPr>
        <w:t>aria@eucapnetwork.eu</w:t>
      </w:r>
      <w:r w:rsidR="00A96A7D" w:rsidRPr="00A96A7D">
        <w:rPr>
          <w:rStyle w:val="normaltextrun"/>
          <w:rFonts w:ascii="Arial" w:hAnsi="Arial" w:cs="Arial"/>
          <w:b/>
        </w:rPr>
        <w:t>.</w:t>
      </w:r>
    </w:p>
    <w:p w14:paraId="5D356CDA" w14:textId="1314127E" w:rsidR="00EB502E" w:rsidRPr="00EB502E" w:rsidRDefault="004D06FD" w:rsidP="00D13BD1">
      <w:pPr>
        <w:pStyle w:val="paragraph"/>
        <w:spacing w:before="0" w:beforeAutospacing="0" w:after="0" w:afterAutospacing="0" w:line="259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96A7D">
        <w:br w:type="column"/>
      </w:r>
    </w:p>
    <w:p w14:paraId="219C4D2B" w14:textId="77777777" w:rsidR="00EB502E" w:rsidRDefault="004D06FD" w:rsidP="00EB502E">
      <w:pPr>
        <w:pStyle w:val="Titre1"/>
        <w:contextualSpacing/>
        <w:jc w:val="center"/>
      </w:pPr>
      <w:r>
        <w:t>Agriculture &amp; Rural Inspiration Awards 202</w:t>
      </w:r>
      <w:r w:rsidR="657AEDA9">
        <w:t>5</w:t>
      </w:r>
    </w:p>
    <w:p w14:paraId="097278F1" w14:textId="77777777" w:rsidR="00EB502E" w:rsidRDefault="00EB502E" w:rsidP="00EB502E">
      <w:pPr>
        <w:pStyle w:val="Titre1"/>
        <w:contextualSpacing/>
        <w:jc w:val="center"/>
      </w:pPr>
    </w:p>
    <w:p w14:paraId="7D7DE481" w14:textId="044941EB" w:rsidR="004D06FD" w:rsidRPr="00EB502E" w:rsidRDefault="00E74C5B" w:rsidP="00EB502E">
      <w:pPr>
        <w:pStyle w:val="Titre1"/>
        <w:contextualSpacing/>
        <w:jc w:val="center"/>
      </w:pPr>
      <w:r>
        <w:t>Application form</w:t>
      </w:r>
    </w:p>
    <w:p w14:paraId="61B41296" w14:textId="77777777" w:rsidR="004D06FD" w:rsidRPr="004D06FD" w:rsidRDefault="004D06FD" w:rsidP="004D06FD">
      <w:pPr>
        <w:textAlignment w:val="baseline"/>
        <w:rPr>
          <w:rFonts w:eastAsia="Times New Roman"/>
          <w:b/>
          <w:color w:val="6A8A1E" w:themeColor="accent1" w:themeShade="BF"/>
          <w:sz w:val="20"/>
          <w:szCs w:val="20"/>
          <w:lang w:val="en-GB"/>
        </w:rPr>
      </w:pPr>
    </w:p>
    <w:p w14:paraId="5439E9B8" w14:textId="78354B93" w:rsidR="004D06FD" w:rsidRPr="00A32EC4" w:rsidRDefault="004D06FD" w:rsidP="2319AFF8">
      <w:pPr>
        <w:textAlignment w:val="baseline"/>
        <w:rPr>
          <w:rFonts w:eastAsia="Times New Roman"/>
          <w:color w:val="8FB929"/>
          <w:sz w:val="22"/>
          <w:szCs w:val="22"/>
          <w:lang w:val="en-GB"/>
        </w:rPr>
      </w:pPr>
      <w:r w:rsidRPr="00A32EC4">
        <w:rPr>
          <w:rFonts w:eastAsia="Times New Roman"/>
          <w:b/>
          <w:bCs/>
          <w:color w:val="8FB929"/>
          <w:sz w:val="22"/>
          <w:szCs w:val="22"/>
          <w:lang w:val="en-GB"/>
        </w:rPr>
        <w:t>Competition category</w:t>
      </w:r>
      <w:r w:rsidRPr="00A32EC4">
        <w:rPr>
          <w:rFonts w:eastAsia="Times New Roman"/>
          <w:color w:val="8FB929"/>
          <w:sz w:val="22"/>
          <w:szCs w:val="22"/>
          <w:lang w:val="en-GB"/>
        </w:rPr>
        <w:t> </w:t>
      </w:r>
    </w:p>
    <w:p w14:paraId="4CC820E5" w14:textId="77777777" w:rsidR="004D06FD" w:rsidRPr="003918ED" w:rsidRDefault="004D06FD" w:rsidP="004D06FD">
      <w:pPr>
        <w:textAlignment w:val="baseline"/>
        <w:rPr>
          <w:rFonts w:eastAsia="Times New Roman"/>
          <w:i/>
          <w:sz w:val="22"/>
          <w:szCs w:val="22"/>
          <w:lang w:val="en-GB"/>
        </w:rPr>
      </w:pPr>
      <w:r w:rsidRPr="003918ED">
        <w:rPr>
          <w:rFonts w:eastAsia="Times New Roman"/>
          <w:i/>
          <w:sz w:val="22"/>
          <w:szCs w:val="22"/>
          <w:lang w:val="en-GB"/>
        </w:rPr>
        <w:t>Please</w:t>
      </w:r>
      <w:r w:rsidRPr="003918ED">
        <w:rPr>
          <w:rFonts w:eastAsia="Times New Roman"/>
          <w:b/>
          <w:sz w:val="22"/>
          <w:szCs w:val="22"/>
          <w:lang w:val="en-GB"/>
        </w:rPr>
        <w:t xml:space="preserve"> </w:t>
      </w:r>
      <w:r w:rsidRPr="003918ED">
        <w:rPr>
          <w:rFonts w:eastAsia="Times New Roman"/>
          <w:i/>
          <w:sz w:val="22"/>
          <w:szCs w:val="22"/>
          <w:lang w:val="en-GB"/>
        </w:rPr>
        <w:t>assign only one category from the drop-down menu.</w:t>
      </w:r>
    </w:p>
    <w:sdt>
      <w:sdtPr>
        <w:rPr>
          <w:rFonts w:eastAsia="Times New Roman"/>
          <w:sz w:val="22"/>
          <w:szCs w:val="22"/>
        </w:rPr>
        <w:id w:val="-1505348770"/>
        <w:placeholder>
          <w:docPart w:val="945E16608A2E4BDC85AB335FAC2562C9"/>
        </w:placeholder>
        <w:showingPlcHdr/>
        <w:dropDownList>
          <w:listItem w:value="Choose an item."/>
          <w:listItem w:displayText="Smart &amp; competitive agriculture" w:value="Smart &amp; competitive agriculture"/>
          <w:listItem w:displayText="Environmental protection" w:value="Environmental protection"/>
          <w:listItem w:displayText="Socio-economic fabric of rural areas" w:value="Socio-economic fabric of rural areas"/>
          <w:listItem w:displayText="Generational Renewal" w:value="Generational Renewal"/>
        </w:dropDownList>
      </w:sdtPr>
      <w:sdtContent>
        <w:p w14:paraId="34A2BDFE" w14:textId="1D037A0F" w:rsidR="004D06FD" w:rsidRPr="004D06FD" w:rsidRDefault="00DE3BC4" w:rsidP="004D06FD">
          <w:pPr>
            <w:textAlignment w:val="baseline"/>
            <w:rPr>
              <w:rFonts w:eastAsia="Times New Roman"/>
              <w:sz w:val="22"/>
              <w:szCs w:val="22"/>
            </w:rPr>
          </w:pPr>
          <w:r w:rsidRPr="003918ED">
            <w:rPr>
              <w:rStyle w:val="Textedelespacerserv"/>
            </w:rPr>
            <w:t>Choose an item.</w:t>
          </w:r>
        </w:p>
      </w:sdtContent>
    </w:sdt>
    <w:p w14:paraId="15EB8A9F" w14:textId="06D85426" w:rsidR="00336B0E" w:rsidRPr="00007C5F" w:rsidRDefault="004D06FD" w:rsidP="00F40136">
      <w:pPr>
        <w:textAlignment w:val="baseline"/>
        <w:rPr>
          <w:rFonts w:eastAsia="Times New Roman"/>
          <w:sz w:val="22"/>
          <w:szCs w:val="22"/>
        </w:rPr>
      </w:pPr>
      <w:r w:rsidRPr="004D06FD">
        <w:rPr>
          <w:rFonts w:eastAsia="Times New Roman"/>
          <w:b/>
          <w:sz w:val="22"/>
          <w:szCs w:val="22"/>
        </w:rPr>
        <w:t>​</w:t>
      </w:r>
      <w:r w:rsidRPr="004D06FD">
        <w:rPr>
          <w:rFonts w:eastAsia="Times New Roman"/>
          <w:color w:val="6A8A1E" w:themeColor="accent1" w:themeShade="BF"/>
          <w:sz w:val="22"/>
          <w:szCs w:val="22"/>
        </w:rPr>
        <w:t> </w:t>
      </w:r>
    </w:p>
    <w:p w14:paraId="08A6E52F" w14:textId="7336BC87" w:rsidR="004D06FD" w:rsidRPr="00A32EC4" w:rsidRDefault="004D06FD" w:rsidP="004D06FD">
      <w:pPr>
        <w:textAlignment w:val="baseline"/>
        <w:rPr>
          <w:rStyle w:val="eop"/>
          <w:rFonts w:eastAsia="Times New Roman"/>
          <w:color w:val="8FB929"/>
          <w:sz w:val="22"/>
          <w:szCs w:val="22"/>
        </w:rPr>
      </w:pPr>
      <w:r w:rsidRPr="00A32EC4">
        <w:rPr>
          <w:rFonts w:eastAsia="Times New Roman"/>
          <w:b/>
          <w:color w:val="8FB929"/>
          <w:sz w:val="22"/>
          <w:szCs w:val="22"/>
        </w:rPr>
        <w:t xml:space="preserve">Project </w:t>
      </w:r>
      <w:proofErr w:type="spellStart"/>
      <w:r w:rsidRPr="00A32EC4">
        <w:rPr>
          <w:rFonts w:eastAsia="Times New Roman"/>
          <w:b/>
          <w:color w:val="8FB929"/>
          <w:sz w:val="22"/>
          <w:szCs w:val="22"/>
        </w:rPr>
        <w:t>title</w:t>
      </w:r>
      <w:proofErr w:type="spellEnd"/>
      <w:r w:rsidRPr="00A32EC4">
        <w:rPr>
          <w:rFonts w:eastAsia="Times New Roman"/>
          <w:color w:val="8FB929"/>
          <w:sz w:val="22"/>
          <w:szCs w:val="22"/>
        </w:rPr>
        <w:t>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4D06FD" w14:paraId="771A51B0" w14:textId="77777777">
        <w:tc>
          <w:tcPr>
            <w:tcW w:w="9016" w:type="dxa"/>
          </w:tcPr>
          <w:p w14:paraId="05B2EF7B" w14:textId="77777777" w:rsidR="004D06FD" w:rsidRPr="004D06FD" w:rsidRDefault="004D06FD">
            <w:pPr>
              <w:spacing w:line="259" w:lineRule="auto"/>
              <w:textAlignment w:val="baseline"/>
              <w:rPr>
                <w:rFonts w:eastAsia="Times New Roman"/>
                <w:color w:val="6A8A1E" w:themeColor="accent1" w:themeShade="BF"/>
                <w:sz w:val="22"/>
                <w:szCs w:val="22"/>
              </w:rPr>
            </w:pPr>
          </w:p>
          <w:p w14:paraId="3C99E606" w14:textId="77777777" w:rsidR="004D06FD" w:rsidRPr="004D06FD" w:rsidRDefault="004D06FD">
            <w:pPr>
              <w:spacing w:line="259" w:lineRule="auto"/>
              <w:textAlignment w:val="baseline"/>
              <w:rPr>
                <w:rFonts w:eastAsia="Times New Roman"/>
                <w:color w:val="6A8A1E" w:themeColor="accent1" w:themeShade="BF"/>
                <w:sz w:val="22"/>
                <w:szCs w:val="22"/>
              </w:rPr>
            </w:pPr>
          </w:p>
        </w:tc>
      </w:tr>
    </w:tbl>
    <w:p w14:paraId="6703C9D1" w14:textId="77777777" w:rsidR="004D06FD" w:rsidRPr="004D06FD" w:rsidRDefault="004D06FD" w:rsidP="004D06FD">
      <w:pPr>
        <w:pStyle w:val="paragraph"/>
        <w:spacing w:before="0" w:beforeAutospacing="0" w:after="0" w:afterAutospacing="0" w:line="259" w:lineRule="auto"/>
        <w:textAlignment w:val="baseline"/>
        <w:rPr>
          <w:rFonts w:ascii="Arial" w:hAnsi="Arial" w:cs="Arial"/>
          <w:sz w:val="22"/>
          <w:szCs w:val="22"/>
        </w:rPr>
      </w:pPr>
    </w:p>
    <w:p w14:paraId="6BC066ED" w14:textId="1DD8DCC8" w:rsidR="00B30713" w:rsidRPr="00E74C5B" w:rsidRDefault="00B30713" w:rsidP="00B30713">
      <w:pPr>
        <w:textAlignment w:val="baseline"/>
        <w:rPr>
          <w:rFonts w:eastAsia="Times New Roman"/>
          <w:sz w:val="22"/>
          <w:szCs w:val="22"/>
          <w:lang w:val="en-GB"/>
        </w:rPr>
      </w:pPr>
      <w:r w:rsidRPr="00A32EC4">
        <w:rPr>
          <w:rFonts w:eastAsia="Times New Roman"/>
          <w:b/>
          <w:color w:val="8FB929"/>
          <w:sz w:val="22"/>
          <w:szCs w:val="22"/>
          <w:lang w:val="en-GB"/>
        </w:rPr>
        <w:t>Summary of project/action</w:t>
      </w:r>
      <w:r w:rsidR="000E686F" w:rsidRPr="00A32EC4">
        <w:rPr>
          <w:rFonts w:eastAsia="Times New Roman"/>
          <w:b/>
          <w:color w:val="8FB929"/>
          <w:sz w:val="22"/>
          <w:szCs w:val="22"/>
          <w:lang w:val="en-GB"/>
        </w:rPr>
        <w:t>s</w:t>
      </w:r>
      <w:r w:rsidRPr="00A32EC4">
        <w:rPr>
          <w:rFonts w:eastAsia="Times New Roman"/>
          <w:color w:val="8FB929"/>
          <w:sz w:val="22"/>
          <w:szCs w:val="22"/>
          <w:lang w:val="en-GB"/>
        </w:rPr>
        <w:t> </w:t>
      </w:r>
      <w:r w:rsidRPr="00E74C5B">
        <w:rPr>
          <w:rFonts w:eastAsia="Times New Roman"/>
          <w:sz w:val="22"/>
          <w:szCs w:val="22"/>
          <w:lang w:val="en-GB"/>
        </w:rPr>
        <w:t>(max. 200 words)</w:t>
      </w:r>
    </w:p>
    <w:p w14:paraId="1C668EF9" w14:textId="1623048C" w:rsidR="00B30713" w:rsidRPr="00007C5F" w:rsidRDefault="00B30713" w:rsidP="00A32EC4">
      <w:pPr>
        <w:jc w:val="both"/>
        <w:textAlignment w:val="baseline"/>
        <w:rPr>
          <w:rFonts w:eastAsia="Times New Roman"/>
          <w:i/>
          <w:iCs/>
          <w:sz w:val="22"/>
          <w:szCs w:val="22"/>
          <w:lang w:val="en-GB"/>
        </w:rPr>
      </w:pPr>
      <w:r w:rsidRPr="4A006565">
        <w:rPr>
          <w:rFonts w:eastAsia="Times New Roman"/>
          <w:i/>
          <w:iCs/>
          <w:sz w:val="22"/>
          <w:szCs w:val="22"/>
          <w:lang w:val="en-GB"/>
        </w:rPr>
        <w:t xml:space="preserve">Please explain the project in 200 words as if you were talking to a friend. The summary should indicate 1) what was the project about, </w:t>
      </w:r>
      <w:r w:rsidR="003918ED" w:rsidRPr="4A006565">
        <w:rPr>
          <w:rFonts w:eastAsia="Times New Roman"/>
          <w:i/>
          <w:iCs/>
          <w:sz w:val="22"/>
          <w:szCs w:val="22"/>
          <w:lang w:val="en-GB"/>
        </w:rPr>
        <w:t>2</w:t>
      </w:r>
      <w:r w:rsidRPr="4A006565">
        <w:rPr>
          <w:rFonts w:eastAsia="Times New Roman"/>
          <w:i/>
          <w:iCs/>
          <w:sz w:val="22"/>
          <w:szCs w:val="22"/>
          <w:lang w:val="en-GB"/>
        </w:rPr>
        <w:t>) what did it do (activities)</w:t>
      </w:r>
      <w:r w:rsidR="00CD61C7">
        <w:rPr>
          <w:rFonts w:eastAsia="Times New Roman"/>
          <w:i/>
          <w:iCs/>
          <w:sz w:val="22"/>
          <w:szCs w:val="22"/>
          <w:lang w:val="en-GB"/>
        </w:rPr>
        <w:t>,</w:t>
      </w:r>
      <w:r w:rsidRPr="4A006565">
        <w:rPr>
          <w:rFonts w:eastAsia="Times New Roman"/>
          <w:i/>
          <w:iCs/>
          <w:sz w:val="22"/>
          <w:szCs w:val="22"/>
          <w:lang w:val="en-GB"/>
        </w:rPr>
        <w:t xml:space="preserve"> and </w:t>
      </w:r>
      <w:r w:rsidR="003918ED" w:rsidRPr="4A006565">
        <w:rPr>
          <w:rFonts w:eastAsia="Times New Roman"/>
          <w:i/>
          <w:iCs/>
          <w:sz w:val="22"/>
          <w:szCs w:val="22"/>
          <w:lang w:val="en-GB"/>
        </w:rPr>
        <w:t>3</w:t>
      </w:r>
      <w:r w:rsidRPr="4A006565">
        <w:rPr>
          <w:rFonts w:eastAsia="Times New Roman"/>
          <w:i/>
          <w:iCs/>
          <w:sz w:val="22"/>
          <w:szCs w:val="22"/>
          <w:lang w:val="en-GB"/>
        </w:rPr>
        <w:t>) what did it achieve.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918ED" w:rsidRPr="007507F4" w14:paraId="272AD52F" w14:textId="77777777" w:rsidTr="003918ED">
        <w:trPr>
          <w:trHeight w:val="664"/>
        </w:trPr>
        <w:tc>
          <w:tcPr>
            <w:tcW w:w="9060" w:type="dxa"/>
          </w:tcPr>
          <w:p w14:paraId="546AFAF8" w14:textId="77777777" w:rsidR="003918ED" w:rsidRPr="0007415B" w:rsidRDefault="003918ED" w:rsidP="004D06FD">
            <w:pPr>
              <w:textAlignment w:val="baseline"/>
              <w:rPr>
                <w:rFonts w:eastAsia="Times New Roman"/>
                <w:b/>
                <w:color w:val="6A8A1E" w:themeColor="accent1" w:themeShade="BF"/>
                <w:sz w:val="22"/>
                <w:szCs w:val="22"/>
                <w:lang w:val="en-GB"/>
              </w:rPr>
            </w:pPr>
          </w:p>
        </w:tc>
      </w:tr>
    </w:tbl>
    <w:p w14:paraId="00B3CE42" w14:textId="77777777" w:rsidR="00616508" w:rsidRPr="0007415B" w:rsidRDefault="00616508" w:rsidP="004D06FD">
      <w:pPr>
        <w:textAlignment w:val="baseline"/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</w:pPr>
    </w:p>
    <w:p w14:paraId="17623557" w14:textId="4C6D691E" w:rsidR="004D06FD" w:rsidRPr="0007415B" w:rsidRDefault="004D06FD" w:rsidP="004D06FD">
      <w:pPr>
        <w:textAlignment w:val="baseline"/>
        <w:rPr>
          <w:rFonts w:eastAsia="Times New Roman"/>
          <w:sz w:val="22"/>
          <w:szCs w:val="22"/>
          <w:lang w:val="en-GB"/>
        </w:rPr>
      </w:pPr>
      <w:r w:rsidRPr="00A32EC4">
        <w:rPr>
          <w:rFonts w:eastAsia="Times New Roman"/>
          <w:b/>
          <w:color w:val="8FB929"/>
          <w:sz w:val="22"/>
          <w:szCs w:val="22"/>
          <w:lang w:val="en-GB"/>
        </w:rPr>
        <w:t>Context</w:t>
      </w:r>
      <w:r w:rsidRPr="0007415B">
        <w:rPr>
          <w:rFonts w:eastAsia="Times New Roman"/>
          <w:color w:val="6A8A1E" w:themeColor="accent1" w:themeShade="BF"/>
          <w:sz w:val="22"/>
          <w:szCs w:val="22"/>
          <w:lang w:val="en-GB"/>
        </w:rPr>
        <w:t> </w:t>
      </w:r>
      <w:r w:rsidRPr="0007415B">
        <w:rPr>
          <w:rFonts w:eastAsia="Times New Roman"/>
          <w:sz w:val="22"/>
          <w:szCs w:val="22"/>
          <w:lang w:val="en-GB"/>
        </w:rPr>
        <w:t>(max. 250 words)</w:t>
      </w:r>
    </w:p>
    <w:p w14:paraId="2DA4F8FD" w14:textId="77777777" w:rsidR="004D06FD" w:rsidRPr="004D06FD" w:rsidRDefault="004D06FD" w:rsidP="004D06FD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  <w:r w:rsidRPr="004D06FD">
        <w:rPr>
          <w:rFonts w:eastAsia="Times New Roman"/>
          <w:i/>
          <w:iCs/>
          <w:sz w:val="22"/>
          <w:szCs w:val="22"/>
          <w:lang w:val="en-GB"/>
        </w:rPr>
        <w:t>Please give some background information about the beneficiary, the situation, and other information to understand why this project was needed.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7507F4" w14:paraId="2BEC6BCC" w14:textId="77777777">
        <w:trPr>
          <w:trHeight w:val="749"/>
        </w:trPr>
        <w:tc>
          <w:tcPr>
            <w:tcW w:w="9016" w:type="dxa"/>
          </w:tcPr>
          <w:p w14:paraId="2CF0C619" w14:textId="77777777" w:rsidR="004D06FD" w:rsidRPr="004D06FD" w:rsidRDefault="004D06FD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bookmarkStart w:id="0" w:name="_Hlk129782082"/>
          </w:p>
        </w:tc>
      </w:tr>
    </w:tbl>
    <w:bookmarkEnd w:id="0"/>
    <w:p w14:paraId="27F04C39" w14:textId="77777777" w:rsidR="004D06FD" w:rsidRPr="004D06FD" w:rsidRDefault="004D06FD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  <w:lang w:val="en-GB"/>
        </w:rPr>
      </w:pPr>
      <w:r w:rsidRPr="004D06FD">
        <w:rPr>
          <w:rFonts w:eastAsia="Times New Roman"/>
          <w:color w:val="6A8A1E" w:themeColor="accent1" w:themeShade="BF"/>
          <w:sz w:val="22"/>
          <w:szCs w:val="22"/>
          <w:lang w:val="en-GB"/>
        </w:rPr>
        <w:t> </w:t>
      </w:r>
    </w:p>
    <w:p w14:paraId="48A8FBC0" w14:textId="13C1B3DC" w:rsidR="004D06FD" w:rsidRPr="004D06FD" w:rsidRDefault="004D06FD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  <w:lang w:val="en-GB"/>
        </w:rPr>
      </w:pPr>
      <w:r w:rsidRPr="00A32EC4">
        <w:rPr>
          <w:rFonts w:eastAsia="Times New Roman"/>
          <w:b/>
          <w:bCs/>
          <w:color w:val="8FB929"/>
          <w:sz w:val="22"/>
          <w:szCs w:val="22"/>
          <w:lang w:val="en-GB"/>
        </w:rPr>
        <w:t>Aims &amp; Objectives</w:t>
      </w:r>
      <w:r w:rsidRPr="00A32EC4">
        <w:rPr>
          <w:rFonts w:eastAsia="Times New Roman"/>
          <w:color w:val="8FB929"/>
          <w:sz w:val="22"/>
          <w:szCs w:val="22"/>
          <w:lang w:val="en-GB"/>
        </w:rPr>
        <w:t> </w:t>
      </w:r>
      <w:r w:rsidRPr="004D06FD">
        <w:rPr>
          <w:rFonts w:eastAsia="Times New Roman"/>
          <w:color w:val="6A8A1E" w:themeColor="accent1" w:themeShade="BF"/>
          <w:sz w:val="22"/>
          <w:szCs w:val="22"/>
          <w:lang w:val="en-GB"/>
        </w:rPr>
        <w:t>(</w:t>
      </w:r>
      <w:r w:rsidRPr="004D06FD">
        <w:rPr>
          <w:rFonts w:eastAsia="Times New Roman"/>
          <w:i/>
          <w:sz w:val="22"/>
          <w:szCs w:val="22"/>
          <w:lang w:val="en-GB"/>
        </w:rPr>
        <w:t>max</w:t>
      </w:r>
      <w:r w:rsidR="00E74C5B" w:rsidRPr="00E74C5B">
        <w:rPr>
          <w:rFonts w:eastAsia="Times New Roman"/>
          <w:i/>
          <w:sz w:val="22"/>
          <w:szCs w:val="22"/>
          <w:lang w:val="en-GB"/>
        </w:rPr>
        <w:t>.</w:t>
      </w:r>
      <w:r w:rsidRPr="004D06FD">
        <w:rPr>
          <w:rFonts w:eastAsia="Times New Roman"/>
          <w:i/>
          <w:sz w:val="22"/>
          <w:szCs w:val="22"/>
          <w:lang w:val="en-GB"/>
        </w:rPr>
        <w:t xml:space="preserve"> </w:t>
      </w:r>
      <w:r w:rsidRPr="00E74C5B">
        <w:rPr>
          <w:rFonts w:eastAsia="Times New Roman"/>
          <w:i/>
          <w:sz w:val="22"/>
          <w:szCs w:val="22"/>
          <w:lang w:val="en-GB"/>
        </w:rPr>
        <w:t>100 words</w:t>
      </w:r>
      <w:r w:rsidRPr="00E74C5B">
        <w:rPr>
          <w:rFonts w:eastAsia="Times New Roman"/>
          <w:i/>
          <w:color w:val="6A8A1E" w:themeColor="accent1" w:themeShade="BF"/>
          <w:sz w:val="22"/>
          <w:szCs w:val="22"/>
          <w:lang w:val="en-GB"/>
        </w:rPr>
        <w:t xml:space="preserve"> </w:t>
      </w:r>
      <w:r w:rsidRPr="00E74C5B">
        <w:rPr>
          <w:rFonts w:eastAsia="Times New Roman"/>
          <w:i/>
          <w:sz w:val="22"/>
          <w:szCs w:val="22"/>
          <w:lang w:val="en-GB"/>
        </w:rPr>
        <w:t>in bullet points</w:t>
      </w:r>
      <w:r w:rsidRPr="004D06FD">
        <w:rPr>
          <w:rFonts w:eastAsia="Times New Roman"/>
          <w:sz w:val="22"/>
          <w:szCs w:val="22"/>
          <w:lang w:val="en-GB"/>
        </w:rPr>
        <w:t>)</w:t>
      </w:r>
    </w:p>
    <w:p w14:paraId="15CED4D0" w14:textId="14212355" w:rsidR="004D06FD" w:rsidRPr="004D06FD" w:rsidRDefault="004D06FD" w:rsidP="004D06FD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  <w:r w:rsidRPr="004D06FD">
        <w:rPr>
          <w:rFonts w:eastAsia="Times New Roman"/>
          <w:i/>
          <w:iCs/>
          <w:sz w:val="22"/>
          <w:szCs w:val="22"/>
          <w:lang w:val="en-GB"/>
        </w:rPr>
        <w:t xml:space="preserve">In response to the context set out above, what did the project/action hope </w:t>
      </w:r>
      <w:r w:rsidRPr="004D06FD">
        <w:rPr>
          <w:rFonts w:eastAsia="Times New Roman"/>
          <w:b/>
          <w:bCs/>
          <w:i/>
          <w:iCs/>
          <w:sz w:val="22"/>
          <w:szCs w:val="22"/>
          <w:lang w:val="en-GB"/>
        </w:rPr>
        <w:t xml:space="preserve">to achieve </w:t>
      </w:r>
      <w:r w:rsidRPr="004D06FD">
        <w:rPr>
          <w:rFonts w:eastAsia="Times New Roman"/>
          <w:i/>
          <w:iCs/>
          <w:sz w:val="22"/>
          <w:szCs w:val="22"/>
          <w:lang w:val="en-GB"/>
        </w:rPr>
        <w:t>(</w:t>
      </w:r>
      <w:r w:rsidR="00CD61C7" w:rsidRPr="004D06FD">
        <w:rPr>
          <w:rFonts w:eastAsia="Times New Roman"/>
          <w:i/>
          <w:iCs/>
          <w:sz w:val="22"/>
          <w:szCs w:val="22"/>
          <w:lang w:val="en-GB"/>
        </w:rPr>
        <w:t>e.g.</w:t>
      </w:r>
      <w:r w:rsidRPr="004D06FD">
        <w:rPr>
          <w:rFonts w:eastAsia="Times New Roman"/>
          <w:i/>
          <w:iCs/>
          <w:sz w:val="22"/>
          <w:szCs w:val="22"/>
          <w:lang w:val="en-GB"/>
        </w:rPr>
        <w:t xml:space="preserve"> reduce GHG emissions, increase </w:t>
      </w:r>
      <w:r w:rsidR="00673E13">
        <w:rPr>
          <w:rFonts w:eastAsia="Times New Roman"/>
          <w:i/>
          <w:iCs/>
          <w:sz w:val="22"/>
          <w:szCs w:val="22"/>
          <w:lang w:val="en-GB"/>
        </w:rPr>
        <w:t xml:space="preserve">the </w:t>
      </w:r>
      <w:r w:rsidRPr="004D06FD">
        <w:rPr>
          <w:rFonts w:eastAsia="Times New Roman"/>
          <w:i/>
          <w:iCs/>
          <w:sz w:val="22"/>
          <w:szCs w:val="22"/>
          <w:lang w:val="en-GB"/>
        </w:rPr>
        <w:t>number of jobs in an area)? Do not list planned activities here</w:t>
      </w:r>
      <w:r w:rsidR="00DE3BC4">
        <w:rPr>
          <w:rFonts w:eastAsia="Times New Roman"/>
          <w:i/>
          <w:iCs/>
          <w:sz w:val="22"/>
          <w:szCs w:val="22"/>
          <w:lang w:val="en-GB"/>
        </w:rPr>
        <w:t xml:space="preserve">, </w:t>
      </w:r>
      <w:r w:rsidRPr="004D06FD">
        <w:rPr>
          <w:rFonts w:eastAsia="Times New Roman"/>
          <w:i/>
          <w:iCs/>
          <w:sz w:val="22"/>
          <w:szCs w:val="22"/>
          <w:lang w:val="en-GB"/>
        </w:rPr>
        <w:t xml:space="preserve">they will be covered below.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4D06FD" w14:paraId="0FCF8CAE" w14:textId="77777777">
        <w:tc>
          <w:tcPr>
            <w:tcW w:w="9016" w:type="dxa"/>
          </w:tcPr>
          <w:p w14:paraId="3AC6DDCB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7A37915B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40D03D61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</w:tr>
    </w:tbl>
    <w:p w14:paraId="2854ABE8" w14:textId="77777777" w:rsidR="004D06FD" w:rsidRPr="004D06FD" w:rsidRDefault="004D06FD" w:rsidP="004D06FD">
      <w:pPr>
        <w:jc w:val="both"/>
        <w:textAlignment w:val="baseline"/>
        <w:rPr>
          <w:rFonts w:eastAsia="Times New Roman"/>
          <w:sz w:val="22"/>
          <w:szCs w:val="22"/>
        </w:rPr>
      </w:pPr>
    </w:p>
    <w:p w14:paraId="53539BB4" w14:textId="77777777" w:rsidR="004D06FD" w:rsidRPr="004D06FD" w:rsidRDefault="004D06FD" w:rsidP="004D06FD">
      <w:pPr>
        <w:textAlignment w:val="baseline"/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</w:pPr>
      <w:r w:rsidRPr="00A32EC4">
        <w:rPr>
          <w:rFonts w:eastAsia="Times New Roman"/>
          <w:b/>
          <w:color w:val="8FB929"/>
          <w:sz w:val="22"/>
          <w:szCs w:val="22"/>
          <w:lang w:val="en-GB"/>
        </w:rPr>
        <w:t xml:space="preserve">Activities of the project </w:t>
      </w:r>
      <w:r w:rsidRPr="004D06FD">
        <w:rPr>
          <w:rFonts w:eastAsia="Times New Roman"/>
          <w:i/>
          <w:iCs/>
          <w:sz w:val="22"/>
          <w:szCs w:val="22"/>
          <w:lang w:val="en-GB"/>
        </w:rPr>
        <w:t>(max.400 words)</w:t>
      </w:r>
    </w:p>
    <w:p w14:paraId="4989199D" w14:textId="77777777" w:rsidR="004D06FD" w:rsidRPr="004D06FD" w:rsidRDefault="004D06FD" w:rsidP="004D06FD">
      <w:pPr>
        <w:jc w:val="both"/>
        <w:textAlignment w:val="baseline"/>
        <w:rPr>
          <w:rFonts w:eastAsia="Times New Roman"/>
          <w:color w:val="6A8A1E" w:themeColor="accent1" w:themeShade="BF"/>
          <w:sz w:val="22"/>
          <w:szCs w:val="22"/>
          <w:lang w:val="en-GB"/>
        </w:rPr>
      </w:pPr>
      <w:r w:rsidRPr="1B426EC2">
        <w:rPr>
          <w:rFonts w:eastAsia="Times New Roman"/>
          <w:sz w:val="22"/>
          <w:szCs w:val="22"/>
          <w:lang w:val="en-GB"/>
        </w:rPr>
        <w:t xml:space="preserve">When it is a complex project (funded from multiple sources), please explicitly indicate which activities of the project were funded by the CAP. </w:t>
      </w:r>
    </w:p>
    <w:p w14:paraId="2BA871FB" w14:textId="77777777" w:rsidR="004D06FD" w:rsidRPr="004D06FD" w:rsidRDefault="004D06FD" w:rsidP="004D06FD">
      <w:pPr>
        <w:jc w:val="both"/>
        <w:rPr>
          <w:rFonts w:eastAsia="Times New Roman"/>
          <w:i/>
          <w:iCs/>
          <w:sz w:val="22"/>
          <w:szCs w:val="22"/>
          <w:lang w:val="en-GB"/>
        </w:rPr>
      </w:pPr>
    </w:p>
    <w:p w14:paraId="78296AC5" w14:textId="19BAB165" w:rsidR="004D06FD" w:rsidRPr="004D06FD" w:rsidRDefault="004D06FD" w:rsidP="004D06FD">
      <w:pPr>
        <w:jc w:val="both"/>
        <w:textAlignment w:val="baseline"/>
        <w:rPr>
          <w:sz w:val="22"/>
          <w:szCs w:val="22"/>
          <w:lang w:val="en-GB"/>
        </w:rPr>
      </w:pPr>
      <w:r w:rsidRPr="004D06FD">
        <w:rPr>
          <w:rFonts w:eastAsia="Times New Roman"/>
          <w:i/>
          <w:iCs/>
          <w:sz w:val="22"/>
          <w:szCs w:val="22"/>
          <w:lang w:val="en-GB"/>
        </w:rPr>
        <w:t>Please list and explain the activities undertaken in the project in chronological order</w:t>
      </w:r>
      <w:r w:rsidR="00474CD5">
        <w:rPr>
          <w:rFonts w:eastAsia="Times New Roman"/>
          <w:i/>
          <w:iCs/>
          <w:sz w:val="22"/>
          <w:szCs w:val="22"/>
          <w:lang w:val="en-GB"/>
        </w:rPr>
        <w:t xml:space="preserve"> and include dissemination activities</w:t>
      </w:r>
      <w:r w:rsidRPr="004D06FD">
        <w:rPr>
          <w:rFonts w:eastAsia="Times New Roman"/>
          <w:i/>
          <w:iCs/>
          <w:sz w:val="22"/>
          <w:szCs w:val="22"/>
          <w:lang w:val="en-GB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4D06FD" w14:paraId="36A26823" w14:textId="77777777">
        <w:tc>
          <w:tcPr>
            <w:tcW w:w="9016" w:type="dxa"/>
          </w:tcPr>
          <w:p w14:paraId="67F1F76F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48AE3E82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5FA0CB41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</w:tr>
    </w:tbl>
    <w:p w14:paraId="10449185" w14:textId="20FD4CE4" w:rsidR="47BA9D5A" w:rsidRPr="00BE0177" w:rsidRDefault="47BA9D5A" w:rsidP="0045644B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61C3B4E9" w14:textId="1DB5DA68" w:rsidR="5A7B49C6" w:rsidRPr="00BE0177" w:rsidRDefault="29C731AF" w:rsidP="5A7B49C6">
      <w:pPr>
        <w:rPr>
          <w:rFonts w:eastAsia="Times New Roman"/>
          <w:i/>
          <w:iCs/>
          <w:sz w:val="22"/>
          <w:szCs w:val="22"/>
          <w:lang w:val="en-GB"/>
        </w:rPr>
      </w:pPr>
      <w:r w:rsidRPr="00BE0177">
        <w:rPr>
          <w:rFonts w:eastAsia="Times New Roman"/>
          <w:i/>
          <w:iCs/>
          <w:sz w:val="22"/>
          <w:szCs w:val="22"/>
          <w:lang w:val="en-GB"/>
        </w:rPr>
        <w:t xml:space="preserve">What </w:t>
      </w:r>
      <w:r w:rsidR="00BE0177" w:rsidRPr="00BE0177">
        <w:rPr>
          <w:rFonts w:eastAsia="Times New Roman"/>
          <w:i/>
          <w:iCs/>
          <w:sz w:val="22"/>
          <w:szCs w:val="22"/>
          <w:lang w:val="en-GB"/>
        </w:rPr>
        <w:t xml:space="preserve">are or </w:t>
      </w:r>
      <w:r w:rsidRPr="00BE0177">
        <w:rPr>
          <w:rFonts w:eastAsia="Times New Roman"/>
          <w:i/>
          <w:iCs/>
          <w:sz w:val="22"/>
          <w:szCs w:val="22"/>
          <w:lang w:val="en-GB"/>
        </w:rPr>
        <w:t>were the main target groups of the project/initiative</w:t>
      </w:r>
      <w:r w:rsidR="0ED94EC5" w:rsidRPr="00BE0177">
        <w:rPr>
          <w:rFonts w:eastAsia="Times New Roman"/>
          <w:i/>
          <w:iCs/>
          <w:sz w:val="22"/>
          <w:szCs w:val="22"/>
          <w:lang w:val="en-GB"/>
        </w:rPr>
        <w:t xml:space="preserve"> (if applicable)</w:t>
      </w:r>
      <w:r w:rsidRPr="00BE0177">
        <w:rPr>
          <w:rFonts w:eastAsia="Times New Roman"/>
          <w:i/>
          <w:iCs/>
          <w:sz w:val="22"/>
          <w:szCs w:val="22"/>
          <w:lang w:val="en-GB"/>
        </w:rPr>
        <w:t>?</w:t>
      </w:r>
      <w:r w:rsidR="00490126" w:rsidRPr="00BE0177">
        <w:rPr>
          <w:rFonts w:eastAsia="Times New Roman"/>
          <w:i/>
          <w:iCs/>
          <w:sz w:val="22"/>
          <w:szCs w:val="22"/>
          <w:lang w:val="en-GB"/>
        </w:rPr>
        <w:t xml:space="preserve"> Which groups is the project hoping to benefit?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E0177" w14:paraId="657A0F52" w14:textId="77777777" w:rsidTr="00BE0177">
        <w:trPr>
          <w:trHeight w:val="964"/>
        </w:trPr>
        <w:tc>
          <w:tcPr>
            <w:tcW w:w="9060" w:type="dxa"/>
          </w:tcPr>
          <w:p w14:paraId="0285E39F" w14:textId="078405F4" w:rsidR="00BE0177" w:rsidRDefault="00DA3BD8" w:rsidP="00F367D0">
            <w:pPr>
              <w:rPr>
                <w:rFonts w:eastAsia="Times New Roman"/>
                <w:color w:val="6A8A1E" w:themeColor="accent1" w:themeShade="BF"/>
                <w:sz w:val="22"/>
                <w:szCs w:val="22"/>
                <w:lang w:val="en-GB"/>
              </w:rPr>
            </w:pPr>
            <w:r>
              <w:rPr>
                <w:color w:val="6A8A1E"/>
                <w:sz w:val="22"/>
                <w:szCs w:val="22"/>
                <w:shd w:val="clear" w:color="auto" w:fill="FFFFFF"/>
              </w:rPr>
              <w:t> </w:t>
            </w:r>
            <w:r w:rsidRPr="00DA3BD8">
              <w:rPr>
                <w:color w:val="6A8A1E"/>
                <w:sz w:val="22"/>
                <w:szCs w:val="22"/>
                <w:shd w:val="clear" w:color="auto" w:fill="FFFFFF"/>
              </w:rPr>
              <w:t> </w:t>
            </w:r>
          </w:p>
        </w:tc>
      </w:tr>
    </w:tbl>
    <w:p w14:paraId="3E5C40DB" w14:textId="77777777" w:rsidR="00B30713" w:rsidRPr="00007C5F" w:rsidRDefault="00B30713" w:rsidP="04B00754">
      <w:pPr>
        <w:textAlignment w:val="baseline"/>
        <w:rPr>
          <w:rFonts w:eastAsiaTheme="minorEastAsia"/>
          <w:b/>
          <w:bCs/>
          <w:color w:val="6A8A1E" w:themeColor="accent1" w:themeShade="BF"/>
          <w:sz w:val="22"/>
          <w:szCs w:val="22"/>
          <w:lang w:val="en-GB"/>
        </w:rPr>
      </w:pPr>
    </w:p>
    <w:p w14:paraId="752036DE" w14:textId="5F7F7BC4" w:rsidR="636C533E" w:rsidRDefault="636C533E" w:rsidP="04B00754">
      <w:pPr>
        <w:rPr>
          <w:rFonts w:eastAsia="Times New Roman"/>
          <w:i/>
          <w:iCs/>
          <w:sz w:val="22"/>
          <w:szCs w:val="22"/>
          <w:lang w:val="en-GB"/>
        </w:rPr>
      </w:pPr>
      <w:r w:rsidRPr="00007C5F">
        <w:rPr>
          <w:rFonts w:eastAsiaTheme="minorEastAsia"/>
          <w:i/>
          <w:iCs/>
          <w:sz w:val="22"/>
          <w:szCs w:val="22"/>
          <w:lang w:val="en-GB"/>
        </w:rPr>
        <w:t xml:space="preserve">Please </w:t>
      </w:r>
      <w:r w:rsidR="00330E7C" w:rsidRPr="00007C5F">
        <w:rPr>
          <w:rFonts w:eastAsiaTheme="minorEastAsia"/>
          <w:i/>
          <w:iCs/>
          <w:sz w:val="22"/>
          <w:szCs w:val="22"/>
          <w:lang w:val="en-GB"/>
        </w:rPr>
        <w:t>explain in 3 sentences</w:t>
      </w:r>
      <w:r w:rsidRPr="00007C5F">
        <w:rPr>
          <w:rFonts w:eastAsiaTheme="minorEastAsia"/>
          <w:i/>
          <w:iCs/>
          <w:sz w:val="22"/>
          <w:szCs w:val="22"/>
          <w:lang w:val="en-GB"/>
        </w:rPr>
        <w:t xml:space="preserve"> why you think this project should win</w:t>
      </w:r>
      <w:r w:rsidR="00F86D9C" w:rsidRPr="00007C5F">
        <w:rPr>
          <w:rFonts w:eastAsiaTheme="minorEastAsia"/>
          <w:i/>
          <w:iCs/>
          <w:sz w:val="22"/>
          <w:szCs w:val="22"/>
          <w:lang w:val="en-GB"/>
        </w:rPr>
        <w:t xml:space="preserve"> and </w:t>
      </w:r>
      <w:r w:rsidR="001A6ECF" w:rsidRPr="00007C5F">
        <w:rPr>
          <w:rFonts w:eastAsiaTheme="minorEastAsia"/>
          <w:i/>
          <w:iCs/>
          <w:sz w:val="22"/>
          <w:szCs w:val="22"/>
          <w:lang w:val="en-GB"/>
        </w:rPr>
        <w:t>wh</w:t>
      </w:r>
      <w:r w:rsidR="00C61326" w:rsidRPr="00007C5F">
        <w:rPr>
          <w:rFonts w:eastAsiaTheme="minorEastAsia"/>
          <w:i/>
          <w:iCs/>
          <w:sz w:val="22"/>
          <w:szCs w:val="22"/>
          <w:lang w:val="en-GB"/>
        </w:rPr>
        <w:t>at</w:t>
      </w:r>
      <w:r w:rsidR="00587000" w:rsidRPr="00007C5F">
        <w:rPr>
          <w:rFonts w:eastAsiaTheme="minorEastAsia"/>
          <w:i/>
          <w:iCs/>
          <w:sz w:val="22"/>
          <w:szCs w:val="22"/>
          <w:lang w:val="en-GB"/>
        </w:rPr>
        <w:t xml:space="preserve"> </w:t>
      </w:r>
      <w:r w:rsidR="00C61326" w:rsidRPr="00007C5F">
        <w:rPr>
          <w:rFonts w:eastAsiaTheme="minorEastAsia"/>
          <w:i/>
          <w:iCs/>
          <w:sz w:val="22"/>
          <w:szCs w:val="22"/>
          <w:lang w:val="en-GB"/>
        </w:rPr>
        <w:t>elements</w:t>
      </w:r>
      <w:r w:rsidR="00587000" w:rsidRPr="00007C5F">
        <w:rPr>
          <w:rFonts w:eastAsiaTheme="minorEastAsia"/>
          <w:i/>
          <w:iCs/>
          <w:sz w:val="22"/>
          <w:szCs w:val="22"/>
          <w:lang w:val="en-GB"/>
        </w:rPr>
        <w:t xml:space="preserve"> make it</w:t>
      </w:r>
      <w:r w:rsidR="00F86D9C" w:rsidRPr="00007C5F">
        <w:rPr>
          <w:rFonts w:eastAsiaTheme="minorEastAsia"/>
          <w:i/>
          <w:iCs/>
          <w:sz w:val="22"/>
          <w:szCs w:val="22"/>
          <w:lang w:val="en-GB"/>
        </w:rPr>
        <w:t xml:space="preserve"> inspirational</w:t>
      </w:r>
      <w:r w:rsidR="00F86D9C">
        <w:rPr>
          <w:rFonts w:asciiTheme="minorHAnsi" w:eastAsiaTheme="minorEastAsia" w:hAnsiTheme="minorHAnsi" w:cstheme="minorBidi"/>
          <w:i/>
          <w:iCs/>
          <w:sz w:val="22"/>
          <w:szCs w:val="22"/>
          <w:lang w:val="en-GB"/>
        </w:rPr>
        <w:t>.</w:t>
      </w:r>
      <w:r w:rsidRPr="04B00754">
        <w:rPr>
          <w:rFonts w:asciiTheme="minorHAnsi" w:eastAsiaTheme="minorEastAsia" w:hAnsiTheme="minorHAnsi" w:cstheme="minorBidi"/>
          <w:i/>
          <w:iCs/>
          <w:sz w:val="22"/>
          <w:szCs w:val="22"/>
          <w:lang w:val="en-GB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15F26" w:rsidRPr="007507F4" w14:paraId="74013709" w14:textId="77777777" w:rsidTr="00B15F26">
        <w:trPr>
          <w:trHeight w:val="858"/>
        </w:trPr>
        <w:tc>
          <w:tcPr>
            <w:tcW w:w="9060" w:type="dxa"/>
          </w:tcPr>
          <w:p w14:paraId="03B93A60" w14:textId="77777777" w:rsidR="00B15F26" w:rsidRPr="007B3EFC" w:rsidRDefault="00B15F26" w:rsidP="04B00754">
            <w:pPr>
              <w:rPr>
                <w:lang w:val="en-US"/>
              </w:rPr>
            </w:pPr>
          </w:p>
        </w:tc>
      </w:tr>
    </w:tbl>
    <w:p w14:paraId="739E0569" w14:textId="7441C8BD" w:rsidR="04B00754" w:rsidRPr="007B3EFC" w:rsidRDefault="04B00754" w:rsidP="04B00754">
      <w:pPr>
        <w:rPr>
          <w:lang w:val="en-US"/>
        </w:rPr>
      </w:pPr>
    </w:p>
    <w:p w14:paraId="3CC35653" w14:textId="53F7E7A8" w:rsidR="004D06FD" w:rsidRPr="00862A37" w:rsidRDefault="691204C3" w:rsidP="004D06FD">
      <w:pPr>
        <w:textAlignment w:val="baseline"/>
        <w:rPr>
          <w:rFonts w:eastAsia="Times New Roman"/>
          <w:b/>
          <w:color w:val="8FB929"/>
          <w:sz w:val="22"/>
          <w:szCs w:val="22"/>
          <w:lang w:val="en-GB"/>
        </w:rPr>
      </w:pPr>
      <w:r w:rsidRPr="00862A37">
        <w:rPr>
          <w:rFonts w:eastAsiaTheme="minorEastAsia"/>
          <w:b/>
          <w:bCs/>
          <w:color w:val="8FB929"/>
          <w:sz w:val="22"/>
          <w:szCs w:val="22"/>
          <w:lang w:val="en-GB"/>
        </w:rPr>
        <w:t xml:space="preserve">Project </w:t>
      </w:r>
      <w:r w:rsidR="2E92F31A" w:rsidRPr="00862A37">
        <w:rPr>
          <w:rFonts w:eastAsiaTheme="minorEastAsia"/>
          <w:b/>
          <w:bCs/>
          <w:color w:val="8FB929"/>
          <w:sz w:val="22"/>
          <w:szCs w:val="22"/>
          <w:lang w:val="en-GB"/>
        </w:rPr>
        <w:t xml:space="preserve">achievements </w:t>
      </w:r>
    </w:p>
    <w:p w14:paraId="165AF7EC" w14:textId="11E1F044" w:rsidR="004D06FD" w:rsidRDefault="407DFB20" w:rsidP="00F367D0">
      <w:pPr>
        <w:textAlignment w:val="baseline"/>
        <w:rPr>
          <w:rFonts w:eastAsia="Times New Roman"/>
          <w:i/>
          <w:iCs/>
          <w:sz w:val="22"/>
          <w:szCs w:val="22"/>
          <w:lang w:val="en-GB"/>
        </w:rPr>
      </w:pPr>
      <w:r w:rsidRPr="1B426EC2">
        <w:rPr>
          <w:rFonts w:eastAsia="Times New Roman"/>
          <w:i/>
          <w:sz w:val="22"/>
          <w:szCs w:val="22"/>
          <w:lang w:val="en-GB"/>
        </w:rPr>
        <w:t xml:space="preserve">These are all the criteria that your project will be scored with. </w:t>
      </w:r>
      <w:r w:rsidR="22DA44D6" w:rsidRPr="1B426EC2">
        <w:rPr>
          <w:rFonts w:eastAsia="Times New Roman"/>
          <w:i/>
          <w:sz w:val="22"/>
          <w:szCs w:val="22"/>
          <w:lang w:val="en-GB"/>
        </w:rPr>
        <w:t xml:space="preserve">Good descriptions </w:t>
      </w:r>
      <w:r w:rsidR="0DADA4B3" w:rsidRPr="1B426EC2">
        <w:rPr>
          <w:rFonts w:eastAsia="Times New Roman"/>
          <w:i/>
          <w:sz w:val="22"/>
          <w:szCs w:val="22"/>
          <w:lang w:val="en-GB"/>
        </w:rPr>
        <w:t xml:space="preserve">help us understand the project better and </w:t>
      </w:r>
      <w:r w:rsidR="75299269" w:rsidRPr="1B426EC2">
        <w:rPr>
          <w:rFonts w:eastAsia="Times New Roman"/>
          <w:i/>
          <w:sz w:val="22"/>
          <w:szCs w:val="22"/>
          <w:lang w:val="en-GB"/>
        </w:rPr>
        <w:t>increase your</w:t>
      </w:r>
      <w:r w:rsidR="22DA44D6" w:rsidRPr="1B426EC2">
        <w:rPr>
          <w:rFonts w:eastAsia="Times New Roman"/>
          <w:i/>
          <w:sz w:val="22"/>
          <w:szCs w:val="22"/>
          <w:lang w:val="en-GB"/>
        </w:rPr>
        <w:t xml:space="preserve"> scores. </w:t>
      </w:r>
    </w:p>
    <w:p w14:paraId="14212625" w14:textId="747049A2" w:rsidR="004D06FD" w:rsidRDefault="004D06FD" w:rsidP="00F367D0">
      <w:pPr>
        <w:textAlignment w:val="baseline"/>
        <w:rPr>
          <w:rFonts w:eastAsia="Times New Roman"/>
          <w:i/>
          <w:iCs/>
          <w:sz w:val="22"/>
          <w:szCs w:val="22"/>
          <w:lang w:val="en-GB"/>
        </w:rPr>
      </w:pPr>
    </w:p>
    <w:tbl>
      <w:tblPr>
        <w:tblStyle w:val="Table-Lot1colou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73E13" w:rsidRPr="007507F4" w14:paraId="78C80C56" w14:textId="77777777" w:rsidTr="1A05BC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0" w:type="dxa"/>
          </w:tcPr>
          <w:p w14:paraId="58B07CE6" w14:textId="2F3792CD" w:rsidR="00673E13" w:rsidRPr="00B839B0" w:rsidRDefault="0DD967C8" w:rsidP="2319AFF8">
            <w:pPr>
              <w:jc w:val="both"/>
              <w:textAlignment w:val="baseline"/>
              <w:rPr>
                <w:bCs/>
              </w:rPr>
            </w:pPr>
            <w:proofErr w:type="spellStart"/>
            <w:r w:rsidRPr="2319AFF8">
              <w:rPr>
                <w:bCs/>
              </w:rPr>
              <w:t>Examples</w:t>
            </w:r>
            <w:proofErr w:type="spellEnd"/>
            <w:r w:rsidRPr="2319AFF8">
              <w:rPr>
                <w:bCs/>
              </w:rPr>
              <w:t xml:space="preserve"> of d</w:t>
            </w:r>
            <w:r w:rsidR="00673E13" w:rsidRPr="2319AFF8">
              <w:rPr>
                <w:bCs/>
              </w:rPr>
              <w:t xml:space="preserve">irect </w:t>
            </w:r>
            <w:proofErr w:type="spellStart"/>
            <w:r w:rsidR="00673E13" w:rsidRPr="2319AFF8">
              <w:rPr>
                <w:bCs/>
              </w:rPr>
              <w:t>benefits</w:t>
            </w:r>
            <w:proofErr w:type="spellEnd"/>
          </w:p>
          <w:p w14:paraId="05B46125" w14:textId="77777777" w:rsidR="00673E13" w:rsidRPr="004D06FD" w:rsidRDefault="00673E13" w:rsidP="2319AFF8">
            <w:pPr>
              <w:pStyle w:val="Paragraphedeliste"/>
              <w:numPr>
                <w:ilvl w:val="0"/>
                <w:numId w:val="32"/>
              </w:numPr>
              <w:ind w:left="360"/>
              <w:jc w:val="both"/>
              <w:textAlignment w:val="baseline"/>
              <w:rPr>
                <w:rFonts w:eastAsia="Times New Roman"/>
                <w:b w:val="0"/>
                <w:i/>
                <w:iCs/>
                <w:sz w:val="22"/>
                <w:szCs w:val="22"/>
                <w:lang w:val="en-GB"/>
              </w:rPr>
            </w:pPr>
            <w:r w:rsidRPr="2319AFF8">
              <w:rPr>
                <w:rFonts w:eastAsia="Times New Roman"/>
                <w:b w:val="0"/>
                <w:i/>
                <w:iCs/>
                <w:sz w:val="22"/>
                <w:szCs w:val="22"/>
                <w:lang w:val="en-GB"/>
              </w:rPr>
              <w:t xml:space="preserve">Climate and environmental benefits (e.g. reducing greenhouse gas emissions, increasing carbon sequestration and conservation, contribution to climate adaptation and resilience reduction of environmental impact, biodiversity conservation, etc.) </w:t>
            </w:r>
          </w:p>
          <w:p w14:paraId="73FF76E5" w14:textId="77777777" w:rsidR="00673E13" w:rsidRPr="004D06FD" w:rsidRDefault="00673E13" w:rsidP="2319AFF8">
            <w:pPr>
              <w:pStyle w:val="Paragraphedeliste"/>
              <w:numPr>
                <w:ilvl w:val="0"/>
                <w:numId w:val="32"/>
              </w:numPr>
              <w:ind w:left="360"/>
              <w:jc w:val="both"/>
              <w:textAlignment w:val="baseline"/>
              <w:rPr>
                <w:rFonts w:eastAsia="Times New Roman"/>
                <w:b w:val="0"/>
                <w:i/>
                <w:iCs/>
                <w:sz w:val="22"/>
                <w:szCs w:val="22"/>
                <w:lang w:val="en-GB"/>
              </w:rPr>
            </w:pPr>
            <w:r w:rsidRPr="2319AFF8">
              <w:rPr>
                <w:rFonts w:eastAsia="Times New Roman"/>
                <w:b w:val="0"/>
                <w:i/>
                <w:iCs/>
                <w:sz w:val="22"/>
                <w:szCs w:val="22"/>
                <w:lang w:val="en-GB"/>
              </w:rPr>
              <w:t xml:space="preserve">Economic benefits (e.g. job creation, increased revenues, etc.) </w:t>
            </w:r>
          </w:p>
          <w:p w14:paraId="4BD30087" w14:textId="286F7528" w:rsidR="00673E13" w:rsidRDefault="00673E13" w:rsidP="1A05BC82">
            <w:pPr>
              <w:pStyle w:val="Paragraphedeliste"/>
              <w:numPr>
                <w:ilvl w:val="0"/>
                <w:numId w:val="32"/>
              </w:numPr>
              <w:ind w:left="360"/>
              <w:jc w:val="both"/>
              <w:textAlignment w:val="baseline"/>
              <w:rPr>
                <w:rFonts w:eastAsia="Times New Roman"/>
                <w:b w:val="0"/>
                <w:i/>
                <w:iCs/>
                <w:sz w:val="22"/>
                <w:szCs w:val="22"/>
                <w:lang w:val="en-GB"/>
              </w:rPr>
            </w:pPr>
            <w:r w:rsidRPr="1A05BC82">
              <w:rPr>
                <w:rFonts w:eastAsia="Times New Roman"/>
                <w:b w:val="0"/>
                <w:i/>
                <w:iCs/>
                <w:sz w:val="22"/>
                <w:szCs w:val="22"/>
                <w:lang w:val="en-GB"/>
              </w:rPr>
              <w:t>Societal benefits (e.g. foster gender equality, generational renewal</w:t>
            </w:r>
            <w:r w:rsidR="62CE6FD3" w:rsidRPr="1A05BC82">
              <w:rPr>
                <w:rFonts w:eastAsia="Times New Roman"/>
                <w:b w:val="0"/>
                <w:i/>
                <w:iCs/>
                <w:sz w:val="22"/>
                <w:szCs w:val="22"/>
                <w:lang w:val="en-GB"/>
              </w:rPr>
              <w:t xml:space="preserve"> </w:t>
            </w:r>
            <w:r w:rsidRPr="1A05BC82">
              <w:rPr>
                <w:rFonts w:eastAsia="Times New Roman"/>
                <w:b w:val="0"/>
                <w:i/>
                <w:iCs/>
                <w:sz w:val="22"/>
                <w:szCs w:val="22"/>
                <w:lang w:val="en-GB"/>
              </w:rPr>
              <w:t>etc.)</w:t>
            </w:r>
          </w:p>
        </w:tc>
      </w:tr>
    </w:tbl>
    <w:p w14:paraId="765B93BE" w14:textId="77777777" w:rsidR="00673E13" w:rsidRPr="004D06FD" w:rsidRDefault="00673E13" w:rsidP="004D06FD">
      <w:pPr>
        <w:jc w:val="both"/>
        <w:textAlignment w:val="baseline"/>
        <w:rPr>
          <w:rFonts w:eastAsia="Times New Roman"/>
          <w:i/>
          <w:iCs/>
          <w:sz w:val="22"/>
          <w:szCs w:val="22"/>
          <w:lang w:val="en-GB"/>
        </w:rPr>
      </w:pPr>
    </w:p>
    <w:p w14:paraId="6F664326" w14:textId="5C3D9894" w:rsidR="43216C66" w:rsidRDefault="0007415B" w:rsidP="2319AFF8">
      <w:pPr>
        <w:jc w:val="both"/>
        <w:rPr>
          <w:rFonts w:eastAsia="Times New Roman"/>
          <w:i/>
          <w:iCs/>
          <w:sz w:val="22"/>
          <w:szCs w:val="22"/>
          <w:lang w:val="en-GB"/>
        </w:rPr>
      </w:pPr>
      <w:r w:rsidRPr="2319AFF8">
        <w:rPr>
          <w:rFonts w:eastAsia="Times New Roman"/>
          <w:i/>
          <w:iCs/>
          <w:sz w:val="22"/>
          <w:szCs w:val="22"/>
          <w:lang w:val="en-GB"/>
        </w:rPr>
        <w:t>Please</w:t>
      </w:r>
      <w:r w:rsidR="2B0E4E95" w:rsidRPr="2319AFF8">
        <w:rPr>
          <w:rFonts w:eastAsia="Times New Roman"/>
          <w:i/>
          <w:iCs/>
          <w:sz w:val="22"/>
          <w:szCs w:val="22"/>
          <w:lang w:val="en-GB"/>
        </w:rPr>
        <w:t xml:space="preserve"> explain in the boxes below w</w:t>
      </w:r>
      <w:r w:rsidR="43216C66" w:rsidRPr="2319AFF8">
        <w:rPr>
          <w:rFonts w:eastAsia="Times New Roman"/>
          <w:i/>
          <w:iCs/>
          <w:sz w:val="22"/>
          <w:szCs w:val="22"/>
          <w:lang w:val="en-GB"/>
        </w:rPr>
        <w:t>hat the project/action achieve</w:t>
      </w:r>
      <w:r w:rsidR="00A02D33">
        <w:rPr>
          <w:rFonts w:eastAsia="Times New Roman"/>
          <w:i/>
          <w:iCs/>
          <w:sz w:val="22"/>
          <w:szCs w:val="22"/>
          <w:lang w:val="en-GB"/>
        </w:rPr>
        <w:t>d</w:t>
      </w:r>
      <w:r w:rsidR="0C937DFF" w:rsidRPr="2319AFF8">
        <w:rPr>
          <w:rFonts w:eastAsia="Times New Roman"/>
          <w:i/>
          <w:iCs/>
          <w:sz w:val="22"/>
          <w:szCs w:val="22"/>
          <w:lang w:val="en-GB"/>
        </w:rPr>
        <w:t>.</w:t>
      </w:r>
      <w:r w:rsidR="43216C66" w:rsidRPr="2319AFF8">
        <w:rPr>
          <w:rFonts w:eastAsia="Times New Roman"/>
          <w:i/>
          <w:iCs/>
          <w:sz w:val="22"/>
          <w:szCs w:val="22"/>
          <w:lang w:val="en-GB"/>
        </w:rPr>
        <w:t xml:space="preserve"> Please consider </w:t>
      </w:r>
      <w:r w:rsidR="00CD61C7">
        <w:rPr>
          <w:rFonts w:eastAsia="Times New Roman"/>
          <w:i/>
          <w:iCs/>
          <w:sz w:val="22"/>
          <w:szCs w:val="22"/>
          <w:lang w:val="en-GB"/>
        </w:rPr>
        <w:t xml:space="preserve">the </w:t>
      </w:r>
      <w:r w:rsidR="43216C66" w:rsidRPr="2319AFF8">
        <w:rPr>
          <w:rFonts w:eastAsia="Times New Roman"/>
          <w:i/>
          <w:iCs/>
          <w:sz w:val="22"/>
          <w:szCs w:val="22"/>
          <w:lang w:val="en-GB"/>
        </w:rPr>
        <w:t>benefits in terms of climate and environmental action, economic benefits and societal benefits. Please explain briefly the benefits in relation to the target groups</w:t>
      </w:r>
      <w:r w:rsidR="00B30713" w:rsidRPr="2319AFF8">
        <w:rPr>
          <w:rFonts w:eastAsia="Times New Roman"/>
          <w:i/>
          <w:iCs/>
          <w:sz w:val="22"/>
          <w:szCs w:val="22"/>
          <w:lang w:val="en-GB"/>
        </w:rPr>
        <w:t xml:space="preserve"> (if applicable)</w:t>
      </w:r>
      <w:r w:rsidR="43216C66" w:rsidRPr="2319AFF8">
        <w:rPr>
          <w:rFonts w:eastAsia="Times New Roman"/>
          <w:i/>
          <w:iCs/>
          <w:sz w:val="22"/>
          <w:szCs w:val="22"/>
          <w:lang w:val="en-GB"/>
        </w:rPr>
        <w:t xml:space="preserve"> and the objectives of the project.</w:t>
      </w:r>
    </w:p>
    <w:p w14:paraId="34000C8D" w14:textId="4391365F" w:rsidR="00F367D0" w:rsidRDefault="00F367D0" w:rsidP="00F367D0">
      <w:pPr>
        <w:jc w:val="both"/>
        <w:rPr>
          <w:rFonts w:eastAsia="Times New Roman"/>
          <w:i/>
          <w:iCs/>
          <w:sz w:val="22"/>
          <w:szCs w:val="22"/>
          <w:lang w:val="en-GB"/>
        </w:rPr>
      </w:pPr>
    </w:p>
    <w:p w14:paraId="2E3DA135" w14:textId="56B16A38" w:rsidR="004D06FD" w:rsidRDefault="004D06FD" w:rsidP="004D06FD">
      <w:pPr>
        <w:jc w:val="both"/>
        <w:rPr>
          <w:rFonts w:eastAsia="Times New Roman"/>
          <w:i/>
          <w:iCs/>
          <w:sz w:val="22"/>
          <w:szCs w:val="22"/>
        </w:rPr>
      </w:pPr>
      <w:r w:rsidRPr="00632BA3">
        <w:rPr>
          <w:rFonts w:eastAsia="Times New Roman"/>
          <w:b/>
          <w:bCs/>
          <w:sz w:val="22"/>
          <w:szCs w:val="22"/>
        </w:rPr>
        <w:t xml:space="preserve">Quantitative </w:t>
      </w:r>
      <w:proofErr w:type="spellStart"/>
      <w:r w:rsidRPr="00632BA3">
        <w:rPr>
          <w:rFonts w:eastAsia="Times New Roman"/>
          <w:b/>
          <w:bCs/>
          <w:sz w:val="22"/>
          <w:szCs w:val="22"/>
        </w:rPr>
        <w:t>benefits</w:t>
      </w:r>
      <w:proofErr w:type="spellEnd"/>
      <w:r w:rsidRPr="00632BA3">
        <w:rPr>
          <w:rFonts w:eastAsia="Times New Roman"/>
          <w:b/>
          <w:bCs/>
          <w:sz w:val="22"/>
          <w:szCs w:val="22"/>
        </w:rPr>
        <w:t xml:space="preserve"> </w:t>
      </w:r>
      <w:bookmarkStart w:id="1" w:name="_Hlk161241302"/>
      <w:r w:rsidR="00347114">
        <w:rPr>
          <w:rFonts w:eastAsia="Times New Roman"/>
          <w:b/>
          <w:bCs/>
          <w:sz w:val="22"/>
          <w:szCs w:val="22"/>
        </w:rPr>
        <w:t xml:space="preserve">(max. 200 </w:t>
      </w:r>
      <w:proofErr w:type="spellStart"/>
      <w:r w:rsidR="00347114">
        <w:rPr>
          <w:rFonts w:eastAsia="Times New Roman"/>
          <w:b/>
          <w:bCs/>
          <w:sz w:val="22"/>
          <w:szCs w:val="22"/>
        </w:rPr>
        <w:t>words</w:t>
      </w:r>
      <w:proofErr w:type="spellEnd"/>
      <w:r w:rsidR="00347114">
        <w:rPr>
          <w:rFonts w:eastAsia="Times New Roman"/>
          <w:b/>
          <w:bCs/>
          <w:sz w:val="22"/>
          <w:szCs w:val="22"/>
        </w:rPr>
        <w:t>)</w:t>
      </w:r>
      <w:bookmarkEnd w:id="1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32BA3" w14:paraId="5A2A4EC8" w14:textId="77777777" w:rsidTr="00632BA3">
        <w:trPr>
          <w:trHeight w:val="827"/>
        </w:trPr>
        <w:tc>
          <w:tcPr>
            <w:tcW w:w="9060" w:type="dxa"/>
          </w:tcPr>
          <w:p w14:paraId="3B16B606" w14:textId="77777777" w:rsidR="00632BA3" w:rsidRPr="004D06FD" w:rsidRDefault="00632BA3" w:rsidP="00632BA3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7151E0DD" w14:textId="77777777" w:rsidR="00632BA3" w:rsidRPr="004D06FD" w:rsidRDefault="00632BA3" w:rsidP="00632BA3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603B3342" w14:textId="6CA34C65" w:rsidR="00632BA3" w:rsidRPr="00632BA3" w:rsidRDefault="00632BA3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</w:tr>
    </w:tbl>
    <w:p w14:paraId="0B5F8191" w14:textId="77777777" w:rsidR="00632BA3" w:rsidRPr="004D06FD" w:rsidRDefault="00632BA3" w:rsidP="004D06FD">
      <w:pPr>
        <w:jc w:val="both"/>
        <w:rPr>
          <w:rFonts w:eastAsia="Times New Roman"/>
          <w:i/>
          <w:iCs/>
          <w:sz w:val="22"/>
          <w:szCs w:val="22"/>
        </w:rPr>
      </w:pPr>
    </w:p>
    <w:p w14:paraId="0D5E4AA5" w14:textId="3A9947BD" w:rsidR="004D06FD" w:rsidRPr="004D06FD" w:rsidRDefault="004D06FD" w:rsidP="004D06FD">
      <w:pPr>
        <w:jc w:val="both"/>
        <w:rPr>
          <w:rFonts w:ascii="Segoe UI" w:eastAsia="Segoe UI" w:hAnsi="Segoe UI" w:cs="Segoe UI"/>
          <w:color w:val="333333"/>
          <w:sz w:val="18"/>
          <w:szCs w:val="18"/>
        </w:rPr>
      </w:pPr>
      <w:r w:rsidRPr="004D06FD">
        <w:rPr>
          <w:rFonts w:eastAsia="Times New Roman"/>
          <w:b/>
          <w:bCs/>
          <w:sz w:val="22"/>
          <w:szCs w:val="22"/>
        </w:rPr>
        <w:t xml:space="preserve">Qualitative </w:t>
      </w:r>
      <w:proofErr w:type="spellStart"/>
      <w:r w:rsidRPr="004D06FD">
        <w:rPr>
          <w:rFonts w:eastAsia="Times New Roman"/>
          <w:b/>
          <w:bCs/>
          <w:sz w:val="22"/>
          <w:szCs w:val="22"/>
        </w:rPr>
        <w:t>benefits</w:t>
      </w:r>
      <w:proofErr w:type="spellEnd"/>
      <w:r w:rsidRPr="004D06FD">
        <w:rPr>
          <w:rFonts w:eastAsia="Times New Roman"/>
          <w:b/>
          <w:bCs/>
          <w:sz w:val="22"/>
          <w:szCs w:val="22"/>
        </w:rPr>
        <w:t xml:space="preserve"> </w:t>
      </w:r>
      <w:r w:rsidR="00347114">
        <w:rPr>
          <w:rFonts w:eastAsia="Times New Roman"/>
          <w:b/>
          <w:bCs/>
          <w:sz w:val="22"/>
          <w:szCs w:val="22"/>
        </w:rPr>
        <w:t xml:space="preserve">(max. 200 </w:t>
      </w:r>
      <w:proofErr w:type="spellStart"/>
      <w:r w:rsidR="00347114">
        <w:rPr>
          <w:rFonts w:eastAsia="Times New Roman"/>
          <w:b/>
          <w:bCs/>
          <w:sz w:val="22"/>
          <w:szCs w:val="22"/>
        </w:rPr>
        <w:t>words</w:t>
      </w:r>
      <w:proofErr w:type="spellEnd"/>
      <w:r w:rsidR="00347114">
        <w:rPr>
          <w:rFonts w:eastAsia="Times New Roman"/>
          <w:b/>
          <w:bCs/>
          <w:sz w:val="22"/>
          <w:szCs w:val="22"/>
        </w:rPr>
        <w:t>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4D06FD" w14:paraId="29AE4CB6" w14:textId="77777777">
        <w:tc>
          <w:tcPr>
            <w:tcW w:w="9016" w:type="dxa"/>
          </w:tcPr>
          <w:p w14:paraId="75624DFE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5756F000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  <w:p w14:paraId="3D420B0A" w14:textId="77777777" w:rsidR="004D06FD" w:rsidRPr="004D06FD" w:rsidRDefault="004D06FD" w:rsidP="004D06FD">
            <w:pPr>
              <w:pStyle w:val="paragraph"/>
              <w:numPr>
                <w:ilvl w:val="0"/>
                <w:numId w:val="33"/>
              </w:numPr>
              <w:spacing w:before="0" w:beforeAutospacing="0" w:after="0" w:afterAutospacing="0" w:line="259" w:lineRule="auto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D06FD">
              <w:rPr>
                <w:rFonts w:ascii="Arial" w:hAnsi="Arial" w:cs="Arial"/>
                <w:sz w:val="22"/>
                <w:szCs w:val="22"/>
              </w:rPr>
              <w:t>…..</w:t>
            </w:r>
          </w:p>
        </w:tc>
      </w:tr>
    </w:tbl>
    <w:p w14:paraId="77D8B2E3" w14:textId="7D87F766" w:rsidR="5A7B49C6" w:rsidRDefault="5A7B49C6" w:rsidP="5A7B49C6">
      <w:pPr>
        <w:jc w:val="both"/>
        <w:rPr>
          <w:rFonts w:eastAsia="Times New Roman"/>
          <w:sz w:val="22"/>
          <w:szCs w:val="22"/>
        </w:rPr>
      </w:pPr>
    </w:p>
    <w:p w14:paraId="0521680C" w14:textId="774A51A8" w:rsidR="004D06FD" w:rsidRPr="0007415B" w:rsidRDefault="004D06FD" w:rsidP="004D06FD">
      <w:pPr>
        <w:jc w:val="both"/>
        <w:textAlignment w:val="baseline"/>
        <w:rPr>
          <w:rFonts w:eastAsia="Times New Roman"/>
          <w:b/>
          <w:sz w:val="22"/>
          <w:szCs w:val="22"/>
          <w:lang w:val="en-GB"/>
        </w:rPr>
      </w:pPr>
      <w:r w:rsidRPr="0007415B">
        <w:rPr>
          <w:rFonts w:eastAsia="Times New Roman"/>
          <w:b/>
          <w:sz w:val="22"/>
          <w:szCs w:val="22"/>
          <w:lang w:val="en-GB"/>
        </w:rPr>
        <w:t>Networking value (max. 100 words</w:t>
      </w:r>
      <w:r w:rsidR="00B1558B" w:rsidRPr="0007415B">
        <w:rPr>
          <w:rFonts w:eastAsia="Times New Roman"/>
          <w:b/>
          <w:sz w:val="22"/>
          <w:szCs w:val="22"/>
          <w:lang w:val="en-GB"/>
        </w:rPr>
        <w:t xml:space="preserve"> per answer</w:t>
      </w:r>
      <w:r w:rsidRPr="0007415B">
        <w:rPr>
          <w:rFonts w:eastAsia="Times New Roman"/>
          <w:b/>
          <w:sz w:val="22"/>
          <w:szCs w:val="22"/>
          <w:lang w:val="en-GB"/>
        </w:rPr>
        <w:t>)</w:t>
      </w:r>
    </w:p>
    <w:p w14:paraId="1AEFAEF3" w14:textId="77777777" w:rsidR="00243CAF" w:rsidRPr="0007415B" w:rsidRDefault="00243CAF" w:rsidP="004D06FD">
      <w:pPr>
        <w:jc w:val="both"/>
        <w:textAlignment w:val="baseline"/>
        <w:rPr>
          <w:rFonts w:eastAsia="Times New Roman"/>
          <w:b/>
          <w:sz w:val="22"/>
          <w:szCs w:val="22"/>
          <w:lang w:val="en-GB"/>
        </w:rPr>
      </w:pPr>
    </w:p>
    <w:p w14:paraId="70AEDD01" w14:textId="1AE28C01" w:rsidR="00243CAF" w:rsidRPr="004D06FD" w:rsidRDefault="00243CAF" w:rsidP="00243CAF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  <w:r w:rsidRPr="004D06FD">
        <w:rPr>
          <w:rFonts w:eastAsia="Times New Roman"/>
          <w:i/>
          <w:iCs/>
          <w:sz w:val="22"/>
          <w:szCs w:val="22"/>
          <w:lang w:val="en-GB"/>
        </w:rPr>
        <w:t>Who/which stakeholders are or were involved</w:t>
      </w:r>
      <w:r w:rsidR="00776511">
        <w:rPr>
          <w:rFonts w:eastAsia="Times New Roman"/>
          <w:i/>
          <w:iCs/>
          <w:sz w:val="22"/>
          <w:szCs w:val="22"/>
          <w:lang w:val="en-GB"/>
        </w:rPr>
        <w:t xml:space="preserve"> in the implementation of the project</w:t>
      </w:r>
      <w:r w:rsidRPr="004D06FD">
        <w:rPr>
          <w:rFonts w:eastAsia="Times New Roman"/>
          <w:i/>
          <w:iCs/>
          <w:sz w:val="22"/>
          <w:szCs w:val="22"/>
          <w:lang w:val="en-GB"/>
        </w:rPr>
        <w:t xml:space="preserve">? </w:t>
      </w:r>
      <w:r w:rsidR="006C3460">
        <w:rPr>
          <w:rFonts w:eastAsia="Times New Roman"/>
          <w:i/>
          <w:iCs/>
          <w:sz w:val="22"/>
          <w:szCs w:val="22"/>
          <w:lang w:val="en-GB"/>
        </w:rPr>
        <w:t>(List the members of the partnership</w:t>
      </w:r>
      <w:r w:rsidR="000811A8">
        <w:rPr>
          <w:rFonts w:eastAsia="Times New Roman"/>
          <w:i/>
          <w:iCs/>
          <w:sz w:val="22"/>
          <w:szCs w:val="22"/>
          <w:lang w:val="en-GB"/>
        </w:rPr>
        <w:t>/project</w:t>
      </w:r>
      <w:r w:rsidR="006C3460">
        <w:rPr>
          <w:rFonts w:eastAsia="Times New Roman"/>
          <w:i/>
          <w:iCs/>
          <w:sz w:val="22"/>
          <w:szCs w:val="22"/>
          <w:lang w:val="en-GB"/>
        </w:rPr>
        <w:t xml:space="preserve"> in bullet </w:t>
      </w:r>
      <w:r w:rsidRPr="6109A68C">
        <w:rPr>
          <w:rFonts w:eastAsia="Times New Roman"/>
          <w:i/>
          <w:iCs/>
          <w:sz w:val="22"/>
          <w:szCs w:val="22"/>
          <w:lang w:val="en-GB"/>
        </w:rPr>
        <w:t>points).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43CAF" w:rsidRPr="007507F4" w14:paraId="577225E3" w14:textId="77777777">
        <w:trPr>
          <w:trHeight w:val="749"/>
        </w:trPr>
        <w:tc>
          <w:tcPr>
            <w:tcW w:w="9016" w:type="dxa"/>
          </w:tcPr>
          <w:p w14:paraId="7F616BD1" w14:textId="77777777" w:rsidR="00243CAF" w:rsidRPr="004D06FD" w:rsidRDefault="00243CAF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</w:tc>
      </w:tr>
    </w:tbl>
    <w:p w14:paraId="7CF14C84" w14:textId="77777777" w:rsidR="00D124C3" w:rsidRDefault="00D124C3" w:rsidP="004D06FD">
      <w:pPr>
        <w:jc w:val="both"/>
        <w:textAlignment w:val="baseline"/>
        <w:rPr>
          <w:rFonts w:eastAsia="Times New Roman"/>
          <w:i/>
          <w:sz w:val="22"/>
          <w:szCs w:val="22"/>
          <w:lang w:val="en-GB"/>
        </w:rPr>
      </w:pPr>
    </w:p>
    <w:p w14:paraId="6DA14E20" w14:textId="5E43CB22" w:rsidR="004D06FD" w:rsidRPr="004D06FD" w:rsidRDefault="004D06FD" w:rsidP="004D06FD">
      <w:pPr>
        <w:jc w:val="both"/>
        <w:textAlignment w:val="baseline"/>
        <w:rPr>
          <w:rFonts w:eastAsia="Times New Roman"/>
          <w:i/>
          <w:sz w:val="22"/>
          <w:szCs w:val="22"/>
          <w:lang w:val="en-GB"/>
        </w:rPr>
      </w:pPr>
      <w:r w:rsidRPr="004D06FD">
        <w:rPr>
          <w:rFonts w:eastAsia="Times New Roman"/>
          <w:i/>
          <w:sz w:val="22"/>
          <w:szCs w:val="22"/>
          <w:lang w:val="en-GB"/>
        </w:rPr>
        <w:t xml:space="preserve">Describe how the project can be considered an example of good networking. </w:t>
      </w:r>
      <w:r w:rsidR="00A647D3" w:rsidRPr="1B426EC2">
        <w:rPr>
          <w:rFonts w:eastAsia="Times New Roman"/>
          <w:i/>
          <w:iCs/>
          <w:sz w:val="22"/>
          <w:szCs w:val="22"/>
          <w:lang w:val="en-GB"/>
        </w:rPr>
        <w:t>List the</w:t>
      </w:r>
      <w:r w:rsidR="00A83A3D" w:rsidRPr="00A83A3D">
        <w:rPr>
          <w:rFonts w:eastAsia="Times New Roman"/>
          <w:i/>
          <w:sz w:val="22"/>
          <w:szCs w:val="22"/>
          <w:lang w:val="en-GB"/>
        </w:rPr>
        <w:t xml:space="preserve"> synergies or collaborations developed through the project (e.g. with organisations, administration, universities, etc.)  (in bullet points).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9922A3" w14:paraId="7143B0DC" w14:textId="77777777">
        <w:trPr>
          <w:trHeight w:val="749"/>
        </w:trPr>
        <w:tc>
          <w:tcPr>
            <w:tcW w:w="9016" w:type="dxa"/>
          </w:tcPr>
          <w:p w14:paraId="603F238D" w14:textId="0F2D645B" w:rsidR="004D06FD" w:rsidRPr="004D06FD" w:rsidRDefault="004D06FD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</w:tc>
      </w:tr>
    </w:tbl>
    <w:p w14:paraId="3BF7380D" w14:textId="65854BBE" w:rsidR="1B426EC2" w:rsidRDefault="1B426EC2" w:rsidP="1B426EC2">
      <w:pPr>
        <w:rPr>
          <w:rFonts w:eastAsia="Times New Roman"/>
          <w:b/>
          <w:bCs/>
          <w:sz w:val="22"/>
          <w:szCs w:val="22"/>
          <w:lang w:val="en-GB"/>
        </w:rPr>
      </w:pPr>
    </w:p>
    <w:p w14:paraId="69F37F4B" w14:textId="77777777" w:rsidR="00862A37" w:rsidRDefault="00862A37" w:rsidP="04B00754">
      <w:pPr>
        <w:rPr>
          <w:rFonts w:eastAsia="Times New Roman"/>
          <w:b/>
          <w:bCs/>
          <w:sz w:val="22"/>
          <w:szCs w:val="22"/>
          <w:lang w:val="en-GB"/>
        </w:rPr>
      </w:pPr>
    </w:p>
    <w:p w14:paraId="3EA49336" w14:textId="77777777" w:rsidR="00862A37" w:rsidRDefault="00862A37" w:rsidP="04B00754">
      <w:pPr>
        <w:rPr>
          <w:rFonts w:eastAsia="Times New Roman"/>
          <w:b/>
          <w:bCs/>
          <w:sz w:val="22"/>
          <w:szCs w:val="22"/>
          <w:lang w:val="en-GB"/>
        </w:rPr>
      </w:pPr>
    </w:p>
    <w:p w14:paraId="6C497AA3" w14:textId="77777777" w:rsidR="00862A37" w:rsidRDefault="00862A37" w:rsidP="04B00754">
      <w:pPr>
        <w:rPr>
          <w:rFonts w:eastAsia="Times New Roman"/>
          <w:b/>
          <w:bCs/>
          <w:sz w:val="22"/>
          <w:szCs w:val="22"/>
          <w:lang w:val="en-GB"/>
        </w:rPr>
      </w:pPr>
    </w:p>
    <w:p w14:paraId="4D6A62DD" w14:textId="77777777" w:rsidR="00862A37" w:rsidRDefault="00862A37" w:rsidP="04B00754">
      <w:pPr>
        <w:rPr>
          <w:rFonts w:eastAsia="Times New Roman"/>
          <w:b/>
          <w:bCs/>
          <w:sz w:val="22"/>
          <w:szCs w:val="22"/>
          <w:lang w:val="en-GB"/>
        </w:rPr>
      </w:pPr>
    </w:p>
    <w:p w14:paraId="055FC563" w14:textId="77777777" w:rsidR="006417B2" w:rsidRDefault="006417B2" w:rsidP="04B00754">
      <w:pPr>
        <w:rPr>
          <w:rFonts w:eastAsia="Times New Roman"/>
          <w:b/>
          <w:bCs/>
          <w:sz w:val="22"/>
          <w:szCs w:val="22"/>
          <w:lang w:val="en-GB"/>
        </w:rPr>
      </w:pPr>
    </w:p>
    <w:p w14:paraId="022B4135" w14:textId="59F2A9D6" w:rsidR="004D06FD" w:rsidRDefault="004D06FD" w:rsidP="00A70029">
      <w:pPr>
        <w:jc w:val="both"/>
        <w:rPr>
          <w:rFonts w:eastAsia="Times New Roman"/>
          <w:b/>
          <w:bCs/>
          <w:sz w:val="22"/>
          <w:szCs w:val="22"/>
          <w:lang w:val="en-GB"/>
        </w:rPr>
      </w:pPr>
      <w:r w:rsidRPr="04B00754">
        <w:rPr>
          <w:rFonts w:eastAsia="Times New Roman"/>
          <w:b/>
          <w:bCs/>
          <w:sz w:val="22"/>
          <w:szCs w:val="22"/>
          <w:lang w:val="en-GB"/>
        </w:rPr>
        <w:lastRenderedPageBreak/>
        <w:t>Transferability (max. 100 words)</w:t>
      </w:r>
    </w:p>
    <w:p w14:paraId="19F60A09" w14:textId="56552B1A" w:rsidR="3EEFB0CC" w:rsidRDefault="3EEFB0CC" w:rsidP="00A70029">
      <w:pPr>
        <w:jc w:val="both"/>
        <w:rPr>
          <w:rFonts w:eastAsia="Times New Roman"/>
          <w:i/>
          <w:iCs/>
          <w:sz w:val="22"/>
          <w:szCs w:val="22"/>
          <w:lang w:val="en-GB"/>
        </w:rPr>
      </w:pPr>
      <w:r w:rsidRPr="1B426EC2">
        <w:rPr>
          <w:rFonts w:eastAsia="Times New Roman"/>
          <w:i/>
          <w:iCs/>
          <w:sz w:val="22"/>
          <w:szCs w:val="22"/>
          <w:lang w:val="en-GB"/>
        </w:rPr>
        <w:t xml:space="preserve">What features/parts of this project can be implemented in other regions/organisations/sectors? Please also explain if the project has been implemented (or is </w:t>
      </w:r>
      <w:r w:rsidR="00CD61C7">
        <w:rPr>
          <w:rFonts w:eastAsia="Times New Roman"/>
          <w:i/>
          <w:iCs/>
          <w:sz w:val="22"/>
          <w:szCs w:val="22"/>
          <w:lang w:val="en-GB"/>
        </w:rPr>
        <w:t>perceiv</w:t>
      </w:r>
      <w:r w:rsidR="00CD61C7" w:rsidRPr="1B426EC2">
        <w:rPr>
          <w:rFonts w:eastAsia="Times New Roman"/>
          <w:i/>
          <w:iCs/>
          <w:sz w:val="22"/>
          <w:szCs w:val="22"/>
          <w:lang w:val="en-GB"/>
        </w:rPr>
        <w:t xml:space="preserve">ed </w:t>
      </w:r>
      <w:r w:rsidRPr="1B426EC2">
        <w:rPr>
          <w:rFonts w:eastAsia="Times New Roman"/>
          <w:i/>
          <w:iCs/>
          <w:sz w:val="22"/>
          <w:szCs w:val="22"/>
          <w:lang w:val="en-GB"/>
        </w:rPr>
        <w:t>to be implemented elsewhere).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7507F4" w14:paraId="20BF12DB" w14:textId="77777777">
        <w:trPr>
          <w:trHeight w:val="749"/>
        </w:trPr>
        <w:tc>
          <w:tcPr>
            <w:tcW w:w="9016" w:type="dxa"/>
          </w:tcPr>
          <w:p w14:paraId="3353610E" w14:textId="77777777" w:rsidR="004D06FD" w:rsidRPr="004D06FD" w:rsidRDefault="004D06FD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</w:tc>
      </w:tr>
    </w:tbl>
    <w:p w14:paraId="397E002E" w14:textId="3F39F12F" w:rsidR="004D06FD" w:rsidRPr="0007415B" w:rsidRDefault="004D06FD" w:rsidP="004D06FD">
      <w:pPr>
        <w:jc w:val="both"/>
        <w:textAlignment w:val="baseline"/>
        <w:rPr>
          <w:rFonts w:eastAsia="Times New Roman"/>
          <w:i/>
          <w:sz w:val="22"/>
          <w:szCs w:val="22"/>
          <w:lang w:val="en-GB"/>
        </w:rPr>
      </w:pPr>
    </w:p>
    <w:p w14:paraId="31D9BF9A" w14:textId="77777777" w:rsidR="004D06FD" w:rsidRPr="0007415B" w:rsidRDefault="004D06FD" w:rsidP="004D06FD">
      <w:pPr>
        <w:jc w:val="both"/>
        <w:textAlignment w:val="baseline"/>
        <w:rPr>
          <w:rFonts w:eastAsia="Times New Roman"/>
          <w:i/>
          <w:sz w:val="22"/>
          <w:szCs w:val="22"/>
          <w:lang w:val="en-GB"/>
        </w:rPr>
      </w:pPr>
      <w:r w:rsidRPr="0007415B">
        <w:rPr>
          <w:rFonts w:eastAsia="Times New Roman"/>
          <w:b/>
          <w:sz w:val="22"/>
          <w:szCs w:val="22"/>
          <w:lang w:val="en-GB"/>
        </w:rPr>
        <w:t>Innovative aspect</w:t>
      </w:r>
      <w:r w:rsidRPr="0007415B">
        <w:rPr>
          <w:rFonts w:eastAsia="Times New Roman"/>
          <w:i/>
          <w:sz w:val="22"/>
          <w:szCs w:val="22"/>
          <w:lang w:val="en-GB"/>
        </w:rPr>
        <w:t xml:space="preserve"> </w:t>
      </w:r>
      <w:r w:rsidRPr="0007415B">
        <w:rPr>
          <w:rFonts w:eastAsia="Times New Roman"/>
          <w:b/>
          <w:sz w:val="22"/>
          <w:szCs w:val="22"/>
          <w:lang w:val="en-GB"/>
        </w:rPr>
        <w:t>(max. 100 words)</w:t>
      </w:r>
    </w:p>
    <w:p w14:paraId="2F860D0D" w14:textId="3F01BA74" w:rsidR="004D06FD" w:rsidRPr="00C54E51" w:rsidRDefault="004D06FD" w:rsidP="004D06FD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  <w:r w:rsidRPr="004D06FD">
        <w:rPr>
          <w:rFonts w:eastAsia="Times New Roman"/>
          <w:i/>
          <w:sz w:val="22"/>
          <w:szCs w:val="22"/>
          <w:lang w:val="en-GB"/>
        </w:rPr>
        <w:t xml:space="preserve">Can the project be considered innovative? </w:t>
      </w:r>
      <w:sdt>
        <w:sdtPr>
          <w:rPr>
            <w:rFonts w:eastAsia="Times New Roman"/>
            <w:i/>
            <w:sz w:val="22"/>
            <w:szCs w:val="22"/>
          </w:rPr>
          <w:id w:val="-1947614304"/>
          <w:placeholder>
            <w:docPart w:val="D93C43E683A74E558E29A69035740D19"/>
          </w:placeholder>
          <w:showingPlcHdr/>
          <w:dropDownList>
            <w:listItem w:value="Choose an item."/>
            <w:listItem w:displayText="Yes" w:value="Yes"/>
            <w:listItem w:displayText="No" w:value="No"/>
          </w:dropDownList>
        </w:sdtPr>
        <w:sdtContent>
          <w:r w:rsidRPr="004D06FD">
            <w:rPr>
              <w:rStyle w:val="Textedelespacerserv"/>
              <w:sz w:val="22"/>
              <w:szCs w:val="22"/>
              <w:lang w:val="en-GB"/>
            </w:rPr>
            <w:t>Choose an item.</w:t>
          </w:r>
        </w:sdtContent>
      </w:sdt>
      <w:r w:rsidRPr="004D06FD">
        <w:rPr>
          <w:rFonts w:eastAsia="Times New Roman"/>
          <w:i/>
          <w:sz w:val="22"/>
          <w:szCs w:val="22"/>
          <w:lang w:val="en-GB"/>
        </w:rPr>
        <w:t xml:space="preserve"> </w:t>
      </w:r>
    </w:p>
    <w:p w14:paraId="27094634" w14:textId="77777777" w:rsidR="00A970C9" w:rsidRPr="004D06FD" w:rsidRDefault="00A970C9" w:rsidP="004D06FD">
      <w:pPr>
        <w:jc w:val="both"/>
        <w:textAlignment w:val="baseline"/>
        <w:rPr>
          <w:rFonts w:eastAsia="Times New Roman"/>
          <w:i/>
          <w:sz w:val="22"/>
          <w:szCs w:val="22"/>
          <w:lang w:val="en-GB"/>
        </w:rPr>
      </w:pPr>
    </w:p>
    <w:p w14:paraId="44AF7F31" w14:textId="6BB38E76" w:rsidR="004D06FD" w:rsidRPr="004D06FD" w:rsidRDefault="004D06FD" w:rsidP="004D06FD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  <w:r w:rsidRPr="004D06FD">
        <w:rPr>
          <w:rFonts w:eastAsia="Times New Roman"/>
          <w:i/>
          <w:sz w:val="22"/>
          <w:szCs w:val="22"/>
          <w:lang w:val="en-GB"/>
        </w:rPr>
        <w:t xml:space="preserve">If yes, </w:t>
      </w:r>
      <w:r w:rsidR="00BA519C">
        <w:rPr>
          <w:rFonts w:eastAsia="Times New Roman"/>
          <w:i/>
          <w:sz w:val="22"/>
          <w:szCs w:val="22"/>
          <w:lang w:val="en-GB"/>
        </w:rPr>
        <w:t xml:space="preserve">how </w:t>
      </w:r>
      <w:r w:rsidRPr="004D06FD">
        <w:rPr>
          <w:rFonts w:eastAsia="Times New Roman"/>
          <w:i/>
          <w:sz w:val="22"/>
          <w:szCs w:val="22"/>
          <w:lang w:val="en-GB"/>
        </w:rPr>
        <w:t xml:space="preserve">did it </w:t>
      </w:r>
      <w:bookmarkStart w:id="2" w:name="_Hlk129777765"/>
      <w:r w:rsidRPr="004D06FD">
        <w:rPr>
          <w:rFonts w:eastAsia="Times New Roman"/>
          <w:i/>
          <w:sz w:val="22"/>
          <w:szCs w:val="22"/>
          <w:lang w:val="en-GB"/>
        </w:rPr>
        <w:t>create new or significantly improved processes, services, products and/or technologie</w:t>
      </w:r>
      <w:bookmarkEnd w:id="2"/>
      <w:r w:rsidRPr="004D06FD">
        <w:rPr>
          <w:rFonts w:eastAsia="Times New Roman"/>
          <w:i/>
          <w:sz w:val="22"/>
          <w:szCs w:val="22"/>
          <w:lang w:val="en-GB"/>
        </w:rPr>
        <w:t>s?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7507F4" w14:paraId="324E923B" w14:textId="77777777">
        <w:trPr>
          <w:trHeight w:val="749"/>
        </w:trPr>
        <w:tc>
          <w:tcPr>
            <w:tcW w:w="9016" w:type="dxa"/>
          </w:tcPr>
          <w:p w14:paraId="1BAF61FB" w14:textId="77777777" w:rsidR="004D06FD" w:rsidRPr="004D06FD" w:rsidRDefault="004D06FD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</w:tc>
      </w:tr>
    </w:tbl>
    <w:p w14:paraId="5F50C387" w14:textId="5B394C86" w:rsidR="1A05BC82" w:rsidRDefault="1A05BC82" w:rsidP="1A05BC82">
      <w:pPr>
        <w:jc w:val="both"/>
        <w:rPr>
          <w:rFonts w:eastAsia="Times New Roman"/>
          <w:b/>
          <w:bCs/>
          <w:sz w:val="22"/>
          <w:szCs w:val="22"/>
          <w:lang w:val="en-GB"/>
        </w:rPr>
      </w:pPr>
    </w:p>
    <w:p w14:paraId="6CE64AB6" w14:textId="6E9DCDD9" w:rsidR="1B8BFF8F" w:rsidRDefault="00E17D8B" w:rsidP="4A80512F">
      <w:pPr>
        <w:jc w:val="both"/>
        <w:rPr>
          <w:rFonts w:eastAsia="Times New Roman"/>
          <w:b/>
          <w:bCs/>
          <w:sz w:val="22"/>
          <w:szCs w:val="22"/>
          <w:lang w:val="en-GB"/>
        </w:rPr>
      </w:pPr>
      <w:r w:rsidRPr="1B426EC2">
        <w:rPr>
          <w:rFonts w:eastAsia="Times New Roman"/>
          <w:b/>
          <w:bCs/>
          <w:sz w:val="22"/>
          <w:szCs w:val="22"/>
          <w:lang w:val="en-GB"/>
        </w:rPr>
        <w:t>Generational renewal</w:t>
      </w:r>
      <w:r w:rsidR="1B8BFF8F" w:rsidRPr="1B426EC2">
        <w:rPr>
          <w:rFonts w:eastAsia="Times New Roman"/>
          <w:b/>
          <w:bCs/>
          <w:sz w:val="22"/>
          <w:szCs w:val="22"/>
          <w:lang w:val="en-GB"/>
        </w:rPr>
        <w:t xml:space="preserve"> (max. </w:t>
      </w:r>
      <w:r w:rsidR="1B8BFF8F" w:rsidRPr="4A80512F">
        <w:rPr>
          <w:rFonts w:eastAsia="Times New Roman"/>
          <w:b/>
          <w:bCs/>
          <w:sz w:val="22"/>
          <w:szCs w:val="22"/>
          <w:lang w:val="en-GB"/>
        </w:rPr>
        <w:t xml:space="preserve">200 words) </w:t>
      </w:r>
    </w:p>
    <w:p w14:paraId="41D552C9" w14:textId="2A1ADFDD" w:rsidR="1B8BFF8F" w:rsidRDefault="1B8BFF8F" w:rsidP="4A80512F">
      <w:pPr>
        <w:jc w:val="both"/>
        <w:rPr>
          <w:rFonts w:eastAsia="Times New Roman"/>
          <w:i/>
          <w:iCs/>
          <w:sz w:val="22"/>
          <w:szCs w:val="22"/>
          <w:lang w:val="en-GB"/>
        </w:rPr>
      </w:pPr>
      <w:r w:rsidRPr="4A80512F">
        <w:rPr>
          <w:rFonts w:eastAsia="Times New Roman"/>
          <w:i/>
          <w:iCs/>
          <w:sz w:val="22"/>
          <w:szCs w:val="22"/>
          <w:lang w:val="en-GB"/>
        </w:rPr>
        <w:t>This section is to be answered by projects that are submitted to the “</w:t>
      </w:r>
      <w:r w:rsidR="00E17D8B">
        <w:rPr>
          <w:rFonts w:eastAsia="Times New Roman"/>
          <w:i/>
          <w:iCs/>
          <w:sz w:val="22"/>
          <w:szCs w:val="22"/>
          <w:lang w:val="en-GB"/>
        </w:rPr>
        <w:t xml:space="preserve">Generational </w:t>
      </w:r>
      <w:r w:rsidR="00E17D8B" w:rsidRPr="1B426EC2">
        <w:rPr>
          <w:rFonts w:eastAsia="Times New Roman"/>
          <w:i/>
          <w:iCs/>
          <w:sz w:val="22"/>
          <w:szCs w:val="22"/>
          <w:lang w:val="en-GB"/>
        </w:rPr>
        <w:t>Renewal</w:t>
      </w:r>
      <w:r w:rsidRPr="4A80512F">
        <w:rPr>
          <w:rFonts w:eastAsia="Times New Roman"/>
          <w:i/>
          <w:iCs/>
          <w:sz w:val="22"/>
          <w:szCs w:val="22"/>
          <w:lang w:val="en-GB"/>
        </w:rPr>
        <w:t>” category</w:t>
      </w:r>
      <w:r w:rsidR="3237FF43" w:rsidRPr="4A80512F">
        <w:rPr>
          <w:rFonts w:eastAsia="Times New Roman"/>
          <w:i/>
          <w:iCs/>
          <w:sz w:val="22"/>
          <w:szCs w:val="22"/>
          <w:lang w:val="en-GB"/>
        </w:rPr>
        <w:t>.</w:t>
      </w:r>
    </w:p>
    <w:p w14:paraId="0B966F6A" w14:textId="54169922" w:rsidR="4A80512F" w:rsidRPr="00674AC5" w:rsidRDefault="4A80512F" w:rsidP="4A80512F">
      <w:pPr>
        <w:jc w:val="both"/>
        <w:rPr>
          <w:rFonts w:eastAsia="Times New Roman"/>
          <w:b/>
          <w:bCs/>
          <w:color w:val="8FB929"/>
          <w:sz w:val="22"/>
          <w:szCs w:val="22"/>
          <w:lang w:val="en-GB"/>
        </w:rPr>
      </w:pPr>
    </w:p>
    <w:p w14:paraId="45C9476C" w14:textId="61CDDD52" w:rsidR="1B8BFF8F" w:rsidRPr="00674AC5" w:rsidRDefault="1B8BFF8F" w:rsidP="64FA86C5">
      <w:pPr>
        <w:jc w:val="both"/>
        <w:rPr>
          <w:rFonts w:eastAsia="Times New Roman"/>
          <w:b/>
          <w:bCs/>
          <w:sz w:val="22"/>
          <w:szCs w:val="22"/>
          <w:lang w:val="en-GB"/>
        </w:rPr>
      </w:pPr>
      <w:r w:rsidRPr="64FA86C5">
        <w:rPr>
          <w:rFonts w:eastAsia="Times New Roman"/>
          <w:b/>
          <w:bCs/>
          <w:sz w:val="22"/>
          <w:szCs w:val="22"/>
          <w:lang w:val="en-GB"/>
        </w:rPr>
        <w:t>Does this project actively involve young people (under 40 years old)?</w:t>
      </w:r>
    </w:p>
    <w:sdt>
      <w:sdtPr>
        <w:rPr>
          <w:rFonts w:asciiTheme="minorHAnsi" w:eastAsiaTheme="minorEastAsia" w:hAnsiTheme="minorHAnsi" w:cstheme="minorBidi"/>
          <w:b/>
          <w:bCs/>
          <w:color w:val="6A8A1E" w:themeColor="accent1" w:themeShade="BF"/>
          <w:sz w:val="22"/>
          <w:szCs w:val="22"/>
          <w:lang w:val="en-GB"/>
        </w:rPr>
        <w:id w:val="2012404763"/>
        <w:placeholder>
          <w:docPart w:val="5DA94B4360BD4DAD906123E5ED307879"/>
        </w:placeholder>
        <w:showingPlcHdr/>
        <w:comboBox>
          <w:listItem w:value="Choose an item."/>
          <w:listItem w:displayText="Yes" w:value="Yes"/>
          <w:listItem w:displayText="No" w:value="No"/>
        </w:comboBox>
      </w:sdtPr>
      <w:sdtContent>
        <w:p w14:paraId="681818F6" w14:textId="25F1534D" w:rsidR="4A80512F" w:rsidRDefault="009922A3" w:rsidP="4A80512F">
          <w:pPr>
            <w:jc w:val="both"/>
            <w:rPr>
              <w:rFonts w:asciiTheme="minorHAnsi" w:eastAsiaTheme="minorEastAsia" w:hAnsiTheme="minorHAnsi" w:cstheme="minorBidi"/>
              <w:b/>
              <w:bCs/>
              <w:color w:val="6A8A1E" w:themeColor="accent1" w:themeShade="BF"/>
              <w:sz w:val="22"/>
              <w:szCs w:val="22"/>
              <w:lang w:val="en-GB"/>
            </w:rPr>
          </w:pPr>
          <w:r w:rsidRPr="007507F4">
            <w:rPr>
              <w:rStyle w:val="Textedelespacerserv"/>
              <w:lang w:val="en-US"/>
            </w:rPr>
            <w:t>Choose an item.</w:t>
          </w:r>
        </w:p>
      </w:sdtContent>
    </w:sdt>
    <w:p w14:paraId="417F49D0" w14:textId="77777777" w:rsidR="009922A3" w:rsidRDefault="009922A3" w:rsidP="4A80512F">
      <w:pPr>
        <w:jc w:val="both"/>
        <w:rPr>
          <w:rFonts w:asciiTheme="minorHAnsi" w:eastAsiaTheme="minorEastAsia" w:hAnsiTheme="minorHAnsi" w:cstheme="minorBidi"/>
          <w:b/>
          <w:bCs/>
          <w:color w:val="6A8A1E" w:themeColor="accent1" w:themeShade="BF"/>
          <w:sz w:val="22"/>
          <w:szCs w:val="22"/>
          <w:lang w:val="en-GB"/>
        </w:rPr>
      </w:pPr>
    </w:p>
    <w:p w14:paraId="7077FD2C" w14:textId="36D5463C" w:rsidR="59D05530" w:rsidRDefault="59D05530" w:rsidP="1A05BC82">
      <w:pPr>
        <w:jc w:val="both"/>
        <w:rPr>
          <w:rFonts w:eastAsia="Times New Roman"/>
          <w:b/>
          <w:bCs/>
          <w:sz w:val="22"/>
          <w:szCs w:val="22"/>
          <w:lang w:val="en-GB"/>
        </w:rPr>
      </w:pPr>
      <w:r w:rsidRPr="006D664B">
        <w:rPr>
          <w:rFonts w:eastAsia="Times New Roman"/>
          <w:i/>
          <w:iCs/>
          <w:sz w:val="22"/>
          <w:szCs w:val="22"/>
          <w:lang w:val="en-GB"/>
        </w:rPr>
        <w:t xml:space="preserve">If yes, please describe how young people have been involved in the project and list </w:t>
      </w:r>
      <w:r w:rsidR="1154404E" w:rsidRPr="006D664B">
        <w:rPr>
          <w:rFonts w:eastAsia="Times New Roman"/>
          <w:i/>
          <w:iCs/>
          <w:sz w:val="22"/>
          <w:szCs w:val="22"/>
          <w:lang w:val="en-GB"/>
        </w:rPr>
        <w:t>how it has created opportunities for them to choose an agricultural career</w:t>
      </w:r>
      <w:r w:rsidR="00CD61C7">
        <w:rPr>
          <w:rFonts w:eastAsia="Times New Roman"/>
          <w:i/>
          <w:iCs/>
          <w:sz w:val="22"/>
          <w:szCs w:val="22"/>
          <w:lang w:val="en-GB"/>
        </w:rPr>
        <w:t>,</w:t>
      </w:r>
      <w:r w:rsidR="1154404E" w:rsidRPr="006D664B">
        <w:rPr>
          <w:rFonts w:eastAsia="Times New Roman"/>
          <w:i/>
          <w:iCs/>
          <w:sz w:val="22"/>
          <w:szCs w:val="22"/>
          <w:lang w:val="en-GB"/>
        </w:rPr>
        <w:t xml:space="preserve"> e.g.</w:t>
      </w:r>
      <w:r w:rsidR="3148E63E" w:rsidRPr="006D664B">
        <w:rPr>
          <w:rFonts w:eastAsia="Times New Roman"/>
          <w:i/>
          <w:iCs/>
          <w:sz w:val="22"/>
          <w:szCs w:val="22"/>
          <w:lang w:val="en-GB"/>
        </w:rPr>
        <w:t xml:space="preserve"> development of skills, involvement in decision making processes,</w:t>
      </w:r>
      <w:r w:rsidR="04328CBA" w:rsidRPr="006D664B">
        <w:rPr>
          <w:rFonts w:eastAsia="Times New Roman"/>
          <w:i/>
          <w:iCs/>
          <w:sz w:val="22"/>
          <w:szCs w:val="22"/>
          <w:lang w:val="en-GB"/>
        </w:rPr>
        <w:t xml:space="preserve"> potential to be involved in the </w:t>
      </w:r>
      <w:r w:rsidR="04328CBA" w:rsidRPr="1B426EC2">
        <w:rPr>
          <w:rFonts w:eastAsia="Times New Roman"/>
          <w:i/>
          <w:iCs/>
          <w:sz w:val="22"/>
          <w:szCs w:val="22"/>
          <w:lang w:val="en-GB"/>
        </w:rPr>
        <w:t>agri</w:t>
      </w:r>
      <w:r w:rsidR="29EF17DA" w:rsidRPr="1B426EC2">
        <w:rPr>
          <w:rFonts w:eastAsia="Times New Roman"/>
          <w:i/>
          <w:iCs/>
          <w:sz w:val="22"/>
          <w:szCs w:val="22"/>
          <w:lang w:val="en-GB"/>
        </w:rPr>
        <w:t>cultural</w:t>
      </w:r>
      <w:r w:rsidR="001C67B4">
        <w:rPr>
          <w:rFonts w:eastAsia="Times New Roman"/>
          <w:i/>
          <w:iCs/>
          <w:sz w:val="22"/>
          <w:szCs w:val="22"/>
          <w:lang w:val="en-GB"/>
        </w:rPr>
        <w:t xml:space="preserve"> and rural development </w:t>
      </w:r>
      <w:r w:rsidR="04328CBA" w:rsidRPr="006D664B">
        <w:rPr>
          <w:rFonts w:eastAsia="Times New Roman"/>
          <w:i/>
          <w:iCs/>
          <w:sz w:val="22"/>
          <w:szCs w:val="22"/>
          <w:lang w:val="en-GB"/>
        </w:rPr>
        <w:t>businesses,</w:t>
      </w:r>
      <w:r w:rsidR="3148E63E" w:rsidRPr="006D664B">
        <w:rPr>
          <w:rFonts w:eastAsia="Times New Roman"/>
          <w:i/>
          <w:iCs/>
          <w:sz w:val="22"/>
          <w:szCs w:val="22"/>
          <w:lang w:val="en-GB"/>
        </w:rPr>
        <w:t xml:space="preserve"> networking targeted at specific age group, training sessions </w:t>
      </w:r>
      <w:r w:rsidRPr="006D664B">
        <w:rPr>
          <w:rFonts w:eastAsia="Times New Roman"/>
          <w:i/>
          <w:iCs/>
          <w:sz w:val="22"/>
          <w:szCs w:val="22"/>
          <w:lang w:val="en-GB"/>
        </w:rPr>
        <w:t>(in bullet points)</w:t>
      </w:r>
      <w:r w:rsidR="5E6B7EDC" w:rsidRPr="006D664B">
        <w:rPr>
          <w:rFonts w:eastAsia="Times New Roman"/>
          <w:i/>
          <w:iCs/>
          <w:sz w:val="22"/>
          <w:szCs w:val="22"/>
          <w:lang w:val="en-GB"/>
        </w:rPr>
        <w:t>.</w:t>
      </w:r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4A80512F" w:rsidRPr="007507F4" w14:paraId="615AF419" w14:textId="77777777" w:rsidTr="4A80512F">
        <w:trPr>
          <w:trHeight w:val="810"/>
        </w:trPr>
        <w:tc>
          <w:tcPr>
            <w:tcW w:w="9060" w:type="dxa"/>
          </w:tcPr>
          <w:p w14:paraId="510D06D9" w14:textId="71B62583" w:rsidR="4A80512F" w:rsidRDefault="4A80512F" w:rsidP="4A80512F">
            <w:pPr>
              <w:pStyle w:val="paragraph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</w:tc>
      </w:tr>
    </w:tbl>
    <w:p w14:paraId="3CA7A442" w14:textId="1199E365" w:rsidR="4A80512F" w:rsidRPr="009922A3" w:rsidRDefault="4A80512F" w:rsidP="4A80512F">
      <w:pPr>
        <w:rPr>
          <w:rFonts w:ascii="Segoe UI" w:hAnsi="Segoe UI" w:cs="Segoe UI"/>
          <w:sz w:val="18"/>
          <w:szCs w:val="18"/>
          <w:lang w:val="en-GB"/>
        </w:rPr>
      </w:pPr>
    </w:p>
    <w:p w14:paraId="4D2F1C85" w14:textId="2AF888FF" w:rsidR="004D06FD" w:rsidRDefault="005C47F6" w:rsidP="004D06FD">
      <w:pPr>
        <w:jc w:val="both"/>
        <w:textAlignment w:val="baseline"/>
        <w:rPr>
          <w:rFonts w:eastAsia="Times New Roman"/>
          <w:b/>
          <w:sz w:val="22"/>
          <w:szCs w:val="22"/>
          <w:lang w:val="en-GB"/>
        </w:rPr>
      </w:pPr>
      <w:r w:rsidRPr="1A05BC82" w:rsidDel="00401A47">
        <w:rPr>
          <w:rFonts w:eastAsia="Times New Roman"/>
          <w:b/>
          <w:bCs/>
          <w:sz w:val="22"/>
          <w:szCs w:val="22"/>
          <w:lang w:val="en-GB"/>
        </w:rPr>
        <w:t>Gender equality</w:t>
      </w:r>
      <w:r w:rsidR="004D06FD" w:rsidRPr="1A05BC82">
        <w:rPr>
          <w:rFonts w:eastAsia="Times New Roman"/>
          <w:b/>
          <w:bCs/>
          <w:sz w:val="22"/>
          <w:szCs w:val="22"/>
          <w:lang w:val="en-GB"/>
        </w:rPr>
        <w:t xml:space="preserve"> (max. </w:t>
      </w:r>
      <w:r w:rsidR="00867D40">
        <w:rPr>
          <w:rFonts w:eastAsia="Times New Roman"/>
          <w:b/>
          <w:bCs/>
          <w:sz w:val="22"/>
          <w:szCs w:val="22"/>
          <w:lang w:val="en-GB"/>
        </w:rPr>
        <w:t>2</w:t>
      </w:r>
      <w:r w:rsidR="004D06FD" w:rsidRPr="1A05BC82">
        <w:rPr>
          <w:rFonts w:eastAsia="Times New Roman"/>
          <w:b/>
          <w:bCs/>
          <w:sz w:val="22"/>
          <w:szCs w:val="22"/>
          <w:lang w:val="en-GB"/>
        </w:rPr>
        <w:t>00 words)</w:t>
      </w:r>
    </w:p>
    <w:p w14:paraId="43BF073A" w14:textId="018B51FC" w:rsidR="7B43CB49" w:rsidRDefault="7B43CB49" w:rsidP="1A05BC82">
      <w:pPr>
        <w:jc w:val="both"/>
        <w:rPr>
          <w:rFonts w:eastAsia="Times New Roman"/>
          <w:i/>
          <w:iCs/>
          <w:sz w:val="22"/>
          <w:szCs w:val="22"/>
          <w:lang w:val="en-GB"/>
        </w:rPr>
      </w:pPr>
      <w:r w:rsidRPr="1A05BC82">
        <w:rPr>
          <w:rFonts w:eastAsia="Times New Roman"/>
          <w:i/>
          <w:iCs/>
          <w:sz w:val="22"/>
          <w:szCs w:val="22"/>
          <w:lang w:val="en-GB"/>
        </w:rPr>
        <w:t xml:space="preserve">This is a cross-cutting </w:t>
      </w:r>
      <w:r w:rsidR="00401A47">
        <w:rPr>
          <w:rFonts w:eastAsia="Times New Roman"/>
          <w:i/>
          <w:iCs/>
          <w:sz w:val="22"/>
          <w:szCs w:val="22"/>
          <w:lang w:val="en-GB"/>
        </w:rPr>
        <w:t>theme</w:t>
      </w:r>
      <w:r w:rsidR="00401A47" w:rsidRPr="1A05BC82">
        <w:rPr>
          <w:rFonts w:eastAsia="Times New Roman"/>
          <w:i/>
          <w:iCs/>
          <w:sz w:val="22"/>
          <w:szCs w:val="22"/>
          <w:lang w:val="en-GB"/>
        </w:rPr>
        <w:t xml:space="preserve"> </w:t>
      </w:r>
      <w:r w:rsidRPr="1A05BC82">
        <w:rPr>
          <w:rFonts w:eastAsia="Times New Roman"/>
          <w:i/>
          <w:iCs/>
          <w:sz w:val="22"/>
          <w:szCs w:val="22"/>
          <w:lang w:val="en-GB"/>
        </w:rPr>
        <w:t>across all the categories.</w:t>
      </w:r>
      <w:r w:rsidR="00AF6735">
        <w:rPr>
          <w:rFonts w:eastAsia="Times New Roman"/>
          <w:i/>
          <w:iCs/>
          <w:sz w:val="22"/>
          <w:szCs w:val="22"/>
          <w:lang w:val="en-GB"/>
        </w:rPr>
        <w:t xml:space="preserve"> All projects</w:t>
      </w:r>
      <w:r w:rsidR="002E14ED">
        <w:rPr>
          <w:rFonts w:eastAsia="Times New Roman"/>
          <w:i/>
          <w:iCs/>
          <w:sz w:val="22"/>
          <w:szCs w:val="22"/>
          <w:lang w:val="en-GB"/>
        </w:rPr>
        <w:t xml:space="preserve"> (in the shortlist)</w:t>
      </w:r>
      <w:r w:rsidR="00AF6735">
        <w:rPr>
          <w:rFonts w:eastAsia="Times New Roman"/>
          <w:i/>
          <w:iCs/>
          <w:sz w:val="22"/>
          <w:szCs w:val="22"/>
          <w:lang w:val="en-GB"/>
        </w:rPr>
        <w:t xml:space="preserve"> that include women (as target groups, partners or stakeholders) will be eligible for the “</w:t>
      </w:r>
      <w:r w:rsidR="00AF6735" w:rsidDel="00E17D8B">
        <w:rPr>
          <w:rFonts w:eastAsia="Times New Roman"/>
          <w:i/>
          <w:iCs/>
          <w:sz w:val="22"/>
          <w:szCs w:val="22"/>
          <w:lang w:val="en-GB"/>
        </w:rPr>
        <w:t>gender equality” award</w:t>
      </w:r>
      <w:r w:rsidR="002E14ED" w:rsidDel="00E17D8B">
        <w:rPr>
          <w:rFonts w:eastAsia="Times New Roman"/>
          <w:i/>
          <w:iCs/>
          <w:sz w:val="22"/>
          <w:szCs w:val="22"/>
          <w:lang w:val="en-GB"/>
        </w:rPr>
        <w:t>.</w:t>
      </w:r>
    </w:p>
    <w:p w14:paraId="2BBCE590" w14:textId="77777777" w:rsidR="003B7A75" w:rsidRPr="00674AC5" w:rsidRDefault="003B7A75" w:rsidP="64FA86C5">
      <w:pPr>
        <w:jc w:val="both"/>
        <w:textAlignment w:val="baseline"/>
        <w:rPr>
          <w:rFonts w:eastAsia="Times New Roman"/>
          <w:b/>
          <w:bCs/>
          <w:sz w:val="22"/>
          <w:szCs w:val="22"/>
          <w:lang w:val="en-GB"/>
        </w:rPr>
      </w:pPr>
    </w:p>
    <w:p w14:paraId="20AF31C9" w14:textId="329162E7" w:rsidR="0007415B" w:rsidRPr="00674AC5" w:rsidRDefault="003B7A75" w:rsidP="64FA86C5">
      <w:pPr>
        <w:textAlignment w:val="baseline"/>
        <w:rPr>
          <w:rFonts w:eastAsia="Times New Roman"/>
          <w:b/>
          <w:bCs/>
          <w:sz w:val="22"/>
          <w:szCs w:val="22"/>
          <w:lang w:val="en-GB"/>
        </w:rPr>
      </w:pPr>
      <w:r w:rsidRPr="64FA86C5">
        <w:rPr>
          <w:rFonts w:eastAsia="Times New Roman"/>
          <w:b/>
          <w:bCs/>
          <w:sz w:val="22"/>
          <w:szCs w:val="22"/>
          <w:lang w:val="en-GB"/>
        </w:rPr>
        <w:t xml:space="preserve">Does this project </w:t>
      </w:r>
      <w:r w:rsidR="005C47F6" w:rsidRPr="64FA86C5">
        <w:rPr>
          <w:rFonts w:eastAsia="Times New Roman"/>
          <w:b/>
          <w:bCs/>
          <w:sz w:val="22"/>
          <w:szCs w:val="22"/>
          <w:lang w:val="en-GB"/>
        </w:rPr>
        <w:t xml:space="preserve">actively </w:t>
      </w:r>
      <w:r w:rsidRPr="64FA86C5">
        <w:rPr>
          <w:rFonts w:eastAsia="Times New Roman"/>
          <w:b/>
          <w:bCs/>
          <w:sz w:val="22"/>
          <w:szCs w:val="22"/>
          <w:lang w:val="en-GB"/>
        </w:rPr>
        <w:t>involve wome</w:t>
      </w:r>
      <w:r w:rsidR="00735A70" w:rsidRPr="64FA86C5">
        <w:rPr>
          <w:rFonts w:eastAsia="Times New Roman"/>
          <w:b/>
          <w:bCs/>
          <w:sz w:val="22"/>
          <w:szCs w:val="22"/>
          <w:lang w:val="en-GB"/>
        </w:rPr>
        <w:t>n</w:t>
      </w:r>
      <w:r w:rsidRPr="64FA86C5">
        <w:rPr>
          <w:rFonts w:eastAsia="Times New Roman"/>
          <w:b/>
          <w:bCs/>
          <w:sz w:val="22"/>
          <w:szCs w:val="22"/>
          <w:lang w:val="en-GB"/>
        </w:rPr>
        <w:t>?</w:t>
      </w:r>
    </w:p>
    <w:sdt>
      <w:sdtPr>
        <w:rPr>
          <w:rFonts w:eastAsia="Times New Roman"/>
          <w:b/>
          <w:bCs/>
          <w:color w:val="6A8A1E" w:themeColor="accent1" w:themeShade="BF"/>
          <w:sz w:val="22"/>
          <w:szCs w:val="22"/>
          <w:lang w:val="en-GB"/>
        </w:rPr>
        <w:id w:val="-1638953922"/>
        <w:placeholder>
          <w:docPart w:val="5EF0F7C4251F41CA843A596567C1A1BD"/>
        </w:placeholder>
        <w:showingPlcHdr/>
        <w:comboBox>
          <w:listItem w:value="Choose an item."/>
          <w:listItem w:displayText="Yes, women were part of the project team" w:value="Yes, women were part of the project team"/>
          <w:listItem w:displayText="Yes, women benefited from the activities of the project" w:value="Yes, women benefited from the activities of the project"/>
          <w:listItem w:displayText="No / No information available" w:value="No / No information available"/>
        </w:comboBox>
      </w:sdtPr>
      <w:sdtContent>
        <w:p w14:paraId="68C4CC91" w14:textId="485E9CA1" w:rsidR="0007415B" w:rsidRPr="0007415B" w:rsidRDefault="0007415B" w:rsidP="003B7A75">
          <w:pPr>
            <w:textAlignment w:val="baseline"/>
            <w:rPr>
              <w:rFonts w:eastAsia="Times New Roman"/>
              <w:b/>
              <w:color w:val="6A8A1E" w:themeColor="accent1" w:themeShade="BF"/>
              <w:sz w:val="22"/>
              <w:szCs w:val="22"/>
              <w:lang w:val="en-GB"/>
            </w:rPr>
          </w:pPr>
          <w:r w:rsidRPr="007507F4">
            <w:rPr>
              <w:rStyle w:val="Textedelespacerserv"/>
            </w:rPr>
            <w:t>Choose an item.</w:t>
          </w:r>
        </w:p>
      </w:sdtContent>
    </w:sdt>
    <w:p w14:paraId="6F9D91B4" w14:textId="77777777" w:rsidR="00A24214" w:rsidRPr="002F2F52" w:rsidRDefault="00A24214" w:rsidP="004D06FD">
      <w:pPr>
        <w:jc w:val="both"/>
        <w:textAlignment w:val="baseline"/>
        <w:rPr>
          <w:rFonts w:eastAsia="Times New Roman"/>
          <w:i/>
          <w:sz w:val="22"/>
          <w:szCs w:val="22"/>
          <w:lang w:val="en-GB"/>
        </w:rPr>
      </w:pPr>
    </w:p>
    <w:p w14:paraId="2365F5F5" w14:textId="251081AD" w:rsidR="004D06FD" w:rsidRPr="004D06FD" w:rsidRDefault="00FF4071" w:rsidP="4A80512F">
      <w:pPr>
        <w:jc w:val="both"/>
        <w:textAlignment w:val="baseline"/>
        <w:rPr>
          <w:rFonts w:eastAsia="Times New Roman"/>
          <w:b/>
          <w:bCs/>
          <w:sz w:val="22"/>
          <w:szCs w:val="22"/>
          <w:lang w:val="en-GB"/>
        </w:rPr>
      </w:pPr>
      <w:r w:rsidRPr="00FF4071">
        <w:rPr>
          <w:rFonts w:eastAsia="Times New Roman"/>
          <w:i/>
          <w:iCs/>
          <w:sz w:val="22"/>
          <w:szCs w:val="22"/>
          <w:lang w:val="en-GB"/>
        </w:rPr>
        <w:t>If yes, please describe how women have been involved in the project</w:t>
      </w:r>
      <w:r w:rsidR="00DB5D2E">
        <w:rPr>
          <w:rFonts w:eastAsia="Times New Roman"/>
          <w:i/>
          <w:iCs/>
          <w:sz w:val="22"/>
          <w:szCs w:val="22"/>
          <w:lang w:val="en-GB"/>
        </w:rPr>
        <w:t xml:space="preserve"> and the number of women involved</w:t>
      </w:r>
      <w:r w:rsidRPr="00FF4071">
        <w:rPr>
          <w:rFonts w:eastAsia="Times New Roman"/>
          <w:i/>
          <w:iCs/>
          <w:sz w:val="22"/>
          <w:szCs w:val="22"/>
          <w:lang w:val="en-GB"/>
        </w:rPr>
        <w:t>. Specify if women founded the project, if they are part of the management of the project</w:t>
      </w:r>
      <w:r w:rsidR="00A92E5F">
        <w:rPr>
          <w:rFonts w:eastAsia="Times New Roman"/>
          <w:i/>
          <w:iCs/>
          <w:sz w:val="22"/>
          <w:szCs w:val="22"/>
          <w:lang w:val="en-GB"/>
        </w:rPr>
        <w:t xml:space="preserve"> or</w:t>
      </w:r>
      <w:r w:rsidRPr="00FF4071">
        <w:rPr>
          <w:rFonts w:eastAsia="Times New Roman"/>
          <w:i/>
          <w:iCs/>
          <w:sz w:val="22"/>
          <w:szCs w:val="22"/>
          <w:lang w:val="en-GB"/>
        </w:rPr>
        <w:t xml:space="preserve"> if they work in it</w:t>
      </w:r>
      <w:r w:rsidR="000527E5">
        <w:rPr>
          <w:rFonts w:eastAsia="Times New Roman"/>
          <w:i/>
          <w:iCs/>
          <w:sz w:val="22"/>
          <w:szCs w:val="22"/>
          <w:lang w:val="en-GB"/>
        </w:rPr>
        <w:t>.</w:t>
      </w:r>
      <w:r w:rsidR="00B27297">
        <w:rPr>
          <w:rFonts w:eastAsia="Times New Roman"/>
          <w:i/>
          <w:iCs/>
          <w:sz w:val="22"/>
          <w:szCs w:val="22"/>
          <w:lang w:val="en-GB"/>
        </w:rPr>
        <w:t xml:space="preserve"> Please also </w:t>
      </w:r>
      <w:r w:rsidR="51D9ECE9" w:rsidRPr="4A80512F">
        <w:rPr>
          <w:rFonts w:eastAsia="Times New Roman"/>
          <w:i/>
          <w:iCs/>
          <w:sz w:val="22"/>
          <w:szCs w:val="22"/>
          <w:lang w:val="en-GB"/>
        </w:rPr>
        <w:t xml:space="preserve">list </w:t>
      </w:r>
      <w:r w:rsidR="002F08AE" w:rsidRPr="4A80512F">
        <w:rPr>
          <w:rFonts w:eastAsia="Times New Roman"/>
          <w:i/>
          <w:iCs/>
          <w:sz w:val="22"/>
          <w:szCs w:val="22"/>
          <w:lang w:val="en-GB"/>
        </w:rPr>
        <w:t xml:space="preserve">the </w:t>
      </w:r>
      <w:r w:rsidR="51D9ECE9" w:rsidRPr="4A80512F">
        <w:rPr>
          <w:rFonts w:eastAsia="Times New Roman"/>
          <w:i/>
          <w:iCs/>
          <w:sz w:val="22"/>
          <w:szCs w:val="22"/>
          <w:lang w:val="en-GB"/>
        </w:rPr>
        <w:t>benefits that the project has brought to them (in bullet points)</w:t>
      </w:r>
      <w:r w:rsidR="12FA1670" w:rsidRPr="4A80512F">
        <w:rPr>
          <w:rFonts w:eastAsia="Times New Roman"/>
          <w:i/>
          <w:iCs/>
          <w:sz w:val="22"/>
          <w:szCs w:val="22"/>
          <w:lang w:val="en-GB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7507F4" w14:paraId="2E94B5A8" w14:textId="77777777">
        <w:trPr>
          <w:trHeight w:val="749"/>
        </w:trPr>
        <w:tc>
          <w:tcPr>
            <w:tcW w:w="9016" w:type="dxa"/>
          </w:tcPr>
          <w:p w14:paraId="1999711A" w14:textId="77777777" w:rsidR="004D06FD" w:rsidRPr="004D06FD" w:rsidRDefault="004D06FD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</w:tc>
      </w:tr>
    </w:tbl>
    <w:p w14:paraId="6A7C79C1" w14:textId="77777777" w:rsidR="009A4037" w:rsidRDefault="009A4037" w:rsidP="004D06FD">
      <w:pPr>
        <w:textAlignment w:val="baseline"/>
        <w:rPr>
          <w:rFonts w:eastAsia="Times New Roman"/>
          <w:b/>
          <w:color w:val="6A8A1E" w:themeColor="accent1" w:themeShade="BF"/>
          <w:sz w:val="22"/>
          <w:szCs w:val="22"/>
          <w:lang w:val="en-GB"/>
        </w:rPr>
      </w:pPr>
    </w:p>
    <w:p w14:paraId="78F79E85" w14:textId="7C5ED182" w:rsidR="004D06FD" w:rsidRDefault="004D06FD" w:rsidP="004D06FD">
      <w:pPr>
        <w:textAlignment w:val="baseline"/>
        <w:rPr>
          <w:rFonts w:eastAsia="Times New Roman"/>
          <w:color w:val="FF0000"/>
          <w:sz w:val="22"/>
          <w:szCs w:val="22"/>
          <w:lang w:val="en-GB"/>
        </w:rPr>
      </w:pPr>
      <w:r w:rsidRPr="00674AC5">
        <w:rPr>
          <w:rFonts w:eastAsia="Times New Roman"/>
          <w:b/>
          <w:color w:val="8FB929"/>
          <w:sz w:val="22"/>
          <w:szCs w:val="22"/>
          <w:lang w:val="en-GB"/>
        </w:rPr>
        <w:t>Project general info</w:t>
      </w:r>
      <w:r w:rsidRPr="00674AC5">
        <w:rPr>
          <w:rFonts w:eastAsia="Times New Roman"/>
          <w:color w:val="8FB929"/>
          <w:sz w:val="22"/>
          <w:szCs w:val="22"/>
          <w:lang w:val="en-GB"/>
        </w:rPr>
        <w:t> </w:t>
      </w:r>
      <w:r w:rsidRPr="004D06FD">
        <w:rPr>
          <w:rFonts w:eastAsia="Times New Roman"/>
          <w:color w:val="FF0000"/>
          <w:sz w:val="22"/>
          <w:szCs w:val="22"/>
          <w:lang w:val="en-GB"/>
        </w:rPr>
        <w:t>(all fields</w:t>
      </w:r>
      <w:r w:rsidR="006417B2">
        <w:rPr>
          <w:rFonts w:eastAsia="Times New Roman"/>
          <w:color w:val="FF0000"/>
          <w:sz w:val="22"/>
          <w:szCs w:val="22"/>
          <w:lang w:val="en-GB"/>
        </w:rPr>
        <w:t xml:space="preserve"> are</w:t>
      </w:r>
      <w:r w:rsidRPr="004D06FD">
        <w:rPr>
          <w:rFonts w:eastAsia="Times New Roman"/>
          <w:color w:val="FF0000"/>
          <w:sz w:val="22"/>
          <w:szCs w:val="22"/>
          <w:lang w:val="en-GB"/>
        </w:rPr>
        <w:t xml:space="preserve"> </w:t>
      </w:r>
      <w:r w:rsidR="006417B2">
        <w:rPr>
          <w:rFonts w:eastAsia="Times New Roman"/>
          <w:color w:val="FF0000"/>
          <w:sz w:val="22"/>
          <w:szCs w:val="22"/>
          <w:lang w:val="en-GB"/>
        </w:rPr>
        <w:t>mandatory</w:t>
      </w:r>
      <w:r w:rsidRPr="004D06FD">
        <w:rPr>
          <w:rFonts w:eastAsia="Times New Roman"/>
          <w:color w:val="FF0000"/>
          <w:sz w:val="22"/>
          <w:szCs w:val="22"/>
          <w:lang w:val="en-GB"/>
        </w:rPr>
        <w:t>)</w:t>
      </w:r>
    </w:p>
    <w:p w14:paraId="0E6F3990" w14:textId="2461D595" w:rsidR="004D06FD" w:rsidRDefault="00D93631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  <w:lang w:val="en-GB"/>
        </w:rPr>
      </w:pPr>
      <w:r>
        <w:rPr>
          <w:rFonts w:eastAsia="Times New Roman"/>
          <w:color w:val="6A8A1E" w:themeColor="accent1" w:themeShade="BF"/>
          <w:sz w:val="22"/>
          <w:szCs w:val="22"/>
          <w:lang w:val="en-GB"/>
        </w:rPr>
        <w:t xml:space="preserve">If the below sections are </w:t>
      </w:r>
      <w:r w:rsidR="000827BD">
        <w:rPr>
          <w:rFonts w:eastAsia="Times New Roman"/>
          <w:color w:val="6A8A1E" w:themeColor="accent1" w:themeShade="BF"/>
          <w:sz w:val="22"/>
          <w:szCs w:val="22"/>
          <w:lang w:val="en-GB"/>
        </w:rPr>
        <w:t xml:space="preserve">incomplete, the project may not be considered as a finalist. </w:t>
      </w:r>
    </w:p>
    <w:p w14:paraId="64C71CA1" w14:textId="77777777" w:rsidR="000827BD" w:rsidRPr="004D06FD" w:rsidRDefault="000827BD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  <w:lang w:val="en-GB"/>
        </w:rPr>
      </w:pP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5"/>
        <w:gridCol w:w="4800"/>
      </w:tblGrid>
      <w:tr w:rsidR="004D06FD" w:rsidRPr="004D06FD" w14:paraId="3AA4F333" w14:textId="77777777" w:rsidTr="00E34A8A">
        <w:trPr>
          <w:trHeight w:val="300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895112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b/>
                <w:sz w:val="22"/>
                <w:szCs w:val="22"/>
              </w:rPr>
              <w:t xml:space="preserve">Name </w:t>
            </w:r>
            <w:r w:rsidRPr="004D06FD">
              <w:rPr>
                <w:rFonts w:eastAsia="Times New Roman"/>
                <w:sz w:val="22"/>
                <w:szCs w:val="22"/>
              </w:rPr>
              <w:t>(</w:t>
            </w:r>
            <w:proofErr w:type="spellStart"/>
            <w:r w:rsidRPr="004D06FD">
              <w:rPr>
                <w:rFonts w:eastAsia="Times New Roman"/>
                <w:sz w:val="22"/>
                <w:szCs w:val="22"/>
              </w:rPr>
              <w:t>project</w:t>
            </w:r>
            <w:proofErr w:type="spellEnd"/>
            <w:r w:rsidRPr="004D06FD">
              <w:rPr>
                <w:rFonts w:eastAsia="Times New Roman"/>
                <w:sz w:val="22"/>
                <w:szCs w:val="22"/>
              </w:rPr>
              <w:t xml:space="preserve"> </w:t>
            </w:r>
            <w:proofErr w:type="spellStart"/>
            <w:r w:rsidRPr="004D06FD">
              <w:rPr>
                <w:rFonts w:eastAsia="Times New Roman"/>
                <w:sz w:val="22"/>
                <w:szCs w:val="22"/>
              </w:rPr>
              <w:t>title</w:t>
            </w:r>
            <w:proofErr w:type="spellEnd"/>
            <w:r w:rsidRPr="004D06FD">
              <w:rPr>
                <w:rFonts w:eastAsia="Times New Roman"/>
                <w:sz w:val="22"/>
                <w:szCs w:val="22"/>
              </w:rPr>
              <w:t>)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F80A04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7507F4" w14:paraId="2837B1CF" w14:textId="77777777" w:rsidTr="00E34A8A">
        <w:trPr>
          <w:trHeight w:val="300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12CAC2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b/>
                <w:sz w:val="22"/>
                <w:szCs w:val="22"/>
                <w:lang w:val="en-GB"/>
              </w:rPr>
              <w:t xml:space="preserve">Dates </w:t>
            </w:r>
            <w:r w:rsidRPr="004D06FD">
              <w:rPr>
                <w:rFonts w:eastAsia="Times New Roman"/>
                <w:sz w:val="22"/>
                <w:szCs w:val="22"/>
                <w:lang w:val="en-GB"/>
              </w:rPr>
              <w:t>(Indicate both start and end dates)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F96F83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</w:tr>
      <w:tr w:rsidR="004D06FD" w:rsidRPr="007507F4" w14:paraId="1954865F" w14:textId="77777777" w:rsidTr="00E34A8A">
        <w:trPr>
          <w:trHeight w:val="300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AD1508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b/>
                <w:sz w:val="22"/>
                <w:szCs w:val="22"/>
                <w:lang w:val="en-GB"/>
              </w:rPr>
              <w:lastRenderedPageBreak/>
              <w:t xml:space="preserve">Member State </w:t>
            </w:r>
            <w:r w:rsidRPr="004D06FD">
              <w:rPr>
                <w:rFonts w:eastAsia="Times New Roman"/>
                <w:sz w:val="22"/>
                <w:szCs w:val="22"/>
                <w:lang w:val="en-GB"/>
              </w:rPr>
              <w:t>(or region if regionalised RDP)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0CD502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</w:tr>
      <w:tr w:rsidR="004D06FD" w:rsidRPr="007507F4" w14:paraId="327B2630" w14:textId="77777777" w:rsidTr="00E34A8A">
        <w:trPr>
          <w:trHeight w:val="300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B3996A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b/>
                <w:sz w:val="22"/>
                <w:szCs w:val="22"/>
                <w:lang w:val="en-GB"/>
              </w:rPr>
              <w:t xml:space="preserve">Type of beneficiary </w:t>
            </w:r>
            <w:r w:rsidRPr="004D06FD">
              <w:rPr>
                <w:rFonts w:eastAsia="Times New Roman"/>
                <w:sz w:val="22"/>
                <w:szCs w:val="22"/>
                <w:lang w:val="en-GB"/>
              </w:rPr>
              <w:t>(public/SME/farmer/EIP OG/NGO, etc.) 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7116C79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</w:tr>
    </w:tbl>
    <w:p w14:paraId="016681E1" w14:textId="77777777" w:rsidR="00ED3B00" w:rsidRPr="007B3EFC" w:rsidRDefault="00ED3B00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  <w:lang w:val="en-US"/>
        </w:rPr>
      </w:pPr>
    </w:p>
    <w:p w14:paraId="2EDFF836" w14:textId="611D0B65" w:rsidR="004D06FD" w:rsidRPr="007B3EFC" w:rsidRDefault="000A0F57" w:rsidP="004D06FD">
      <w:pPr>
        <w:textAlignment w:val="baseline"/>
        <w:rPr>
          <w:rFonts w:eastAsia="Times New Roman"/>
          <w:b/>
          <w:bCs/>
          <w:color w:val="8FB929"/>
          <w:sz w:val="22"/>
          <w:szCs w:val="22"/>
          <w:lang w:val="en-US"/>
        </w:rPr>
      </w:pPr>
      <w:r w:rsidRPr="00674AC5">
        <w:rPr>
          <w:rFonts w:eastAsia="Times New Roman"/>
          <w:b/>
          <w:bCs/>
          <w:color w:val="8FB929"/>
          <w:sz w:val="22"/>
          <w:szCs w:val="22"/>
          <w:lang w:val="en-GB"/>
        </w:rPr>
        <w:t xml:space="preserve">If </w:t>
      </w:r>
      <w:r w:rsidR="006B6143" w:rsidRPr="00674AC5">
        <w:rPr>
          <w:rFonts w:eastAsia="Times New Roman"/>
          <w:b/>
          <w:bCs/>
          <w:color w:val="8FB929"/>
          <w:sz w:val="22"/>
          <w:szCs w:val="22"/>
          <w:lang w:val="en-GB"/>
        </w:rPr>
        <w:t>the project</w:t>
      </w:r>
      <w:r w:rsidRPr="00674AC5">
        <w:rPr>
          <w:rFonts w:eastAsia="Times New Roman"/>
          <w:b/>
          <w:bCs/>
          <w:color w:val="8FB929"/>
          <w:sz w:val="22"/>
          <w:szCs w:val="22"/>
          <w:lang w:val="en-GB"/>
        </w:rPr>
        <w:t xml:space="preserve"> is funded by RDP</w:t>
      </w:r>
      <w:r w:rsidR="007365F4" w:rsidRPr="00674AC5">
        <w:rPr>
          <w:rFonts w:eastAsia="Times New Roman"/>
          <w:b/>
          <w:bCs/>
          <w:color w:val="8FB929"/>
          <w:sz w:val="22"/>
          <w:szCs w:val="22"/>
          <w:lang w:val="en-GB"/>
        </w:rPr>
        <w:t xml:space="preserve">, please fill in the information in the following table: 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5"/>
        <w:gridCol w:w="4800"/>
      </w:tblGrid>
      <w:tr w:rsidR="00ED3B00" w:rsidRPr="004D06FD" w14:paraId="2074CFB5" w14:textId="77777777">
        <w:trPr>
          <w:trHeight w:val="300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9A6537" w14:textId="77777777" w:rsidR="00ED3B00" w:rsidRPr="004D06FD" w:rsidRDefault="00ED3B00">
            <w:pPr>
              <w:jc w:val="both"/>
              <w:textAlignment w:val="baseline"/>
              <w:rPr>
                <w:rFonts w:eastAsia="Times New Roman"/>
                <w:b/>
                <w:sz w:val="22"/>
                <w:szCs w:val="22"/>
              </w:rPr>
            </w:pPr>
            <w:bookmarkStart w:id="3" w:name="_Hlk196389741"/>
            <w:proofErr w:type="spellStart"/>
            <w:r w:rsidRPr="0F16B93B">
              <w:rPr>
                <w:rFonts w:eastAsia="Times New Roman"/>
                <w:b/>
                <w:bCs/>
                <w:sz w:val="22"/>
                <w:szCs w:val="22"/>
              </w:rPr>
              <w:t>Measure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Pr="0F16B93B">
              <w:rPr>
                <w:rFonts w:eastAsia="Times New Roman"/>
                <w:sz w:val="22"/>
                <w:szCs w:val="22"/>
              </w:rPr>
              <w:t xml:space="preserve">(or </w:t>
            </w:r>
            <w:proofErr w:type="spellStart"/>
            <w:r w:rsidRPr="0F16B93B">
              <w:rPr>
                <w:rFonts w:eastAsia="Times New Roman"/>
                <w:sz w:val="22"/>
                <w:szCs w:val="22"/>
              </w:rPr>
              <w:t>measures</w:t>
            </w:r>
            <w:proofErr w:type="spellEnd"/>
            <w:r w:rsidRPr="0F16B93B">
              <w:rPr>
                <w:rFonts w:eastAsia="Times New Roman"/>
                <w:sz w:val="22"/>
                <w:szCs w:val="22"/>
              </w:rPr>
              <w:t>) </w:t>
            </w:r>
            <w:r w:rsidRPr="0D594E2C">
              <w:rPr>
                <w:rFonts w:eastAsia="Times New Roman"/>
                <w:b/>
                <w:bCs/>
                <w:sz w:val="22"/>
                <w:szCs w:val="22"/>
              </w:rPr>
              <w:t>/ Intervention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29B797" w14:textId="691D9775" w:rsidR="00ED3B00" w:rsidRPr="004D06FD" w:rsidRDefault="00000000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sdt>
              <w:sdtPr>
                <w:rPr>
                  <w:rFonts w:eastAsia="Times New Roman"/>
                  <w:sz w:val="22"/>
                  <w:szCs w:val="22"/>
                </w:rPr>
                <w:id w:val="-1187360912"/>
                <w:placeholder>
                  <w:docPart w:val="CCA4F1CFB99648B786A3591753775AE2"/>
                </w:placeholder>
                <w:showingPlcHdr/>
                <w:dropDownList>
                  <w:listItem w:value="Choose an item."/>
                  <w:listItem w:displayText="M01. Knowledge transfer &amp; information actions" w:value="M01. Knowledge transfer &amp; information actions"/>
                  <w:listItem w:displayText="M02. Advisory services" w:value="M02. Advisory services"/>
                  <w:listItem w:displayText="M03. Quality schemes" w:value="M03. Quality schemes"/>
                  <w:listItem w:displayText="M04. Investments in physical assets" w:value="M04. Investments in physical assets"/>
                  <w:listItem w:displayText="M05. Damage/restoration/prevention actions" w:value="M05. Damage/restoration/prevention actions"/>
                  <w:listItem w:displayText="M06. Farm &amp; business development" w:value="M06. Farm &amp; business development"/>
                  <w:listItem w:displayText="M07. Basic services &amp; village renewal" w:value="M07. Basic services &amp; village renewal"/>
                  <w:listItem w:displayText="M08. Investments in forest areas" w:value="M08. Investments in forest areas"/>
                  <w:listItem w:displayText="M09. Producers groups &amp; organisations" w:value="M09. Producers groups &amp; organisations"/>
                  <w:listItem w:displayText="M10. Agri-environment-climate" w:value="M10. Agri-environment-climate"/>
                  <w:listItem w:displayText="M11. Organic farming" w:value="M11. Organic farming"/>
                  <w:listItem w:displayText="M12. Natura 2000 &amp; WFD" w:value="M12 M12 – Natura 2000 &amp; WFD"/>
                  <w:listItem w:displayText="M13. Areas with constraints" w:value="M13. Areas with constraints"/>
                  <w:listItem w:displayText="M14. Animal welfare" w:value="M14. Animal welfare"/>
                  <w:listItem w:displayText="M15. Forest-environment-climate" w:value="M15. Forest-environment-climate"/>
                  <w:listItem w:displayText="M16. Cooperation" w:value="M16. Cooperation"/>
                  <w:listItem w:displayText="M17: Risk management" w:value="M17: Risk management"/>
                  <w:listItem w:displayText="M18. Complementary payments to Croatia" w:value="M18. Complementary payments to Croatia"/>
                  <w:listItem w:displayText="M19. LEADER CLLD" w:value="M19. LEADER CLLD"/>
                  <w:listItem w:displayText="M20. Technical assistance" w:value="M20. Technical assistance"/>
                </w:dropDownList>
              </w:sdtPr>
              <w:sdtContent>
                <w:r w:rsidR="00B63327" w:rsidRPr="008E5F33">
                  <w:rPr>
                    <w:rStyle w:val="Textedelespacerserv"/>
                  </w:rPr>
                  <w:t>Choose an item.</w:t>
                </w:r>
              </w:sdtContent>
            </w:sdt>
          </w:p>
        </w:tc>
      </w:tr>
      <w:tr w:rsidR="00ED3B00" w:rsidRPr="004D06FD" w14:paraId="29FC4147" w14:textId="77777777">
        <w:trPr>
          <w:trHeight w:val="300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5120E8" w14:textId="77777777" w:rsidR="00ED3B00" w:rsidRPr="004D06FD" w:rsidRDefault="00ED3B00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proofErr w:type="spellStart"/>
            <w:r w:rsidRPr="004D06FD">
              <w:rPr>
                <w:rFonts w:eastAsia="Times New Roman"/>
                <w:b/>
                <w:sz w:val="22"/>
                <w:szCs w:val="22"/>
              </w:rPr>
              <w:t>Priority</w:t>
            </w:r>
            <w:proofErr w:type="spellEnd"/>
            <w:r w:rsidRPr="004D06FD">
              <w:rPr>
                <w:rFonts w:eastAsia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682912" w14:textId="2FCAF995" w:rsidR="00ED3B00" w:rsidRPr="004D06FD" w:rsidRDefault="00000000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sdt>
              <w:sdtPr>
                <w:rPr>
                  <w:rFonts w:eastAsia="Times New Roman"/>
                  <w:sz w:val="22"/>
                  <w:szCs w:val="22"/>
                </w:rPr>
                <w:id w:val="-1119680459"/>
                <w:placeholder>
                  <w:docPart w:val="35AA38E535C846AABE527E8AF37428C8"/>
                </w:placeholder>
                <w:showingPlcHdr/>
                <w:dropDownList>
                  <w:listItem w:value="Choose an item."/>
                  <w:listItem w:displayText="Priority 1: Knowledge Transfer and Innovation" w:value="Priority 1: Knowledge Transfer and Innovation"/>
                  <w:listItem w:displayText="Priority 2: Farm Viability and Competitiveness" w:value="Priority 2: Farm Viability and Competitiveness"/>
                  <w:listItem w:displayText="Priority 3: Food Chain Organisation and Risk Management " w:value="Priority 3: Food Chain Organisation and Risk Management "/>
                  <w:listItem w:displayText="Priority 4: Restoring, Preserving and Enhancing Ecosystems" w:value="Priority 4: Restoring, Preserving and Enhancing Ecosystems"/>
                  <w:listItem w:displayText="Priority 5: Resource-efficient, Climate-resilient Economy" w:value="Priority 5: Resource-efficient, Climate-resilient Economy"/>
                  <w:listItem w:displayText="Priority 6: Social Inclusion and Economic Development" w:value="Priority 6: Social Inclusion and Economic Development"/>
                </w:dropDownList>
              </w:sdtPr>
              <w:sdtContent>
                <w:r w:rsidR="000C1998">
                  <w:rPr>
                    <w:rStyle w:val="Textedelespacerserv"/>
                  </w:rPr>
                  <w:t>Choose an item</w:t>
                </w:r>
              </w:sdtContent>
            </w:sdt>
          </w:p>
        </w:tc>
      </w:tr>
      <w:tr w:rsidR="00ED3B00" w14:paraId="1A411852" w14:textId="77777777">
        <w:trPr>
          <w:trHeight w:val="300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60FAF0" w14:textId="77777777" w:rsidR="00ED3B00" w:rsidRDefault="00ED3B00">
            <w:pPr>
              <w:jc w:val="both"/>
              <w:rPr>
                <w:rFonts w:eastAsia="Times New Roman"/>
                <w:b/>
                <w:bCs/>
                <w:sz w:val="22"/>
                <w:szCs w:val="22"/>
              </w:rPr>
            </w:pPr>
            <w:r w:rsidRPr="4FFE8B40">
              <w:rPr>
                <w:rFonts w:eastAsia="Times New Roman"/>
                <w:b/>
                <w:bCs/>
                <w:sz w:val="22"/>
                <w:szCs w:val="22"/>
              </w:rPr>
              <w:t>Focus Area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s</w:t>
            </w:r>
          </w:p>
        </w:tc>
        <w:sdt>
          <w:sdtPr>
            <w:rPr>
              <w:rFonts w:eastAsia="Times New Roman"/>
              <w:sz w:val="22"/>
              <w:szCs w:val="22"/>
            </w:rPr>
            <w:id w:val="-1349945929"/>
            <w:placeholder>
              <w:docPart w:val="2A0970A1167B4AD1AC1B97AEEB41040F"/>
            </w:placeholder>
            <w:showingPlcHdr/>
            <w:dropDownList>
              <w:listItem w:value="Choose an item"/>
              <w:listItem w:displayText="FA 1A: Fostering innovation, cooperation and the development of the knowledge base in rural areas" w:value="FA 1A: Fostering innovation, cooperation and the development of the knowledge base in rural areas"/>
              <w:listItem w:displayText="FA 1B: Strengthening the links between agriculture, food production and forestry and research and innovation" w:value="FA 1B: Strengthening the links between agriculture, food production and forestry and research and innovation"/>
              <w:listItem w:displayText="FA 1C: Fostering lifelong learning and vocational training in the agricultural and forestry sectors." w:value="FA 1C: Fostering lifelong learning and vocational training in the agricultural and forestry sectors."/>
              <w:listItem w:displayText="FA 2A: Improving the economic performance of all farms and facilitating farm restructuring and modernisation" w:value="FA 2A: Improving the economic performance of all farms and facilitating farm restructuring and modernisation"/>
              <w:listItem w:displayText="FA 2B: Facilitating the entry of adequately skilled farmers into the agricultural sector and generational renewal" w:value="FA 2B: Facilitating the entry of adequately skilled farmers into the agricultural sector and generational renewal"/>
              <w:listItem w:displayText="FA 3A: Improving competitiveness of primary producers by better integrating them into the agri-food chain" w:value="FA 3A: Improving competitiveness of primary producers by better integrating them into the agri-food chain"/>
              <w:listItem w:displayText="FA 3B: Supporting farm risk prevention and management" w:value="FA 3B: Supporting farm risk prevention and management"/>
              <w:listItem w:displayText="FA 4A: Restoring, preserving and enhancing biodiversity" w:value="FA 4A: Restoring, preserving and enhancing biodiversity"/>
              <w:listItem w:displayText="FA 4B: Improving water management" w:value="FA 4B: Improving water management"/>
              <w:listItem w:displayText="FA 4C: Preventing soil erosion and improving soil management" w:value="FA 4C: Preventing soil erosion and improving soil management"/>
              <w:listItem w:displayText="FA 5A: Increasing efficiency in water use by agriculture" w:value="FA 5A: Increasing efficiency in water use by agriculture"/>
              <w:listItem w:displayText="FA 5B: Increasing efficiency in energy use in agriculture and food processing" w:value="FA 5B: Increasing efficiency in energy use in agriculture and food processing"/>
              <w:listItem w:displayText="FA 5C: Facilitating the supply and use of renewable sources of energy" w:value="FA 5C: Facilitating the supply and use of renewable sources of energy"/>
              <w:listItem w:displayText="FA 5D: Reducing greenhouse gas and ammonia emissions from agriculture" w:value="FA 5D: Reducing greenhouse gas and ammonia emissions from agriculture"/>
              <w:listItem w:displayText="FA 5E: Fostering carbon conservation and sequestration in agriculture and forestry" w:value="FA 5E: Fostering carbon conservation and sequestration in agriculture and forestry"/>
              <w:listItem w:displayText="FA 6A: Facilitating diversification, creation and development of small enterprises, as well as job creation" w:value="FA 6A: Facilitating diversification, creation and development of small enterprises, as well as job creation"/>
              <w:listItem w:displayText="FA 6B: Fostering local development in rural areas" w:value="FA 6B: Fostering local development in rural areas"/>
              <w:listItem w:displayText="FA 6C: Enhancing the accessibility, use and quality of information and communication technologies (ICT) in rural areas" w:value="FA 6C: Enhancing the accessibility, use and quality of information and communication technologies (ICT) in rural areas"/>
            </w:dropDownList>
          </w:sdtPr>
          <w:sdtContent>
            <w:tc>
              <w:tcPr>
                <w:tcW w:w="48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hideMark/>
              </w:tcPr>
              <w:p w14:paraId="1C87A13B" w14:textId="066CC7DF" w:rsidR="00ED3B00" w:rsidRDefault="000C1998">
                <w:pPr>
                  <w:jc w:val="both"/>
                  <w:rPr>
                    <w:rFonts w:eastAsia="Times New Roman"/>
                    <w:sz w:val="22"/>
                    <w:szCs w:val="22"/>
                  </w:rPr>
                </w:pPr>
                <w:r w:rsidRPr="008E5F33">
                  <w:rPr>
                    <w:rStyle w:val="Textedelespacerserv"/>
                  </w:rPr>
                  <w:t>Choose an item.</w:t>
                </w:r>
              </w:p>
            </w:tc>
          </w:sdtContent>
        </w:sdt>
      </w:tr>
      <w:bookmarkEnd w:id="3"/>
    </w:tbl>
    <w:p w14:paraId="254AF6F6" w14:textId="77777777" w:rsidR="00ED3B00" w:rsidRPr="001E1435" w:rsidRDefault="00ED3B00" w:rsidP="004D06FD">
      <w:pPr>
        <w:textAlignment w:val="baseline"/>
        <w:rPr>
          <w:rFonts w:eastAsia="Times New Roman"/>
          <w:b/>
          <w:bCs/>
          <w:color w:val="6A8A1E" w:themeColor="accent1" w:themeShade="BF"/>
          <w:sz w:val="22"/>
          <w:szCs w:val="22"/>
        </w:rPr>
      </w:pPr>
    </w:p>
    <w:p w14:paraId="165E57BC" w14:textId="63CDCC25" w:rsidR="00ED3B00" w:rsidRPr="00674AC5" w:rsidRDefault="00ED3B00" w:rsidP="004D06FD">
      <w:pPr>
        <w:textAlignment w:val="baseline"/>
        <w:rPr>
          <w:rFonts w:eastAsia="Times New Roman"/>
          <w:b/>
          <w:bCs/>
          <w:color w:val="8FB929"/>
          <w:sz w:val="22"/>
          <w:szCs w:val="22"/>
          <w:lang w:val="en-GB"/>
        </w:rPr>
      </w:pPr>
      <w:r w:rsidRPr="00674AC5">
        <w:rPr>
          <w:rFonts w:eastAsia="Times New Roman"/>
          <w:b/>
          <w:bCs/>
          <w:color w:val="8FB929"/>
          <w:sz w:val="22"/>
          <w:szCs w:val="22"/>
          <w:lang w:val="en-GB"/>
        </w:rPr>
        <w:t xml:space="preserve">If </w:t>
      </w:r>
      <w:r w:rsidR="001E1435" w:rsidRPr="00674AC5">
        <w:rPr>
          <w:rFonts w:eastAsia="Times New Roman"/>
          <w:b/>
          <w:bCs/>
          <w:color w:val="8FB929"/>
          <w:sz w:val="22"/>
          <w:szCs w:val="22"/>
          <w:lang w:val="en-GB"/>
        </w:rPr>
        <w:t>the project</w:t>
      </w:r>
      <w:r w:rsidRPr="00674AC5">
        <w:rPr>
          <w:rFonts w:eastAsia="Times New Roman"/>
          <w:b/>
          <w:bCs/>
          <w:color w:val="8FB929"/>
          <w:sz w:val="22"/>
          <w:szCs w:val="22"/>
          <w:lang w:val="en-GB"/>
        </w:rPr>
        <w:t xml:space="preserve"> funded under the CSP</w:t>
      </w:r>
      <w:r w:rsidR="007365F4" w:rsidRPr="00674AC5">
        <w:rPr>
          <w:rFonts w:eastAsia="Times New Roman"/>
          <w:b/>
          <w:bCs/>
          <w:color w:val="8FB929"/>
          <w:sz w:val="22"/>
          <w:szCs w:val="22"/>
          <w:lang w:val="en-GB"/>
        </w:rPr>
        <w:t>, please fill in the following table: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5"/>
        <w:gridCol w:w="4800"/>
      </w:tblGrid>
      <w:tr w:rsidR="00ED3B00" w:rsidRPr="00ED3B00" w14:paraId="0BD4E0DF" w14:textId="77777777">
        <w:trPr>
          <w:trHeight w:val="300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8C9ED0" w14:textId="6192C713" w:rsidR="00ED3B00" w:rsidRPr="00ED3B00" w:rsidRDefault="00285F93" w:rsidP="00ED3B00">
            <w:pPr>
              <w:textAlignment w:val="baseline"/>
              <w:rPr>
                <w:rFonts w:eastAsia="Times New Roman"/>
                <w:b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CAP </w:t>
            </w:r>
            <w:r w:rsidR="00AE26C4">
              <w:rPr>
                <w:rFonts w:eastAsia="Times New Roman"/>
                <w:b/>
                <w:bCs/>
                <w:sz w:val="22"/>
                <w:szCs w:val="22"/>
                <w:lang w:val="en-GB"/>
              </w:rPr>
              <w:t xml:space="preserve">General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Objectives</w:t>
            </w:r>
            <w:r w:rsidR="00AE26C4">
              <w:rPr>
                <w:rFonts w:eastAsia="Times New Roman"/>
                <w:b/>
                <w:bCs/>
                <w:sz w:val="22"/>
                <w:szCs w:val="22"/>
              </w:rPr>
              <w:t xml:space="preserve"> (GO)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B56AF4" w14:textId="5EE13E88" w:rsidR="00ED3B00" w:rsidRPr="00ED3B00" w:rsidRDefault="00000000" w:rsidP="000C1998">
            <w:sdt>
              <w:sdtPr>
                <w:id w:val="1720319633"/>
                <w:placeholder>
                  <w:docPart w:val="9F489810B85745918C10E623FB2E1B9C"/>
                </w:placeholder>
                <w:showingPlcHdr/>
                <w:dropDownList>
                  <w:listItem w:value="Choose an item."/>
                  <w:listItem w:displayText="GO1: Supporting viable farm incomes and enhancing sectoral resilience and competitiveness" w:value="GO1: Supporting viable farm incomes and enhancing sectoral resilience and competitiveness"/>
                  <w:listItem w:displayText="GO2: Supporting and strengthening environmental protection, biodiversity and climate action" w:value="GO2: Supporting and strengthening environmental protection, biodiversity and climate action"/>
                  <w:listItem w:displayText="GO3: Strengthening the socio-economic fabric of rural areas" w:value="GO3: Strengthening the socio-economic fabric of rural areas"/>
                  <w:listItem w:displayText="Cross-cutting" w:value="Cross-cutting"/>
                </w:dropDownList>
              </w:sdtPr>
              <w:sdtContent>
                <w:r w:rsidR="000C1998" w:rsidRPr="008E5F33">
                  <w:rPr>
                    <w:rStyle w:val="Textedelespacerserv"/>
                  </w:rPr>
                  <w:t>Choose an item.</w:t>
                </w:r>
              </w:sdtContent>
            </w:sdt>
          </w:p>
        </w:tc>
      </w:tr>
      <w:tr w:rsidR="00ED3B00" w:rsidRPr="00ED3B00" w14:paraId="18426294" w14:textId="77777777">
        <w:trPr>
          <w:trHeight w:val="300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C37068" w14:textId="6C436ED9" w:rsidR="00ED3B00" w:rsidRPr="00ED3B00" w:rsidRDefault="007650E0" w:rsidP="00ED3B00">
            <w:pPr>
              <w:textAlignment w:val="baseline"/>
              <w:rPr>
                <w:rFonts w:eastAsia="Times New Roman"/>
                <w:b/>
                <w:bCs/>
                <w:sz w:val="22"/>
                <w:szCs w:val="22"/>
              </w:rPr>
            </w:pPr>
            <w:r w:rsidRPr="007650E0">
              <w:rPr>
                <w:rFonts w:eastAsia="Times New Roman"/>
                <w:b/>
                <w:bCs/>
                <w:sz w:val="22"/>
                <w:szCs w:val="22"/>
              </w:rPr>
              <w:t xml:space="preserve">CAP </w:t>
            </w:r>
            <w:proofErr w:type="spellStart"/>
            <w:r w:rsidRPr="007650E0">
              <w:rPr>
                <w:rFonts w:eastAsia="Times New Roman"/>
                <w:b/>
                <w:bCs/>
                <w:sz w:val="22"/>
                <w:szCs w:val="22"/>
              </w:rPr>
              <w:t>Specific</w:t>
            </w:r>
            <w:proofErr w:type="spellEnd"/>
            <w:r w:rsidRPr="007650E0"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  <w:r w:rsidR="00CE2D4A">
              <w:rPr>
                <w:rFonts w:eastAsia="Times New Roman"/>
                <w:b/>
                <w:bCs/>
                <w:sz w:val="22"/>
                <w:szCs w:val="22"/>
              </w:rPr>
              <w:t>Objectives</w:t>
            </w:r>
            <w:r w:rsidRPr="007650E0">
              <w:rPr>
                <w:rFonts w:eastAsia="Times New Roman"/>
                <w:b/>
                <w:bCs/>
                <w:sz w:val="22"/>
                <w:szCs w:val="22"/>
              </w:rPr>
              <w:t xml:space="preserve"> (SO)</w:t>
            </w: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BBEB65" w14:textId="4F4F4FDF" w:rsidR="00ED3B00" w:rsidRPr="00ED3B00" w:rsidRDefault="00000000" w:rsidP="000C1998">
            <w:pPr>
              <w:rPr>
                <w:sz w:val="22"/>
                <w:szCs w:val="22"/>
              </w:rPr>
            </w:pPr>
            <w:sdt>
              <w:sdtPr>
                <w:id w:val="-1145737194"/>
                <w:placeholder>
                  <w:docPart w:val="84F10D2937724CECA5D185860E6237F9"/>
                </w:placeholder>
                <w:dropDownList>
                  <w:listItem w:displayText="Choose an item." w:value="Choose an item."/>
                  <w:listItem w:displayText="SO1: Ensuring viable farm income" w:value="SO1: Ensuring viable farm income"/>
                  <w:listItem w:displayText="SO2: Increasing competitiveness: the role of productivity" w:value="SO2: Increasing competitiveness: the role of productivity"/>
                  <w:listItem w:displayText="SO3: Farmer position in value chains" w:value="SO3: Farmer position in value chains"/>
                  <w:listItem w:displayText="SO4: Agriculture and climate mitigation" w:value="SO4: Agriculture and climate mitigation"/>
                  <w:listItem w:displayText="SO5: Efficient soil management" w:value="SO5: Efficient soil management"/>
                  <w:listItem w:displayText="SO6: Biodiversity and farmed landscapes" w:value="SO6: Biodiversity and farmed landscapes"/>
                  <w:listItem w:displayText="SO7: Structural change and generational renewal" w:value="SO7: Structural change and generational renewal"/>
                  <w:listItem w:displayText="SO8: Jobs and growth in rural areas" w:value="SO8: Jobs and growth in rural areas"/>
                  <w:listItem w:displayText="SO9: Health, Food &amp; Antimicrobial Resistance" w:value="SO9: Health, Food &amp; Antimicrobial Resistance"/>
                  <w:listItem w:displayText="SO10: Driving simplification" w:value="SO10: Driving simplification"/>
                </w:dropDownList>
              </w:sdtPr>
              <w:sdtContent>
                <w:r w:rsidR="00B44F61">
                  <w:t>Choose an item.</w:t>
                </w:r>
              </w:sdtContent>
            </w:sdt>
          </w:p>
        </w:tc>
      </w:tr>
      <w:tr w:rsidR="00ED3B00" w:rsidRPr="00ED3B00" w14:paraId="162E0197" w14:textId="77777777">
        <w:trPr>
          <w:trHeight w:val="300"/>
        </w:trPr>
        <w:tc>
          <w:tcPr>
            <w:tcW w:w="4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CC8163" w14:textId="15F003A3" w:rsidR="00ED3B00" w:rsidRPr="00ED3B00" w:rsidRDefault="002A1781" w:rsidP="00ED3B00">
            <w:pPr>
              <w:textAlignment w:val="baseline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Type of intervention</w:t>
            </w:r>
          </w:p>
        </w:tc>
        <w:sdt>
          <w:sdtPr>
            <w:id w:val="2134132942"/>
            <w:placeholder>
              <w:docPart w:val="4AF593E7910E445A978FA91BD9A5C68A"/>
            </w:placeholder>
            <w:showingPlcHdr/>
            <w:dropDownList>
              <w:listItem w:value="Choose an item."/>
              <w:listItem w:displayText="Art 21 – BISS" w:value="Art 21 – BISS"/>
              <w:listItem w:displayText="Art. 29 – CRISS" w:value="Art. 29 – CRISS"/>
              <w:listItem w:displayText="Art. 30 - CIS-YF" w:value="Art. 30 - CIS-YF"/>
              <w:listItem w:displayText="Art. 31 - Eco-scheme" w:value="Art. 31 - Eco-scheme"/>
              <w:listItem w:displayText="Art. 32 – CIS" w:value="Art. 32 – CIS"/>
              <w:listItem w:displayText="Art. 47 – Fruit and vegetables" w:value="Art. 47 – Fruit and vegetables"/>
              <w:listItem w:displayText="Art. 47 – Beef and veal" w:value="Art. 47 – Beef and veal"/>
              <w:listItem w:displayText="Art. 47 – Cereals" w:value="Art. 47 – Cereals"/>
              <w:listItem w:displayText="Art. 47 – Eggs" w:value="Art. 47 – Eggs"/>
              <w:listItem w:displayText="Art. 47 – Hops" w:value="Art. 47 – Hops"/>
              <w:listItem w:displayText="Art. 47 - Olive oil and table olives" w:value="Art. 47 - Olive oil and table olives"/>
              <w:listItem w:displayText="Art. 47 – Milk and dairy products" w:value="Art. 47 – Milk and dairy products"/>
              <w:listItem w:displayText="Art. 47 – Pigmeat" w:value="Art. 47 – Pigmeat"/>
              <w:listItem w:displayText="Art. 47 – Sheep and goat meat" w:value="Art. 47 – Sheep and goat meat"/>
              <w:listItem w:displayText="Art. 47 – Other" w:value="Art. 47 – Other"/>
              <w:listItem w:displayText="Art. 55 – Apiculture" w:value="Art. 55 – Apiculture"/>
              <w:listItem w:displayText="Art. 58 – Wine" w:value="Art. 58 – Wine"/>
              <w:listItem w:displayText="Art. 70 – ENVCLIM" w:value="Art. 70 – ENVCLIM"/>
              <w:listItem w:displayText="Art. 71 – ANC" w:value="Art. 71 – ANC"/>
              <w:listItem w:displayText="Art. 72 – ASD" w:value="Art. 72 – ASD"/>
              <w:listItem w:displayText="Art. 73-74 – INVEST" w:value="Art. 73-74 – INVEST"/>
              <w:listItem w:displayText="Art. 75 – INSTAL" w:value="Art. 75 – INSTAL"/>
              <w:listItem w:displayText="Art. 76 – RISK" w:value="Art. 76 – RISK"/>
              <w:listItem w:displayText="Art. 77 – COOP" w:value="Art. 77 – COOP"/>
              <w:listItem w:displayText="Art. 78 – KNOW" w:value="Art. 78 – KNOW"/>
            </w:dropDownList>
          </w:sdtPr>
          <w:sdtContent>
            <w:tc>
              <w:tcPr>
                <w:tcW w:w="480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hideMark/>
              </w:tcPr>
              <w:p w14:paraId="518C8097" w14:textId="1BD4A192" w:rsidR="00ED3B00" w:rsidRPr="00ED3B00" w:rsidRDefault="00B44F61" w:rsidP="000C1998">
                <w:r w:rsidRPr="008E5F33">
                  <w:rPr>
                    <w:rStyle w:val="Textedelespacerserv"/>
                  </w:rPr>
                  <w:t>Choose an item.</w:t>
                </w:r>
              </w:p>
            </w:tc>
          </w:sdtContent>
        </w:sdt>
      </w:tr>
    </w:tbl>
    <w:p w14:paraId="371FAD13" w14:textId="77777777" w:rsidR="00ED3B00" w:rsidRPr="004D06FD" w:rsidRDefault="00ED3B00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</w:rPr>
      </w:pPr>
    </w:p>
    <w:p w14:paraId="6142093B" w14:textId="19AAE75B" w:rsidR="004D06FD" w:rsidRPr="004D06FD" w:rsidRDefault="004D06FD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  <w:lang w:val="en-GB"/>
        </w:rPr>
      </w:pPr>
      <w:r w:rsidRPr="00674AC5">
        <w:rPr>
          <w:rFonts w:eastAsia="Times New Roman"/>
          <w:b/>
          <w:color w:val="8FB929"/>
          <w:sz w:val="22"/>
          <w:szCs w:val="22"/>
          <w:lang w:val="en-GB"/>
        </w:rPr>
        <w:t>Funding in EURO</w:t>
      </w:r>
      <w:r w:rsidRPr="00674AC5">
        <w:rPr>
          <w:rFonts w:eastAsia="Times New Roman"/>
          <w:b/>
          <w:color w:val="8FB929"/>
          <w:sz w:val="22"/>
          <w:szCs w:val="22"/>
          <w:vertAlign w:val="superscript"/>
          <w:lang w:val="en-GB"/>
        </w:rPr>
        <w:t xml:space="preserve"> </w:t>
      </w:r>
      <w:r w:rsidR="004F5234" w:rsidRPr="00674AC5">
        <w:rPr>
          <w:rStyle w:val="Appelnotedebasdep"/>
          <w:rFonts w:eastAsia="Times New Roman"/>
          <w:b/>
          <w:color w:val="8FB929"/>
          <w:sz w:val="22"/>
          <w:szCs w:val="22"/>
          <w:lang w:val="en-GB"/>
        </w:rPr>
        <w:footnoteReference w:id="2"/>
      </w:r>
      <w:r w:rsidRPr="00674AC5">
        <w:rPr>
          <w:rFonts w:eastAsia="Times New Roman"/>
          <w:color w:val="8FB929"/>
          <w:sz w:val="22"/>
          <w:szCs w:val="22"/>
          <w:lang w:val="en-GB"/>
        </w:rPr>
        <w:t> </w:t>
      </w:r>
      <w:r w:rsidRPr="004D06FD">
        <w:rPr>
          <w:rFonts w:eastAsia="Times New Roman"/>
          <w:color w:val="FF0000"/>
          <w:sz w:val="22"/>
          <w:szCs w:val="22"/>
          <w:lang w:val="en-GB"/>
        </w:rPr>
        <w:t>(</w:t>
      </w:r>
      <w:r w:rsidR="000833A4">
        <w:rPr>
          <w:rFonts w:eastAsia="Times New Roman"/>
          <w:color w:val="FF0000"/>
          <w:sz w:val="22"/>
          <w:szCs w:val="22"/>
          <w:lang w:val="en-GB"/>
        </w:rPr>
        <w:t>all fields are mandatory</w:t>
      </w:r>
      <w:r w:rsidRPr="004D06FD">
        <w:rPr>
          <w:rFonts w:eastAsia="Times New Roman"/>
          <w:color w:val="FF0000"/>
          <w:sz w:val="22"/>
          <w:szCs w:val="22"/>
          <w:lang w:val="en-GB"/>
        </w:rPr>
        <w:t xml:space="preserve"> and make sure that the values provided sum up)</w:t>
      </w:r>
    </w:p>
    <w:tbl>
      <w:tblPr>
        <w:tblW w:w="90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0"/>
        <w:gridCol w:w="4395"/>
      </w:tblGrid>
      <w:tr w:rsidR="004D06FD" w:rsidRPr="007507F4" w14:paraId="1164E248" w14:textId="77777777" w:rsidTr="00891F9E">
        <w:trPr>
          <w:trHeight w:val="300"/>
        </w:trPr>
        <w:tc>
          <w:tcPr>
            <w:tcW w:w="4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68FF90" w14:textId="3C6BB8A8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b/>
                <w:sz w:val="22"/>
                <w:szCs w:val="22"/>
                <w:lang w:val="en-GB"/>
              </w:rPr>
              <w:t>Total project budget (</w:t>
            </w:r>
            <w:proofErr w:type="spellStart"/>
            <w:r w:rsidRPr="004D06FD">
              <w:rPr>
                <w:rFonts w:eastAsia="Times New Roman"/>
                <w:b/>
                <w:sz w:val="22"/>
                <w:szCs w:val="22"/>
                <w:lang w:val="en-GB"/>
              </w:rPr>
              <w:t>i</w:t>
            </w:r>
            <w:proofErr w:type="spellEnd"/>
            <w:r w:rsidRPr="004D06FD">
              <w:rPr>
                <w:rFonts w:eastAsia="Times New Roman"/>
                <w:b/>
                <w:sz w:val="22"/>
                <w:szCs w:val="22"/>
                <w:lang w:val="en-GB"/>
              </w:rPr>
              <w:t xml:space="preserve">)+(ii)+(iii) </w:t>
            </w:r>
            <w:r w:rsidR="00867D40">
              <w:rPr>
                <w:rFonts w:eastAsia="Times New Roman"/>
                <w:b/>
                <w:sz w:val="22"/>
                <w:szCs w:val="22"/>
                <w:lang w:val="en-GB"/>
              </w:rPr>
              <w:t xml:space="preserve">+ (iv) </w:t>
            </w:r>
            <w:r w:rsidRPr="004D06FD">
              <w:rPr>
                <w:rFonts w:eastAsia="Times New Roman"/>
                <w:b/>
                <w:sz w:val="22"/>
                <w:szCs w:val="22"/>
                <w:lang w:val="en-GB"/>
              </w:rPr>
              <w:t>=</w:t>
            </w:r>
            <w:r w:rsidRPr="004D06FD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211D12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</w:tr>
      <w:tr w:rsidR="004D06FD" w:rsidRPr="007507F4" w14:paraId="09A6F36F" w14:textId="77777777" w:rsidTr="00891F9E">
        <w:trPr>
          <w:trHeight w:val="300"/>
        </w:trPr>
        <w:tc>
          <w:tcPr>
            <w:tcW w:w="4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49941C" w14:textId="7A7709B9" w:rsidR="004D06FD" w:rsidRPr="004D06FD" w:rsidRDefault="004D06FD">
            <w:pPr>
              <w:ind w:left="15"/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F16B93B">
              <w:rPr>
                <w:rFonts w:eastAsia="Times New Roman"/>
                <w:b/>
                <w:bCs/>
                <w:color w:val="385623"/>
                <w:sz w:val="22"/>
                <w:szCs w:val="22"/>
                <w:lang w:val="en-GB"/>
              </w:rPr>
              <w:t>   + (</w:t>
            </w:r>
            <w:proofErr w:type="spellStart"/>
            <w:r w:rsidRPr="0F16B93B">
              <w:rPr>
                <w:rFonts w:eastAsia="Times New Roman"/>
                <w:b/>
                <w:bCs/>
                <w:color w:val="385623"/>
                <w:sz w:val="22"/>
                <w:szCs w:val="22"/>
                <w:lang w:val="en-GB"/>
              </w:rPr>
              <w:t>i</w:t>
            </w:r>
            <w:proofErr w:type="spellEnd"/>
            <w:r w:rsidRPr="0F16B93B">
              <w:rPr>
                <w:rFonts w:eastAsia="Times New Roman"/>
                <w:b/>
                <w:bCs/>
                <w:color w:val="385623"/>
                <w:sz w:val="22"/>
                <w:szCs w:val="22"/>
                <w:lang w:val="en-GB"/>
              </w:rPr>
              <w:t>)</w:t>
            </w:r>
            <w:r w:rsidRPr="0D594E2C">
              <w:rPr>
                <w:rFonts w:eastAsia="Times New Roman"/>
                <w:color w:val="385623"/>
                <w:sz w:val="22"/>
                <w:szCs w:val="22"/>
                <w:lang w:val="en-GB"/>
              </w:rPr>
              <w:t xml:space="preserve"> </w:t>
            </w:r>
            <w:r w:rsidR="5F0C3ADD" w:rsidRPr="00891F9E">
              <w:rPr>
                <w:rFonts w:eastAsia="Times New Roman"/>
                <w:b/>
                <w:bCs/>
                <w:color w:val="385623"/>
                <w:sz w:val="22"/>
                <w:szCs w:val="22"/>
                <w:lang w:val="en-GB"/>
              </w:rPr>
              <w:t>CAP</w:t>
            </w:r>
            <w:r w:rsidRPr="0F16B93B">
              <w:rPr>
                <w:rFonts w:eastAsia="Times New Roman"/>
                <w:color w:val="385623"/>
                <w:sz w:val="22"/>
                <w:szCs w:val="22"/>
                <w:lang w:val="en-GB"/>
              </w:rPr>
              <w:t xml:space="preserve"> </w:t>
            </w:r>
            <w:r w:rsidRPr="0F16B93B">
              <w:rPr>
                <w:rFonts w:eastAsia="Times New Roman"/>
                <w:sz w:val="22"/>
                <w:szCs w:val="22"/>
                <w:lang w:val="en-GB"/>
              </w:rPr>
              <w:t>support (a)+(b) 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C3E7F8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</w:tr>
      <w:tr w:rsidR="004D06FD" w:rsidRPr="004D06FD" w14:paraId="59FA6A6F" w14:textId="77777777" w:rsidTr="00891F9E">
        <w:trPr>
          <w:trHeight w:val="300"/>
        </w:trPr>
        <w:tc>
          <w:tcPr>
            <w:tcW w:w="4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D590BC" w14:textId="77777777" w:rsidR="004D06FD" w:rsidRPr="004D06FD" w:rsidRDefault="004D06FD">
            <w:pPr>
              <w:ind w:left="15"/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i/>
                <w:sz w:val="22"/>
                <w:szCs w:val="22"/>
                <w:lang w:val="en-GB"/>
              </w:rPr>
              <w:t xml:space="preserve">           </w:t>
            </w:r>
            <w:r w:rsidRPr="004D06FD">
              <w:rPr>
                <w:rFonts w:eastAsia="Times New Roman"/>
                <w:i/>
                <w:sz w:val="22"/>
                <w:szCs w:val="22"/>
              </w:rPr>
              <w:t xml:space="preserve">+ </w:t>
            </w:r>
            <w:r w:rsidRPr="004D06FD">
              <w:rPr>
                <w:rFonts w:eastAsia="Times New Roman"/>
                <w:sz w:val="22"/>
                <w:szCs w:val="22"/>
              </w:rPr>
              <w:t>(a)</w:t>
            </w:r>
            <w:r w:rsidRPr="004D06FD">
              <w:rPr>
                <w:rFonts w:eastAsia="Times New Roman"/>
                <w:i/>
                <w:sz w:val="22"/>
                <w:szCs w:val="22"/>
              </w:rPr>
              <w:t xml:space="preserve"> EAFRD/EAGF (EU) contribution </w:t>
            </w: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1E6AF7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4D06FD" w14:paraId="2E4A9701" w14:textId="77777777" w:rsidTr="00891F9E">
        <w:trPr>
          <w:trHeight w:val="300"/>
        </w:trPr>
        <w:tc>
          <w:tcPr>
            <w:tcW w:w="4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D202F5" w14:textId="77777777" w:rsidR="004D06FD" w:rsidRPr="004D06FD" w:rsidRDefault="004D06FD">
            <w:pPr>
              <w:ind w:left="15"/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i/>
                <w:sz w:val="22"/>
                <w:szCs w:val="22"/>
              </w:rPr>
              <w:t xml:space="preserve">           + </w:t>
            </w:r>
            <w:r w:rsidRPr="004D06FD">
              <w:rPr>
                <w:rFonts w:eastAsia="Times New Roman"/>
                <w:sz w:val="22"/>
                <w:szCs w:val="22"/>
              </w:rPr>
              <w:t>(b)</w:t>
            </w:r>
            <w:r w:rsidRPr="004D06FD">
              <w:rPr>
                <w:rFonts w:eastAsia="Times New Roman"/>
                <w:i/>
                <w:sz w:val="22"/>
                <w:szCs w:val="22"/>
              </w:rPr>
              <w:t xml:space="preserve"> National / </w:t>
            </w:r>
            <w:proofErr w:type="spellStart"/>
            <w:r w:rsidRPr="004D06FD">
              <w:rPr>
                <w:rFonts w:eastAsia="Times New Roman"/>
                <w:i/>
                <w:sz w:val="22"/>
                <w:szCs w:val="22"/>
              </w:rPr>
              <w:t>Regional</w:t>
            </w:r>
            <w:proofErr w:type="spellEnd"/>
            <w:r w:rsidRPr="004D06FD">
              <w:rPr>
                <w:rFonts w:eastAsia="Times New Roman"/>
                <w:i/>
                <w:sz w:val="22"/>
                <w:szCs w:val="22"/>
              </w:rPr>
              <w:t xml:space="preserve"> contribution</w:t>
            </w: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C85AA6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4D06FD" w14:paraId="0D66DE59" w14:textId="77777777" w:rsidTr="00891F9E">
        <w:trPr>
          <w:trHeight w:val="300"/>
        </w:trPr>
        <w:tc>
          <w:tcPr>
            <w:tcW w:w="4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8FCF36" w14:textId="77777777" w:rsidR="004D06FD" w:rsidRPr="004D06FD" w:rsidRDefault="004D06FD">
            <w:pPr>
              <w:ind w:left="15"/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b/>
                <w:sz w:val="22"/>
                <w:szCs w:val="22"/>
              </w:rPr>
              <w:t xml:space="preserve">   </w:t>
            </w:r>
            <w:r w:rsidRPr="004D06FD">
              <w:rPr>
                <w:rFonts w:eastAsia="Times New Roman"/>
                <w:b/>
                <w:color w:val="806000"/>
                <w:sz w:val="22"/>
                <w:szCs w:val="22"/>
              </w:rPr>
              <w:t xml:space="preserve">+ (ii) </w:t>
            </w:r>
            <w:proofErr w:type="spellStart"/>
            <w:r w:rsidRPr="004D06FD">
              <w:rPr>
                <w:rFonts w:eastAsia="Times New Roman"/>
                <w:b/>
                <w:color w:val="806000"/>
                <w:sz w:val="22"/>
                <w:szCs w:val="22"/>
              </w:rPr>
              <w:t>Private</w:t>
            </w:r>
            <w:proofErr w:type="spellEnd"/>
            <w:r w:rsidRPr="004D06FD">
              <w:rPr>
                <w:rFonts w:eastAsia="Times New Roman"/>
                <w:b/>
                <w:color w:val="806000"/>
                <w:sz w:val="22"/>
                <w:szCs w:val="22"/>
              </w:rPr>
              <w:t xml:space="preserve"> / </w:t>
            </w:r>
            <w:proofErr w:type="spellStart"/>
            <w:r w:rsidRPr="004D06FD">
              <w:rPr>
                <w:rFonts w:eastAsia="Times New Roman"/>
                <w:b/>
                <w:color w:val="806000"/>
                <w:sz w:val="22"/>
                <w:szCs w:val="22"/>
              </w:rPr>
              <w:t>Own</w:t>
            </w:r>
            <w:proofErr w:type="spellEnd"/>
            <w:r w:rsidRPr="004D06FD">
              <w:rPr>
                <w:rFonts w:eastAsia="Times New Roman"/>
                <w:color w:val="806000"/>
                <w:sz w:val="22"/>
                <w:szCs w:val="22"/>
              </w:rPr>
              <w:t xml:space="preserve"> </w:t>
            </w:r>
            <w:proofErr w:type="spellStart"/>
            <w:r w:rsidRPr="004D06FD">
              <w:rPr>
                <w:rFonts w:eastAsia="Times New Roman"/>
                <w:sz w:val="22"/>
                <w:szCs w:val="22"/>
              </w:rPr>
              <w:t>funds</w:t>
            </w:r>
            <w:proofErr w:type="spellEnd"/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0D4041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7B3EFC" w14:paraId="13D14D6A" w14:textId="77777777" w:rsidTr="00891F9E">
        <w:trPr>
          <w:trHeight w:val="300"/>
        </w:trPr>
        <w:tc>
          <w:tcPr>
            <w:tcW w:w="4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6CC2FD" w14:textId="21679421" w:rsidR="004D06FD" w:rsidRPr="007B3EFC" w:rsidRDefault="004D06FD">
            <w:pPr>
              <w:ind w:left="15"/>
              <w:jc w:val="both"/>
              <w:textAlignment w:val="baseline"/>
              <w:rPr>
                <w:rFonts w:eastAsia="Times New Roman"/>
                <w:sz w:val="22"/>
                <w:szCs w:val="22"/>
                <w:lang w:val="en-US"/>
              </w:rPr>
            </w:pPr>
            <w:r w:rsidRPr="007B3EFC">
              <w:rPr>
                <w:rFonts w:eastAsia="Times New Roman"/>
                <w:b/>
                <w:sz w:val="22"/>
                <w:szCs w:val="22"/>
                <w:lang w:val="en-US"/>
              </w:rPr>
              <w:t xml:space="preserve">   </w:t>
            </w:r>
            <w:r w:rsidRPr="007B3EFC">
              <w:rPr>
                <w:rFonts w:eastAsia="Times New Roman"/>
                <w:b/>
                <w:color w:val="7030A0"/>
                <w:sz w:val="22"/>
                <w:szCs w:val="22"/>
                <w:lang w:val="en-US"/>
              </w:rPr>
              <w:t xml:space="preserve">+ (iii) Other </w:t>
            </w:r>
            <w:r w:rsidR="03C92E8F" w:rsidRPr="007B3EFC">
              <w:rPr>
                <w:rFonts w:eastAsia="Times New Roman"/>
                <w:b/>
                <w:bCs/>
                <w:color w:val="7030A0"/>
                <w:sz w:val="22"/>
                <w:szCs w:val="22"/>
                <w:lang w:val="en-US"/>
              </w:rPr>
              <w:t>non- EU</w:t>
            </w:r>
            <w:r w:rsidRPr="007B3EFC">
              <w:rPr>
                <w:rFonts w:eastAsia="Times New Roman"/>
                <w:b/>
                <w:bCs/>
                <w:color w:val="7030A0"/>
                <w:sz w:val="22"/>
                <w:szCs w:val="22"/>
                <w:lang w:val="en-US"/>
              </w:rPr>
              <w:t xml:space="preserve"> </w:t>
            </w:r>
            <w:r w:rsidRPr="007B3EFC">
              <w:rPr>
                <w:rFonts w:eastAsia="Times New Roman"/>
                <w:sz w:val="22"/>
                <w:szCs w:val="22"/>
                <w:lang w:val="en-US"/>
              </w:rPr>
              <w:t>funding sources 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8148C3" w14:textId="77777777" w:rsidR="004D06FD" w:rsidRPr="007B3EFC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US"/>
              </w:rPr>
            </w:pPr>
            <w:r w:rsidRPr="007B3EFC">
              <w:rPr>
                <w:rFonts w:eastAsia="Times New Roman"/>
                <w:sz w:val="22"/>
                <w:szCs w:val="22"/>
                <w:lang w:val="en-US"/>
              </w:rPr>
              <w:t> </w:t>
            </w:r>
          </w:p>
        </w:tc>
      </w:tr>
      <w:tr w:rsidR="6109A68C" w:rsidRPr="007507F4" w14:paraId="4FC18E58" w14:textId="77777777" w:rsidTr="6109A68C">
        <w:trPr>
          <w:trHeight w:val="300"/>
        </w:trPr>
        <w:tc>
          <w:tcPr>
            <w:tcW w:w="4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C383C9" w14:textId="76E38ACA" w:rsidR="2FA5D07D" w:rsidRPr="0007415B" w:rsidRDefault="003925D4" w:rsidP="6109A68C">
            <w:pPr>
              <w:jc w:val="both"/>
              <w:rPr>
                <w:rFonts w:eastAsia="Times New Roman"/>
                <w:b/>
                <w:bCs/>
                <w:sz w:val="22"/>
                <w:szCs w:val="22"/>
                <w:lang w:val="en-GB"/>
              </w:rPr>
            </w:pPr>
            <w:r w:rsidRPr="0007415B">
              <w:rPr>
                <w:rFonts w:eastAsia="Times New Roman"/>
                <w:b/>
                <w:bCs/>
                <w:sz w:val="22"/>
                <w:szCs w:val="22"/>
                <w:lang w:val="en-GB"/>
              </w:rPr>
              <w:t xml:space="preserve">   </w:t>
            </w:r>
            <w:r w:rsidR="2FA5D07D" w:rsidRPr="0007415B">
              <w:rPr>
                <w:rFonts w:eastAsia="Times New Roman"/>
                <w:b/>
                <w:bCs/>
                <w:color w:val="2589FF" w:themeColor="accent6" w:themeTint="99"/>
                <w:sz w:val="22"/>
                <w:szCs w:val="22"/>
                <w:lang w:val="en-GB"/>
              </w:rPr>
              <w:t>+</w:t>
            </w:r>
            <w:r w:rsidRPr="0007415B">
              <w:rPr>
                <w:rFonts w:eastAsia="Times New Roman"/>
                <w:b/>
                <w:bCs/>
                <w:color w:val="2589FF" w:themeColor="accent6" w:themeTint="99"/>
                <w:sz w:val="22"/>
                <w:szCs w:val="22"/>
                <w:lang w:val="en-GB"/>
              </w:rPr>
              <w:t xml:space="preserve"> </w:t>
            </w:r>
            <w:r w:rsidR="2FA5D07D" w:rsidRPr="0007415B">
              <w:rPr>
                <w:rFonts w:eastAsia="Times New Roman"/>
                <w:b/>
                <w:bCs/>
                <w:color w:val="2589FF" w:themeColor="accent6" w:themeTint="99"/>
                <w:sz w:val="22"/>
                <w:szCs w:val="22"/>
                <w:lang w:val="en-GB"/>
              </w:rPr>
              <w:t xml:space="preserve">(iv) Other EU </w:t>
            </w:r>
            <w:r w:rsidR="00642AB7" w:rsidRPr="0007415B">
              <w:rPr>
                <w:rFonts w:eastAsia="Times New Roman"/>
                <w:b/>
                <w:bCs/>
                <w:color w:val="2589FF" w:themeColor="accent6" w:themeTint="99"/>
                <w:sz w:val="22"/>
                <w:szCs w:val="22"/>
                <w:lang w:val="en-GB"/>
              </w:rPr>
              <w:t>f</w:t>
            </w:r>
            <w:r w:rsidR="2FA5D07D" w:rsidRPr="0007415B">
              <w:rPr>
                <w:rFonts w:eastAsia="Times New Roman"/>
                <w:b/>
                <w:bCs/>
                <w:color w:val="2589FF" w:themeColor="accent6" w:themeTint="99"/>
                <w:sz w:val="22"/>
                <w:szCs w:val="22"/>
                <w:lang w:val="en-GB"/>
              </w:rPr>
              <w:t xml:space="preserve">unds </w:t>
            </w:r>
            <w:r w:rsidR="2FA5D07D" w:rsidRPr="0007415B">
              <w:rPr>
                <w:rFonts w:eastAsia="Times New Roman"/>
                <w:sz w:val="22"/>
                <w:szCs w:val="22"/>
                <w:lang w:val="en-GB"/>
              </w:rPr>
              <w:t>(please specify</w:t>
            </w:r>
            <w:r w:rsidR="00867D40">
              <w:rPr>
                <w:rFonts w:eastAsia="Times New Roman"/>
                <w:sz w:val="22"/>
                <w:szCs w:val="22"/>
                <w:lang w:val="en-GB"/>
              </w:rPr>
              <w:t xml:space="preserve"> the name of the fund</w:t>
            </w:r>
            <w:r w:rsidR="2FA5D07D" w:rsidRPr="0007415B">
              <w:rPr>
                <w:rFonts w:eastAsia="Times New Roman"/>
                <w:sz w:val="22"/>
                <w:szCs w:val="22"/>
                <w:lang w:val="en-GB"/>
              </w:rPr>
              <w:t>)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761B71" w14:textId="1BF976E8" w:rsidR="6109A68C" w:rsidRPr="0007415B" w:rsidRDefault="6109A68C" w:rsidP="6109A68C">
            <w:pPr>
              <w:jc w:val="both"/>
              <w:rPr>
                <w:rFonts w:eastAsia="Times New Roman"/>
                <w:sz w:val="22"/>
                <w:szCs w:val="22"/>
                <w:lang w:val="en-GB"/>
              </w:rPr>
            </w:pPr>
          </w:p>
        </w:tc>
      </w:tr>
    </w:tbl>
    <w:p w14:paraId="2C732E04" w14:textId="4F34E694" w:rsidR="004D06FD" w:rsidRPr="0007415B" w:rsidRDefault="004D06FD" w:rsidP="6109A68C">
      <w:pPr>
        <w:rPr>
          <w:rFonts w:eastAsia="Times New Roman"/>
          <w:sz w:val="22"/>
          <w:szCs w:val="22"/>
          <w:lang w:val="en-GB"/>
        </w:rPr>
      </w:pPr>
      <w:r w:rsidRPr="0007415B">
        <w:rPr>
          <w:rFonts w:eastAsia="Times New Roman"/>
          <w:sz w:val="22"/>
          <w:szCs w:val="22"/>
          <w:lang w:val="en-GB"/>
        </w:rPr>
        <w:t> </w:t>
      </w:r>
    </w:p>
    <w:p w14:paraId="3C065E07" w14:textId="77777777" w:rsidR="004D06FD" w:rsidRPr="00674AC5" w:rsidRDefault="004D06FD" w:rsidP="004D06FD">
      <w:pPr>
        <w:textAlignment w:val="baseline"/>
        <w:rPr>
          <w:rFonts w:eastAsia="Times New Roman"/>
          <w:color w:val="8FB929"/>
          <w:sz w:val="22"/>
          <w:szCs w:val="22"/>
        </w:rPr>
      </w:pPr>
      <w:r w:rsidRPr="00674AC5">
        <w:rPr>
          <w:rFonts w:eastAsia="Times New Roman"/>
          <w:b/>
          <w:color w:val="8FB929"/>
          <w:sz w:val="22"/>
          <w:szCs w:val="22"/>
        </w:rPr>
        <w:t xml:space="preserve">Contact </w:t>
      </w:r>
      <w:proofErr w:type="spellStart"/>
      <w:r w:rsidRPr="00674AC5">
        <w:rPr>
          <w:rFonts w:eastAsia="Times New Roman"/>
          <w:b/>
          <w:color w:val="8FB929"/>
          <w:sz w:val="22"/>
          <w:szCs w:val="22"/>
        </w:rPr>
        <w:t>details</w:t>
      </w:r>
      <w:proofErr w:type="spellEnd"/>
      <w:r w:rsidRPr="00674AC5">
        <w:rPr>
          <w:rFonts w:eastAsia="Times New Roman"/>
          <w:color w:val="8FB929"/>
          <w:sz w:val="22"/>
          <w:szCs w:val="22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095"/>
      </w:tblGrid>
      <w:tr w:rsidR="004D06FD" w:rsidRPr="004D06FD" w14:paraId="27E93E12" w14:textId="77777777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520D94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b/>
                <w:sz w:val="22"/>
                <w:szCs w:val="22"/>
              </w:rPr>
              <w:t xml:space="preserve">Project </w:t>
            </w:r>
            <w:proofErr w:type="spellStart"/>
            <w:r w:rsidRPr="004D06FD">
              <w:rPr>
                <w:rFonts w:eastAsia="Times New Roman"/>
                <w:b/>
                <w:sz w:val="22"/>
                <w:szCs w:val="22"/>
              </w:rPr>
              <w:t>beneficiary</w:t>
            </w:r>
            <w:proofErr w:type="spellEnd"/>
            <w:r w:rsidRPr="004D06FD"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4D06FD">
              <w:rPr>
                <w:rFonts w:eastAsia="Times New Roman"/>
                <w:b/>
                <w:sz w:val="22"/>
                <w:szCs w:val="22"/>
              </w:rPr>
              <w:t>name</w:t>
            </w:r>
            <w:proofErr w:type="spellEnd"/>
            <w:r w:rsidRPr="004D06FD">
              <w:rPr>
                <w:rFonts w:eastAsia="Times New Roman"/>
                <w:b/>
                <w:sz w:val="22"/>
                <w:szCs w:val="22"/>
              </w:rPr>
              <w:t>/organisation</w:t>
            </w: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DFDB34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4D06FD" w14:paraId="6AAFFC1F" w14:textId="77777777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FF0CD6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b/>
                <w:sz w:val="22"/>
                <w:szCs w:val="22"/>
              </w:rPr>
              <w:t xml:space="preserve">Contact </w:t>
            </w:r>
            <w:proofErr w:type="spellStart"/>
            <w:r w:rsidRPr="004D06FD">
              <w:rPr>
                <w:rFonts w:eastAsia="Times New Roman"/>
                <w:b/>
                <w:sz w:val="22"/>
                <w:szCs w:val="22"/>
              </w:rPr>
              <w:t>person</w:t>
            </w:r>
            <w:proofErr w:type="spellEnd"/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9C2E7C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4D06FD" w14:paraId="115DDDCF" w14:textId="77777777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68307D" w14:textId="2C526898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b/>
                <w:sz w:val="22"/>
                <w:szCs w:val="22"/>
              </w:rPr>
              <w:t xml:space="preserve">Contact </w:t>
            </w:r>
            <w:r w:rsidR="0025292B">
              <w:rPr>
                <w:rFonts w:eastAsia="Times New Roman"/>
                <w:b/>
                <w:sz w:val="22"/>
                <w:szCs w:val="22"/>
              </w:rPr>
              <w:t>e</w:t>
            </w:r>
            <w:r w:rsidRPr="004D06FD">
              <w:rPr>
                <w:rFonts w:eastAsia="Times New Roman"/>
                <w:b/>
                <w:sz w:val="22"/>
                <w:szCs w:val="22"/>
              </w:rPr>
              <w:t>mail</w:t>
            </w: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4191595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4D06FD" w14:paraId="3A220E98" w14:textId="77777777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12F828" w14:textId="036129FB" w:rsidR="004D06FD" w:rsidRPr="004D06FD" w:rsidRDefault="00CD61C7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sz w:val="22"/>
                <w:szCs w:val="22"/>
              </w:rPr>
              <w:t xml:space="preserve">Phone </w:t>
            </w:r>
            <w:proofErr w:type="spellStart"/>
            <w:r>
              <w:rPr>
                <w:rFonts w:eastAsia="Times New Roman"/>
                <w:b/>
                <w:sz w:val="22"/>
                <w:szCs w:val="22"/>
              </w:rPr>
              <w:t>number</w:t>
            </w:r>
            <w:proofErr w:type="spellEnd"/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C70BF2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7507F4" w14:paraId="6F0A5D0B" w14:textId="77777777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96A23A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b/>
                <w:sz w:val="22"/>
                <w:szCs w:val="22"/>
                <w:lang w:val="en-GB"/>
              </w:rPr>
              <w:t>Address of beneficiary or implementing body</w:t>
            </w:r>
            <w:r w:rsidRPr="004D06FD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DA7012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4D06FD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</w:tr>
      <w:tr w:rsidR="004D06FD" w:rsidRPr="004D06FD" w14:paraId="5CC113BC" w14:textId="77777777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A06E98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proofErr w:type="spellStart"/>
            <w:r w:rsidRPr="004D06FD">
              <w:rPr>
                <w:rFonts w:eastAsia="Times New Roman"/>
                <w:b/>
                <w:sz w:val="22"/>
                <w:szCs w:val="22"/>
              </w:rPr>
              <w:t>Other</w:t>
            </w:r>
            <w:proofErr w:type="spellEnd"/>
            <w:r w:rsidRPr="004D06FD">
              <w:rPr>
                <w:rFonts w:eastAsia="Times New Roman"/>
                <w:b/>
                <w:sz w:val="22"/>
                <w:szCs w:val="22"/>
              </w:rPr>
              <w:t xml:space="preserve"> contact </w:t>
            </w:r>
            <w:proofErr w:type="spellStart"/>
            <w:r w:rsidRPr="004D06FD">
              <w:rPr>
                <w:rFonts w:eastAsia="Times New Roman"/>
                <w:b/>
                <w:sz w:val="22"/>
                <w:szCs w:val="22"/>
              </w:rPr>
              <w:t>details</w:t>
            </w:r>
            <w:proofErr w:type="spellEnd"/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BFCA4F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</w:tbl>
    <w:p w14:paraId="761F07BC" w14:textId="77777777" w:rsidR="004D06FD" w:rsidRPr="004D06FD" w:rsidRDefault="004D06FD" w:rsidP="004D06FD">
      <w:pPr>
        <w:textAlignment w:val="baseline"/>
        <w:rPr>
          <w:rFonts w:eastAsia="Times New Roman"/>
          <w:color w:val="6A8A1E" w:themeColor="accent1" w:themeShade="BF"/>
          <w:sz w:val="22"/>
          <w:szCs w:val="22"/>
        </w:rPr>
      </w:pPr>
      <w:r w:rsidRPr="004D06FD">
        <w:rPr>
          <w:rFonts w:eastAsia="Times New Roman"/>
          <w:sz w:val="22"/>
          <w:szCs w:val="22"/>
        </w:rPr>
        <w:t> </w:t>
      </w:r>
    </w:p>
    <w:p w14:paraId="1F789B7A" w14:textId="77777777" w:rsidR="004D06FD" w:rsidRPr="00674AC5" w:rsidRDefault="004D06FD" w:rsidP="004D06FD">
      <w:pPr>
        <w:textAlignment w:val="baseline"/>
        <w:rPr>
          <w:rFonts w:eastAsia="Times New Roman"/>
          <w:color w:val="8FB929"/>
          <w:sz w:val="22"/>
          <w:szCs w:val="22"/>
        </w:rPr>
      </w:pPr>
      <w:proofErr w:type="spellStart"/>
      <w:r w:rsidRPr="00674AC5">
        <w:rPr>
          <w:rFonts w:eastAsia="Times New Roman"/>
          <w:b/>
          <w:color w:val="8FB929"/>
          <w:sz w:val="22"/>
          <w:szCs w:val="22"/>
        </w:rPr>
        <w:t>Further</w:t>
      </w:r>
      <w:proofErr w:type="spellEnd"/>
      <w:r w:rsidRPr="00674AC5">
        <w:rPr>
          <w:rFonts w:eastAsia="Times New Roman"/>
          <w:b/>
          <w:color w:val="8FB929"/>
          <w:sz w:val="22"/>
          <w:szCs w:val="22"/>
        </w:rPr>
        <w:t xml:space="preserve"> information</w:t>
      </w:r>
      <w:r w:rsidRPr="00674AC5">
        <w:rPr>
          <w:rFonts w:eastAsia="Times New Roman"/>
          <w:color w:val="8FB929"/>
          <w:sz w:val="22"/>
          <w:szCs w:val="22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095"/>
      </w:tblGrid>
      <w:tr w:rsidR="004D06FD" w:rsidRPr="004D06FD" w14:paraId="1E2E0F29" w14:textId="77777777">
        <w:trPr>
          <w:trHeight w:val="300"/>
        </w:trPr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F16B9D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proofErr w:type="spellStart"/>
            <w:r w:rsidRPr="004D06FD">
              <w:rPr>
                <w:rFonts w:eastAsia="Times New Roman"/>
                <w:b/>
                <w:sz w:val="22"/>
                <w:szCs w:val="22"/>
              </w:rPr>
              <w:t>Website</w:t>
            </w:r>
            <w:proofErr w:type="spellEnd"/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8BA4D22" w14:textId="77777777" w:rsidR="004D06FD" w:rsidRPr="004D06FD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</w:rPr>
            </w:pPr>
            <w:r w:rsidRPr="004D06FD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4D06FD" w:rsidRPr="007507F4" w14:paraId="0F90E6C7" w14:textId="77777777">
        <w:trPr>
          <w:trHeight w:val="300"/>
        </w:trPr>
        <w:tc>
          <w:tcPr>
            <w:tcW w:w="49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084A78" w14:textId="2EB19920" w:rsidR="004D06FD" w:rsidRPr="0007415B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07415B">
              <w:rPr>
                <w:rFonts w:eastAsia="Times New Roman"/>
                <w:b/>
                <w:sz w:val="22"/>
                <w:szCs w:val="22"/>
                <w:lang w:val="en-GB"/>
              </w:rPr>
              <w:t>Additional info sources, links</w:t>
            </w:r>
            <w:r w:rsidRPr="0007415B">
              <w:rPr>
                <w:rFonts w:eastAsia="Times New Roman"/>
                <w:sz w:val="22"/>
                <w:szCs w:val="22"/>
                <w:lang w:val="en-GB"/>
              </w:rPr>
              <w:t> </w:t>
            </w:r>
            <w:r w:rsidR="001606C1" w:rsidRPr="0007415B">
              <w:rPr>
                <w:rFonts w:eastAsia="Times New Roman"/>
                <w:sz w:val="22"/>
                <w:szCs w:val="22"/>
                <w:lang w:val="en-GB"/>
              </w:rPr>
              <w:t>(</w:t>
            </w:r>
            <w:r w:rsidR="00867D40">
              <w:rPr>
                <w:rFonts w:eastAsia="Times New Roman"/>
                <w:sz w:val="22"/>
                <w:szCs w:val="22"/>
                <w:lang w:val="en-GB"/>
              </w:rPr>
              <w:t>F</w:t>
            </w:r>
            <w:r w:rsidR="001606C1" w:rsidRPr="0007415B">
              <w:rPr>
                <w:rFonts w:eastAsia="Times New Roman"/>
                <w:sz w:val="22"/>
                <w:szCs w:val="22"/>
                <w:lang w:val="en-GB"/>
              </w:rPr>
              <w:t xml:space="preserve">acebook, X, </w:t>
            </w:r>
            <w:proofErr w:type="spellStart"/>
            <w:r w:rsidR="001606C1" w:rsidRPr="0007415B">
              <w:rPr>
                <w:rFonts w:eastAsia="Times New Roman"/>
                <w:sz w:val="22"/>
                <w:szCs w:val="22"/>
                <w:lang w:val="en-GB"/>
              </w:rPr>
              <w:t>instagram</w:t>
            </w:r>
            <w:proofErr w:type="spellEnd"/>
            <w:r w:rsidR="00937453" w:rsidRPr="0007415B">
              <w:rPr>
                <w:rFonts w:eastAsia="Times New Roman"/>
                <w:sz w:val="22"/>
                <w:szCs w:val="22"/>
                <w:lang w:val="en-GB"/>
              </w:rPr>
              <w:t>, Linked</w:t>
            </w:r>
            <w:r w:rsidR="00642AB7" w:rsidRPr="0007415B">
              <w:rPr>
                <w:rFonts w:eastAsia="Times New Roman"/>
                <w:sz w:val="22"/>
                <w:szCs w:val="22"/>
                <w:lang w:val="en-GB"/>
              </w:rPr>
              <w:t>In)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1DCEBD" w14:textId="77777777" w:rsidR="004D06FD" w:rsidRPr="0007415B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07415B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</w:tr>
      <w:tr w:rsidR="004D06FD" w:rsidRPr="007507F4" w14:paraId="392A5D14" w14:textId="77777777">
        <w:trPr>
          <w:trHeight w:val="3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F22A06" w14:textId="77777777" w:rsidR="004D06FD" w:rsidRPr="0007415B" w:rsidRDefault="004D06FD">
            <w:pPr>
              <w:rPr>
                <w:rFonts w:eastAsia="Times New Roman"/>
                <w:sz w:val="22"/>
                <w:szCs w:val="22"/>
                <w:lang w:val="en-GB"/>
              </w:rPr>
            </w:pPr>
          </w:p>
        </w:tc>
        <w:tc>
          <w:tcPr>
            <w:tcW w:w="4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42F7D5" w14:textId="77777777" w:rsidR="004D06FD" w:rsidRPr="0007415B" w:rsidRDefault="004D06FD">
            <w:pPr>
              <w:jc w:val="both"/>
              <w:textAlignment w:val="baseline"/>
              <w:rPr>
                <w:rFonts w:eastAsia="Times New Roman"/>
                <w:sz w:val="22"/>
                <w:szCs w:val="22"/>
                <w:lang w:val="en-GB"/>
              </w:rPr>
            </w:pPr>
            <w:r w:rsidRPr="0007415B">
              <w:rPr>
                <w:rFonts w:eastAsia="Times New Roman"/>
                <w:sz w:val="22"/>
                <w:szCs w:val="22"/>
                <w:lang w:val="en-GB"/>
              </w:rPr>
              <w:t> </w:t>
            </w:r>
          </w:p>
        </w:tc>
      </w:tr>
    </w:tbl>
    <w:p w14:paraId="294192AC" w14:textId="77777777" w:rsidR="004D06FD" w:rsidRPr="0007415B" w:rsidRDefault="004D06FD" w:rsidP="004D06FD">
      <w:pPr>
        <w:textAlignment w:val="baseline"/>
        <w:rPr>
          <w:rFonts w:eastAsia="Times New Roman"/>
          <w:sz w:val="22"/>
          <w:szCs w:val="22"/>
          <w:lang w:val="en-GB"/>
        </w:rPr>
      </w:pPr>
      <w:r w:rsidRPr="0007415B">
        <w:rPr>
          <w:rFonts w:eastAsia="Times New Roman"/>
          <w:sz w:val="22"/>
          <w:szCs w:val="22"/>
          <w:lang w:val="en-GB"/>
        </w:rPr>
        <w:t> </w:t>
      </w:r>
    </w:p>
    <w:p w14:paraId="6B868D98" w14:textId="77777777" w:rsidR="004D06FD" w:rsidRPr="00674AC5" w:rsidRDefault="004D06FD" w:rsidP="004D06FD">
      <w:pPr>
        <w:textAlignment w:val="baseline"/>
        <w:rPr>
          <w:rFonts w:eastAsia="Times New Roman"/>
          <w:color w:val="8FB929"/>
          <w:sz w:val="22"/>
          <w:szCs w:val="22"/>
          <w:lang w:val="en-GB"/>
        </w:rPr>
      </w:pPr>
      <w:r w:rsidRPr="00674AC5">
        <w:rPr>
          <w:rFonts w:eastAsia="Times New Roman"/>
          <w:b/>
          <w:color w:val="8FB929"/>
          <w:sz w:val="22"/>
          <w:szCs w:val="22"/>
          <w:lang w:val="en-GB"/>
        </w:rPr>
        <w:t>Quotes from beneficiaries/project participants</w:t>
      </w:r>
      <w:r w:rsidRPr="00674AC5">
        <w:rPr>
          <w:rFonts w:eastAsia="Times New Roman"/>
          <w:color w:val="8FB929"/>
          <w:sz w:val="22"/>
          <w:szCs w:val="22"/>
          <w:lang w:val="en-GB"/>
        </w:rPr>
        <w:t> </w:t>
      </w:r>
    </w:p>
    <w:p w14:paraId="23F2F45C" w14:textId="41942866" w:rsidR="004D06FD" w:rsidRPr="004D06FD" w:rsidRDefault="004D06FD" w:rsidP="004D06FD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  <w:r w:rsidRPr="004D06FD">
        <w:rPr>
          <w:rFonts w:eastAsia="Times New Roman"/>
          <w:sz w:val="22"/>
          <w:szCs w:val="22"/>
          <w:lang w:val="en-GB"/>
        </w:rPr>
        <w:t>These are very helpful if available as they help to grab the reader’s attention and bring the project to life through a key message of the project</w:t>
      </w:r>
      <w:r w:rsidR="06C9C331" w:rsidRPr="1B426EC2">
        <w:rPr>
          <w:rFonts w:eastAsia="Times New Roman"/>
          <w:sz w:val="22"/>
          <w:szCs w:val="22"/>
          <w:lang w:val="en-GB"/>
        </w:rPr>
        <w:t xml:space="preserve">. Please </w:t>
      </w:r>
      <w:r w:rsidR="00CD61C7">
        <w:rPr>
          <w:rFonts w:eastAsia="Times New Roman"/>
          <w:sz w:val="22"/>
          <w:szCs w:val="22"/>
          <w:lang w:val="en-GB"/>
        </w:rPr>
        <w:t>state</w:t>
      </w:r>
      <w:r w:rsidR="00CD61C7" w:rsidRPr="1B426EC2">
        <w:rPr>
          <w:rFonts w:eastAsia="Times New Roman"/>
          <w:sz w:val="22"/>
          <w:szCs w:val="22"/>
          <w:lang w:val="en-GB"/>
        </w:rPr>
        <w:t xml:space="preserve"> </w:t>
      </w:r>
      <w:r w:rsidR="06C9C331" w:rsidRPr="1B426EC2">
        <w:rPr>
          <w:rFonts w:eastAsia="Times New Roman"/>
          <w:sz w:val="22"/>
          <w:szCs w:val="22"/>
          <w:lang w:val="en-GB"/>
        </w:rPr>
        <w:t xml:space="preserve">who the quote is attributed to.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06FD" w:rsidRPr="009922A3" w14:paraId="0940C505" w14:textId="77777777">
        <w:trPr>
          <w:trHeight w:val="749"/>
        </w:trPr>
        <w:tc>
          <w:tcPr>
            <w:tcW w:w="9016" w:type="dxa"/>
          </w:tcPr>
          <w:p w14:paraId="3A9535E1" w14:textId="77777777" w:rsidR="004D06FD" w:rsidRPr="004D06FD" w:rsidRDefault="004D06FD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</w:p>
        </w:tc>
      </w:tr>
    </w:tbl>
    <w:p w14:paraId="14D300D9" w14:textId="77777777" w:rsidR="004D06FD" w:rsidRPr="004D06FD" w:rsidRDefault="004D06FD" w:rsidP="004D06FD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</w:p>
    <w:p w14:paraId="7D6099A7" w14:textId="77777777" w:rsidR="00642AB7" w:rsidRDefault="00642AB7" w:rsidP="004D06FD">
      <w:pPr>
        <w:textAlignment w:val="baseline"/>
        <w:rPr>
          <w:rFonts w:eastAsia="Times New Roman"/>
          <w:b/>
          <w:sz w:val="22"/>
          <w:szCs w:val="22"/>
          <w:lang w:val="en-GB"/>
        </w:rPr>
      </w:pPr>
    </w:p>
    <w:p w14:paraId="7DD448DD" w14:textId="2891D336" w:rsidR="004D06FD" w:rsidRPr="004D06FD" w:rsidRDefault="004D06FD" w:rsidP="000C13A8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  <w:r w:rsidRPr="004D06FD">
        <w:rPr>
          <w:rFonts w:eastAsia="Times New Roman"/>
          <w:b/>
          <w:sz w:val="22"/>
          <w:szCs w:val="22"/>
          <w:lang w:val="en-GB"/>
        </w:rPr>
        <w:t>Project/action photos and/or videos with information on copyrights</w:t>
      </w:r>
      <w:r w:rsidRPr="004D06FD">
        <w:rPr>
          <w:rFonts w:eastAsia="Times New Roman"/>
          <w:sz w:val="22"/>
          <w:szCs w:val="22"/>
          <w:lang w:val="en-GB"/>
        </w:rPr>
        <w:t> </w:t>
      </w:r>
    </w:p>
    <w:p w14:paraId="6F7EF4E8" w14:textId="6BDE9CF4" w:rsidR="00CA5C5C" w:rsidRDefault="004D06FD" w:rsidP="000C13A8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  <w:r w:rsidRPr="2319AFF8">
        <w:rPr>
          <w:rFonts w:eastAsia="Times New Roman"/>
          <w:sz w:val="22"/>
          <w:szCs w:val="22"/>
          <w:lang w:val="en-GB"/>
        </w:rPr>
        <w:t>A</w:t>
      </w:r>
      <w:r w:rsidR="003C26BB" w:rsidRPr="2319AFF8">
        <w:rPr>
          <w:rFonts w:eastAsia="Times New Roman"/>
          <w:sz w:val="22"/>
          <w:szCs w:val="22"/>
          <w:lang w:val="en-GB"/>
        </w:rPr>
        <w:t>dd</w:t>
      </w:r>
      <w:r w:rsidRPr="2319AFF8">
        <w:rPr>
          <w:rFonts w:eastAsia="Times New Roman"/>
          <w:sz w:val="22"/>
          <w:szCs w:val="22"/>
          <w:lang w:val="en-GB"/>
        </w:rPr>
        <w:t xml:space="preserve"> </w:t>
      </w:r>
      <w:r w:rsidR="00A12324">
        <w:rPr>
          <w:rFonts w:eastAsia="Times New Roman"/>
          <w:sz w:val="22"/>
          <w:szCs w:val="22"/>
          <w:lang w:val="en-GB"/>
        </w:rPr>
        <w:t xml:space="preserve">a </w:t>
      </w:r>
      <w:r w:rsidRPr="2319AFF8">
        <w:rPr>
          <w:rFonts w:eastAsia="Times New Roman"/>
          <w:sz w:val="22"/>
          <w:szCs w:val="22"/>
          <w:lang w:val="en-GB"/>
        </w:rPr>
        <w:t xml:space="preserve">number of photos and/or videos, as available. </w:t>
      </w:r>
      <w:r w:rsidRPr="2319AFF8">
        <w:rPr>
          <w:rFonts w:eastAsia="Times New Roman"/>
          <w:sz w:val="22"/>
          <w:szCs w:val="22"/>
          <w:u w:val="single"/>
          <w:lang w:val="en-GB"/>
        </w:rPr>
        <w:t>Photos should be 3MB or larger</w:t>
      </w:r>
      <w:r w:rsidRPr="2319AFF8">
        <w:rPr>
          <w:rFonts w:eastAsia="Times New Roman"/>
          <w:sz w:val="22"/>
          <w:szCs w:val="22"/>
          <w:lang w:val="en-GB"/>
        </w:rPr>
        <w:t>. Copyrights may be the name of the photographer or in general, the owner of the material’s copyrights</w:t>
      </w:r>
      <w:r w:rsidR="00604CAF">
        <w:rPr>
          <w:rFonts w:eastAsia="Times New Roman"/>
          <w:sz w:val="22"/>
          <w:szCs w:val="22"/>
          <w:lang w:val="en-GB"/>
        </w:rPr>
        <w:t>,</w:t>
      </w:r>
      <w:r w:rsidRPr="2319AFF8">
        <w:rPr>
          <w:rFonts w:eastAsia="Times New Roman"/>
          <w:sz w:val="22"/>
          <w:szCs w:val="22"/>
          <w:lang w:val="en-GB"/>
        </w:rPr>
        <w:t xml:space="preserve"> as indicated by the provider of the project’s content. A maximum of 3 photos will be used in the final entry. Please </w:t>
      </w:r>
      <w:r w:rsidRPr="2319AFF8">
        <w:rPr>
          <w:rFonts w:eastAsia="Times New Roman"/>
          <w:b/>
          <w:bCs/>
          <w:sz w:val="22"/>
          <w:szCs w:val="22"/>
          <w:lang w:val="en-GB"/>
        </w:rPr>
        <w:t>upload the pictures in the online folder</w:t>
      </w:r>
      <w:r w:rsidRPr="2319AFF8">
        <w:rPr>
          <w:rFonts w:eastAsia="Times New Roman"/>
          <w:sz w:val="22"/>
          <w:szCs w:val="22"/>
          <w:lang w:val="en-GB"/>
        </w:rPr>
        <w:t xml:space="preserve">, </w:t>
      </w:r>
      <w:r w:rsidRPr="2319AFF8">
        <w:rPr>
          <w:rFonts w:eastAsia="Times New Roman"/>
          <w:sz w:val="22"/>
          <w:szCs w:val="22"/>
          <w:u w:val="single"/>
          <w:lang w:val="en-GB"/>
        </w:rPr>
        <w:t xml:space="preserve">not </w:t>
      </w:r>
      <w:r w:rsidRPr="2319AFF8">
        <w:rPr>
          <w:rFonts w:eastAsia="Times New Roman"/>
          <w:sz w:val="22"/>
          <w:szCs w:val="22"/>
          <w:lang w:val="en-GB"/>
        </w:rPr>
        <w:t xml:space="preserve">in the </w:t>
      </w:r>
      <w:r w:rsidR="00CD61C7">
        <w:rPr>
          <w:rFonts w:eastAsia="Times New Roman"/>
          <w:sz w:val="22"/>
          <w:szCs w:val="22"/>
          <w:lang w:val="en-GB"/>
        </w:rPr>
        <w:t>W</w:t>
      </w:r>
      <w:r w:rsidR="00CD61C7" w:rsidRPr="2319AFF8">
        <w:rPr>
          <w:rFonts w:eastAsia="Times New Roman"/>
          <w:sz w:val="22"/>
          <w:szCs w:val="22"/>
          <w:lang w:val="en-GB"/>
        </w:rPr>
        <w:t xml:space="preserve">ord </w:t>
      </w:r>
      <w:r w:rsidRPr="2319AFF8">
        <w:rPr>
          <w:rFonts w:eastAsia="Times New Roman"/>
          <w:sz w:val="22"/>
          <w:szCs w:val="22"/>
          <w:lang w:val="en-GB"/>
        </w:rPr>
        <w:t xml:space="preserve">document.  </w:t>
      </w:r>
    </w:p>
    <w:p w14:paraId="4898FE81" w14:textId="77777777" w:rsidR="00CA5C5C" w:rsidRDefault="00CA5C5C" w:rsidP="000C13A8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</w:p>
    <w:p w14:paraId="62AB3712" w14:textId="60384747" w:rsidR="00CA5C5C" w:rsidRPr="00CA5C5C" w:rsidRDefault="00CA5C5C" w:rsidP="000C13A8">
      <w:pPr>
        <w:jc w:val="both"/>
        <w:textAlignment w:val="baseline"/>
        <w:rPr>
          <w:rFonts w:eastAsia="Times New Roman"/>
          <w:i/>
          <w:iCs/>
          <w:sz w:val="22"/>
          <w:szCs w:val="22"/>
          <w:lang w:val="en-GB"/>
        </w:rPr>
      </w:pPr>
      <w:r w:rsidRPr="00CA5C5C">
        <w:rPr>
          <w:rFonts w:eastAsia="Times New Roman"/>
          <w:sz w:val="22"/>
          <w:szCs w:val="22"/>
          <w:lang w:val="en-GB"/>
        </w:rPr>
        <w:t xml:space="preserve">When uploading pictures and videos, please </w:t>
      </w:r>
      <w:r w:rsidR="00604CAF">
        <w:rPr>
          <w:rFonts w:eastAsia="Times New Roman"/>
          <w:sz w:val="22"/>
          <w:szCs w:val="22"/>
          <w:lang w:val="en-GB"/>
        </w:rPr>
        <w:t>re</w:t>
      </w:r>
      <w:r w:rsidRPr="00CA5C5C">
        <w:rPr>
          <w:rFonts w:eastAsia="Times New Roman"/>
          <w:sz w:val="22"/>
          <w:szCs w:val="22"/>
          <w:lang w:val="en-GB"/>
        </w:rPr>
        <w:t xml:space="preserve">name the files </w:t>
      </w:r>
      <w:r w:rsidR="00604CAF">
        <w:rPr>
          <w:rFonts w:eastAsia="Times New Roman"/>
          <w:sz w:val="22"/>
          <w:szCs w:val="22"/>
          <w:lang w:val="en-GB"/>
        </w:rPr>
        <w:t>in</w:t>
      </w:r>
      <w:r w:rsidRPr="00CA5C5C">
        <w:rPr>
          <w:rFonts w:eastAsia="Times New Roman"/>
          <w:sz w:val="22"/>
          <w:szCs w:val="22"/>
          <w:lang w:val="en-GB"/>
        </w:rPr>
        <w:t xml:space="preserve"> the following format: 1) title of picture, and 2) the copyright name</w:t>
      </w:r>
      <w:r w:rsidR="00CD61C7">
        <w:rPr>
          <w:rFonts w:eastAsia="Times New Roman"/>
          <w:sz w:val="22"/>
          <w:szCs w:val="22"/>
          <w:lang w:val="en-GB"/>
        </w:rPr>
        <w:t>,</w:t>
      </w:r>
      <w:r w:rsidRPr="00CA5C5C">
        <w:rPr>
          <w:rFonts w:eastAsia="Times New Roman"/>
          <w:sz w:val="22"/>
          <w:szCs w:val="22"/>
          <w:lang w:val="en-GB"/>
        </w:rPr>
        <w:t xml:space="preserve"> e.g. </w:t>
      </w:r>
      <w:proofErr w:type="gramStart"/>
      <w:r w:rsidRPr="00CA5C5C">
        <w:rPr>
          <w:rFonts w:eastAsia="Times New Roman"/>
          <w:i/>
          <w:iCs/>
          <w:sz w:val="22"/>
          <w:szCs w:val="22"/>
          <w:lang w:val="en-GB"/>
        </w:rPr>
        <w:t>Green</w:t>
      </w:r>
      <w:proofErr w:type="gramEnd"/>
      <w:r w:rsidRPr="00CA5C5C">
        <w:rPr>
          <w:rFonts w:eastAsia="Times New Roman"/>
          <w:i/>
          <w:iCs/>
          <w:sz w:val="22"/>
          <w:szCs w:val="22"/>
          <w:lang w:val="en-GB"/>
        </w:rPr>
        <w:t xml:space="preserve"> landscape, Cooperative of farmers.</w:t>
      </w:r>
    </w:p>
    <w:p w14:paraId="23EADC7F" w14:textId="77777777" w:rsidR="00054F1E" w:rsidRDefault="00054F1E" w:rsidP="000C13A8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</w:p>
    <w:p w14:paraId="0E621C11" w14:textId="77777777" w:rsidR="00054F1E" w:rsidRDefault="00054F1E" w:rsidP="000C13A8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</w:p>
    <w:p w14:paraId="53EB49BE" w14:textId="77777777" w:rsidR="00054F1E" w:rsidRDefault="00054F1E" w:rsidP="000C13A8">
      <w:pPr>
        <w:jc w:val="both"/>
        <w:textAlignment w:val="baseline"/>
        <w:rPr>
          <w:rFonts w:eastAsia="Times New Roman"/>
          <w:sz w:val="22"/>
          <w:szCs w:val="22"/>
          <w:lang w:val="en-GB"/>
        </w:rPr>
      </w:pPr>
    </w:p>
    <w:p w14:paraId="28D2CC2A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284868C9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05028EB7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302DD593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38A75EBB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385F496E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60609094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0FCF2992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0B638551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49C349C7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5D763578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3EE483B3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2C8F8C5C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51B3CE45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7ED017FB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581BE2E3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540DA045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55125D79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4DDC1F99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0BCB0981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18AAD55F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5DA696C2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24E4C90F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02DB1F5F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181EE8B1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2560D5F9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2F06BD98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2821C57D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0D46E91B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08506C2E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5612F68E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2748FA7E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699F1977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100CDB81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3482ACF8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6C18B6E5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6939C5E2" w14:textId="77777777" w:rsidR="004A6B07" w:rsidRDefault="004A6B07" w:rsidP="000C13A8">
      <w:pPr>
        <w:jc w:val="both"/>
        <w:rPr>
          <w:sz w:val="22"/>
          <w:szCs w:val="22"/>
          <w:lang w:val="en-GB"/>
        </w:rPr>
      </w:pPr>
    </w:p>
    <w:p w14:paraId="5F024CCC" w14:textId="0B2D704C" w:rsidR="00B212D8" w:rsidRPr="0062006E" w:rsidRDefault="00B212D8" w:rsidP="000C13A8">
      <w:pPr>
        <w:jc w:val="both"/>
        <w:rPr>
          <w:color w:val="0563C1" w:themeColor="hyperlink"/>
          <w:sz w:val="22"/>
          <w:szCs w:val="22"/>
          <w:u w:val="single"/>
          <w:lang w:val="en-GB"/>
        </w:rPr>
      </w:pPr>
      <w:r w:rsidRPr="0089054E">
        <w:rPr>
          <w:sz w:val="22"/>
          <w:szCs w:val="22"/>
          <w:lang w:val="en-GB"/>
        </w:rPr>
        <w:lastRenderedPageBreak/>
        <w:t xml:space="preserve">I have read, understood, and provide my consent for the information I am submitting to the EU CAP Network to be processed according to the privacy statement explained below. Read </w:t>
      </w:r>
      <w:hyperlink r:id="rId15">
        <w:r w:rsidRPr="0089054E">
          <w:rPr>
            <w:rStyle w:val="Lienhypertexte"/>
            <w:sz w:val="22"/>
            <w:szCs w:val="22"/>
            <w:lang w:val="en-GB"/>
          </w:rPr>
          <w:t>the privacy statement.</w:t>
        </w:r>
      </w:hyperlink>
      <w:r w:rsidRPr="0008781C">
        <w:rPr>
          <w:rStyle w:val="Lienhypertexte"/>
          <w:sz w:val="22"/>
          <w:szCs w:val="22"/>
          <w:u w:val="none"/>
          <w:lang w:val="en-GB"/>
        </w:rPr>
        <w:t xml:space="preserve"> </w:t>
      </w:r>
      <w:r w:rsidRPr="0062006E">
        <w:rPr>
          <w:i/>
          <w:iCs/>
          <w:sz w:val="22"/>
          <w:szCs w:val="22"/>
          <w:lang w:val="en-GB"/>
        </w:rPr>
        <w:t>(please tick the box below)</w:t>
      </w:r>
    </w:p>
    <w:p w14:paraId="7649070C" w14:textId="77777777" w:rsidR="00B212D8" w:rsidRDefault="00B212D8" w:rsidP="000C13A8">
      <w:pPr>
        <w:jc w:val="both"/>
        <w:rPr>
          <w:sz w:val="22"/>
          <w:szCs w:val="22"/>
          <w:lang w:val="en-GB"/>
        </w:rPr>
      </w:pPr>
    </w:p>
    <w:p w14:paraId="6AA04880" w14:textId="77777777" w:rsidR="00B212D8" w:rsidRPr="0062006E" w:rsidRDefault="00B212D8" w:rsidP="000C13A8">
      <w:pPr>
        <w:jc w:val="both"/>
        <w:rPr>
          <w:sz w:val="22"/>
          <w:szCs w:val="22"/>
          <w:lang w:val="en-GB"/>
        </w:rPr>
      </w:pPr>
      <w:r w:rsidRPr="0062006E">
        <w:rPr>
          <w:sz w:val="22"/>
          <w:szCs w:val="22"/>
          <w:lang w:val="en-GB"/>
        </w:rPr>
        <w:t>Yes</w:t>
      </w:r>
      <w:sdt>
        <w:sdtPr>
          <w:rPr>
            <w:sz w:val="22"/>
            <w:szCs w:val="22"/>
            <w:lang w:val="en-GB"/>
          </w:rPr>
          <w:id w:val="-14091571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2006E">
            <w:rPr>
              <w:rFonts w:ascii="MS Gothic" w:eastAsia="MS Gothic" w:hAnsi="MS Gothic" w:hint="eastAsia"/>
              <w:sz w:val="22"/>
              <w:szCs w:val="22"/>
              <w:lang w:val="en-GB"/>
            </w:rPr>
            <w:t>☐</w:t>
          </w:r>
        </w:sdtContent>
      </w:sdt>
    </w:p>
    <w:p w14:paraId="220A3B21" w14:textId="2D68D2E6" w:rsidR="00B212D8" w:rsidRDefault="00B212D8" w:rsidP="000C13A8">
      <w:pPr>
        <w:pStyle w:val="CoverPageTitle-EUCAPNET"/>
        <w:jc w:val="both"/>
        <w:rPr>
          <w:b w:val="0"/>
          <w:color w:val="auto"/>
          <w:sz w:val="22"/>
          <w:szCs w:val="22"/>
        </w:rPr>
      </w:pPr>
      <w:r w:rsidRPr="1EF7EFE2">
        <w:rPr>
          <w:rFonts w:eastAsiaTheme="minorEastAsia"/>
          <w:b w:val="0"/>
          <w:bCs w:val="0"/>
          <w:color w:val="auto"/>
          <w:sz w:val="22"/>
          <w:szCs w:val="22"/>
        </w:rPr>
        <w:t xml:space="preserve">For more information about privacy, please contact us at </w:t>
      </w:r>
      <w:hyperlink r:id="rId16" w:history="1">
        <w:r w:rsidRPr="00A96A7D">
          <w:rPr>
            <w:rStyle w:val="Lienhypertexte"/>
            <w:rFonts w:eastAsiaTheme="minorEastAsia"/>
            <w:b w:val="0"/>
            <w:bCs w:val="0"/>
            <w:sz w:val="22"/>
            <w:szCs w:val="22"/>
          </w:rPr>
          <w:t>privacy@eucapnetowk.eu</w:t>
        </w:r>
      </w:hyperlink>
      <w:r w:rsidRPr="1EF7EFE2">
        <w:rPr>
          <w:rFonts w:eastAsiaTheme="minorEastAsia"/>
          <w:b w:val="0"/>
          <w:bCs w:val="0"/>
          <w:color w:val="auto"/>
          <w:sz w:val="22"/>
          <w:szCs w:val="22"/>
        </w:rPr>
        <w:t>.</w:t>
      </w:r>
    </w:p>
    <w:p w14:paraId="18436450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0944394C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31B23BBC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5B2FA919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4781E6B0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723B7CFC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252026AC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6F754019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3F0D2E52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3AFECA1C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1AE4BE63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4A4DF3FB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2BD2B067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6A8136CE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462876D4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1A409DA5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7BB55F73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5C54EB1A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71BE27AC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012F1BEB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6F0F101A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321FF7A5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4490B472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5E8CC3CA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097350BD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4FC17401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5AC2EBA6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10627853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4735AE98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1C5FD92F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55CC6249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5962FC8B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3DD97C4F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42903FE8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50318CF3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4C65E428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0C7A5FA8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1B51CFCD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3529EA7C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660B80F6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7DCF5024" w14:textId="77777777" w:rsidR="0055046C" w:rsidRDefault="0055046C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591F5EAA" w14:textId="68353741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6E1DA098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7914C27B" w14:textId="77777777" w:rsidR="00054F1E" w:rsidRDefault="00054F1E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41A812DC" w14:textId="50C84559" w:rsidR="00054F1E" w:rsidRDefault="00186C27" w:rsidP="00186C27">
      <w:pPr>
        <w:tabs>
          <w:tab w:val="left" w:pos="8110"/>
        </w:tabs>
        <w:textAlignment w:val="baseline"/>
        <w:rPr>
          <w:rFonts w:eastAsia="Times New Roman"/>
          <w:sz w:val="22"/>
          <w:szCs w:val="22"/>
          <w:lang w:val="en-GB"/>
        </w:rPr>
      </w:pPr>
      <w:r>
        <w:rPr>
          <w:rFonts w:eastAsia="Times New Roman"/>
          <w:sz w:val="22"/>
          <w:szCs w:val="22"/>
          <w:lang w:val="en-GB"/>
        </w:rPr>
        <w:tab/>
      </w:r>
    </w:p>
    <w:p w14:paraId="2FF0D585" w14:textId="114CBD95" w:rsidR="00186C27" w:rsidRDefault="00186C27" w:rsidP="004D06FD">
      <w:pPr>
        <w:textAlignment w:val="baseline"/>
        <w:rPr>
          <w:rFonts w:eastAsia="Times New Roman"/>
          <w:sz w:val="22"/>
          <w:szCs w:val="22"/>
          <w:lang w:val="en-GB"/>
        </w:rPr>
      </w:pPr>
    </w:p>
    <w:p w14:paraId="659398AD" w14:textId="4CF792D1" w:rsidR="00AB4135" w:rsidRPr="00054F1E" w:rsidRDefault="00186C27" w:rsidP="00054F1E">
      <w:pPr>
        <w:rPr>
          <w:sz w:val="22"/>
          <w:szCs w:val="22"/>
          <w:lang w:val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4A059CB" wp14:editId="6B09EA8F">
            <wp:simplePos x="0" y="0"/>
            <wp:positionH relativeFrom="margin">
              <wp:posOffset>4344670</wp:posOffset>
            </wp:positionH>
            <wp:positionV relativeFrom="margin">
              <wp:posOffset>9024620</wp:posOffset>
            </wp:positionV>
            <wp:extent cx="2041525" cy="426720"/>
            <wp:effectExtent l="0" t="0" r="0" b="0"/>
            <wp:wrapNone/>
            <wp:docPr id="691634384" name="Picture 691634384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525" cy="426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B4135" w:rsidRPr="00054F1E" w:rsidSect="00B16A71">
      <w:footerReference w:type="default" r:id="rId18"/>
      <w:footerReference w:type="first" r:id="rId19"/>
      <w:pgSz w:w="11906" w:h="16838"/>
      <w:pgMar w:top="1418" w:right="1418" w:bottom="1418" w:left="1418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AD0D1" w14:textId="77777777" w:rsidR="00BE367E" w:rsidRDefault="00BE367E" w:rsidP="0062343B">
      <w:r>
        <w:separator/>
      </w:r>
    </w:p>
  </w:endnote>
  <w:endnote w:type="continuationSeparator" w:id="0">
    <w:p w14:paraId="66E121E3" w14:textId="77777777" w:rsidR="00BE367E" w:rsidRDefault="00BE367E" w:rsidP="0062343B">
      <w:r>
        <w:continuationSeparator/>
      </w:r>
    </w:p>
  </w:endnote>
  <w:endnote w:type="continuationNotice" w:id="1">
    <w:p w14:paraId="0C94A11B" w14:textId="77777777" w:rsidR="00BE367E" w:rsidRDefault="00BE36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0120325"/>
      <w:docPartObj>
        <w:docPartGallery w:val="Page Numbers (Bottom of Page)"/>
        <w:docPartUnique/>
      </w:docPartObj>
    </w:sdtPr>
    <w:sdtContent>
      <w:p w14:paraId="75D98447" w14:textId="77A444C5" w:rsidR="00B16A71" w:rsidRDefault="00186C27">
        <w:pPr>
          <w:pStyle w:val="Pieddepage"/>
          <w:jc w:val="center"/>
        </w:pPr>
        <w:r>
          <w:rPr>
            <w:noProof/>
          </w:rPr>
          <w:drawing>
            <wp:anchor distT="0" distB="0" distL="114300" distR="114300" simplePos="0" relativeHeight="251658242" behindDoc="1" locked="0" layoutInCell="1" allowOverlap="1" wp14:anchorId="3B63919D" wp14:editId="33888966">
              <wp:simplePos x="0" y="0"/>
              <wp:positionH relativeFrom="page">
                <wp:align>right</wp:align>
              </wp:positionH>
              <wp:positionV relativeFrom="paragraph">
                <wp:posOffset>-104140</wp:posOffset>
              </wp:positionV>
              <wp:extent cx="7411720" cy="871220"/>
              <wp:effectExtent l="0" t="0" r="0" b="5080"/>
              <wp:wrapNone/>
              <wp:docPr id="1350547218" name="Picture 135054721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Image 4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411720" cy="8712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16A71">
          <w:fldChar w:fldCharType="begin"/>
        </w:r>
        <w:r w:rsidR="00B16A71">
          <w:instrText>PAGE   \* MERGEFORMAT</w:instrText>
        </w:r>
        <w:r w:rsidR="00B16A71">
          <w:fldChar w:fldCharType="separate"/>
        </w:r>
        <w:r w:rsidR="00B16A71">
          <w:t>2</w:t>
        </w:r>
        <w:r w:rsidR="00B16A71">
          <w:fldChar w:fldCharType="end"/>
        </w:r>
      </w:p>
    </w:sdtContent>
  </w:sdt>
  <w:p w14:paraId="7112695C" w14:textId="77777777" w:rsidR="00B16A71" w:rsidRDefault="00B16A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10A1D" w14:textId="77777777" w:rsidR="00DA67AE" w:rsidRDefault="00AA1560" w:rsidP="0089528A">
    <w:pPr>
      <w:pStyle w:val="Pieddepage"/>
      <w:jc w:val="right"/>
    </w:pPr>
    <w:r>
      <w:rPr>
        <w:noProof/>
      </w:rPr>
      <w:drawing>
        <wp:anchor distT="0" distB="0" distL="114300" distR="114300" simplePos="0" relativeHeight="251658241" behindDoc="0" locked="0" layoutInCell="1" allowOverlap="1" wp14:anchorId="7FD3AAA1" wp14:editId="7645E95B">
          <wp:simplePos x="0" y="0"/>
          <wp:positionH relativeFrom="margin">
            <wp:posOffset>4403002</wp:posOffset>
          </wp:positionH>
          <wp:positionV relativeFrom="margin">
            <wp:posOffset>8872075</wp:posOffset>
          </wp:positionV>
          <wp:extent cx="2041525" cy="426720"/>
          <wp:effectExtent l="0" t="0" r="0" b="5080"/>
          <wp:wrapSquare wrapText="bothSides"/>
          <wp:docPr id="245448298" name="Picture 245448298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1525" cy="426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7732">
      <w:rPr>
        <w:noProof/>
      </w:rPr>
      <w:drawing>
        <wp:anchor distT="0" distB="0" distL="114300" distR="114300" simplePos="0" relativeHeight="251658240" behindDoc="1" locked="0" layoutInCell="1" allowOverlap="1" wp14:anchorId="73164676" wp14:editId="389A0731">
          <wp:simplePos x="0" y="0"/>
          <wp:positionH relativeFrom="column">
            <wp:posOffset>-826135</wp:posOffset>
          </wp:positionH>
          <wp:positionV relativeFrom="paragraph">
            <wp:posOffset>-249555</wp:posOffset>
          </wp:positionV>
          <wp:extent cx="7411720" cy="871220"/>
          <wp:effectExtent l="0" t="0" r="0" b="5080"/>
          <wp:wrapNone/>
          <wp:docPr id="1675054816" name="Picture 16750548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1720" cy="871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62049" w14:textId="77777777" w:rsidR="00BE367E" w:rsidRDefault="00BE367E" w:rsidP="0062343B">
      <w:r>
        <w:separator/>
      </w:r>
    </w:p>
  </w:footnote>
  <w:footnote w:type="continuationSeparator" w:id="0">
    <w:p w14:paraId="207D53FD" w14:textId="77777777" w:rsidR="00BE367E" w:rsidRDefault="00BE367E" w:rsidP="0062343B">
      <w:r>
        <w:continuationSeparator/>
      </w:r>
    </w:p>
  </w:footnote>
  <w:footnote w:type="continuationNotice" w:id="1">
    <w:p w14:paraId="757CBB81" w14:textId="77777777" w:rsidR="00BE367E" w:rsidRDefault="00BE367E"/>
  </w:footnote>
  <w:footnote w:id="2">
    <w:p w14:paraId="744C73B5" w14:textId="21E674F6" w:rsidR="004F5234" w:rsidRDefault="004F5234" w:rsidP="004F5234">
      <w:pPr>
        <w:textAlignment w:val="baseline"/>
        <w:rPr>
          <w:rFonts w:eastAsia="Times New Roman"/>
          <w:sz w:val="22"/>
          <w:szCs w:val="22"/>
          <w:lang w:val="en-GB"/>
        </w:rPr>
      </w:pPr>
      <w:r>
        <w:rPr>
          <w:rStyle w:val="Appelnotedebasdep"/>
        </w:rPr>
        <w:footnoteRef/>
      </w:r>
      <w:r w:rsidRPr="004F5234">
        <w:rPr>
          <w:lang w:val="en-GB"/>
        </w:rPr>
        <w:t xml:space="preserve"> </w:t>
      </w:r>
      <w:r>
        <w:rPr>
          <w:rFonts w:eastAsia="Times New Roman"/>
          <w:sz w:val="22"/>
          <w:szCs w:val="22"/>
          <w:lang w:val="en-GB"/>
        </w:rPr>
        <w:t>In case more than one measure</w:t>
      </w:r>
      <w:r w:rsidR="009250FF">
        <w:rPr>
          <w:rFonts w:eastAsia="Times New Roman"/>
          <w:sz w:val="22"/>
          <w:szCs w:val="22"/>
          <w:lang w:val="en-GB"/>
        </w:rPr>
        <w:t>/interventio</w:t>
      </w:r>
      <w:r w:rsidR="00D80BEA">
        <w:rPr>
          <w:rFonts w:eastAsia="Times New Roman"/>
          <w:sz w:val="22"/>
          <w:szCs w:val="22"/>
          <w:lang w:val="en-GB"/>
        </w:rPr>
        <w:t>n</w:t>
      </w:r>
      <w:r>
        <w:rPr>
          <w:rFonts w:eastAsia="Times New Roman"/>
          <w:sz w:val="22"/>
          <w:szCs w:val="22"/>
          <w:lang w:val="en-GB"/>
        </w:rPr>
        <w:t xml:space="preserve"> w</w:t>
      </w:r>
      <w:r w:rsidR="00D80BEA">
        <w:rPr>
          <w:rFonts w:eastAsia="Times New Roman"/>
          <w:sz w:val="22"/>
          <w:szCs w:val="22"/>
          <w:lang w:val="en-GB"/>
        </w:rPr>
        <w:t>as</w:t>
      </w:r>
      <w:r>
        <w:rPr>
          <w:rFonts w:eastAsia="Times New Roman"/>
          <w:sz w:val="22"/>
          <w:szCs w:val="22"/>
          <w:lang w:val="en-GB"/>
        </w:rPr>
        <w:t xml:space="preserve"> used then please provide the above financial date for all measures</w:t>
      </w:r>
      <w:r w:rsidR="007C3ECD">
        <w:rPr>
          <w:rFonts w:eastAsia="Times New Roman"/>
          <w:sz w:val="22"/>
          <w:szCs w:val="22"/>
          <w:lang w:val="en-GB"/>
        </w:rPr>
        <w:t>/interventions</w:t>
      </w:r>
      <w:r>
        <w:rPr>
          <w:rFonts w:eastAsia="Times New Roman"/>
          <w:sz w:val="22"/>
          <w:szCs w:val="22"/>
          <w:lang w:val="en-GB"/>
        </w:rPr>
        <w:t xml:space="preserve"> involved</w:t>
      </w:r>
    </w:p>
    <w:p w14:paraId="7AFB20D6" w14:textId="33FFCE3B" w:rsidR="004F5234" w:rsidRPr="004F5234" w:rsidRDefault="004F5234">
      <w:pPr>
        <w:pStyle w:val="Notedebasdepage"/>
        <w:rPr>
          <w:lang w:val="en-GB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4470B"/>
    <w:multiLevelType w:val="singleLevel"/>
    <w:tmpl w:val="1E82D0CE"/>
    <w:lvl w:ilvl="0">
      <w:start w:val="1"/>
      <w:numFmt w:val="bullet"/>
      <w:lvlText w:val=""/>
      <w:lvlJc w:val="left"/>
      <w:pPr>
        <w:ind w:left="-113" w:hanging="360"/>
      </w:pPr>
      <w:rPr>
        <w:rFonts w:ascii="Symbol" w:hAnsi="Symbol" w:hint="default"/>
        <w:color w:val="auto"/>
      </w:rPr>
    </w:lvl>
  </w:abstractNum>
  <w:abstractNum w:abstractNumId="1" w15:restartNumberingAfterBreak="0">
    <w:nsid w:val="0A8668C3"/>
    <w:multiLevelType w:val="hybridMultilevel"/>
    <w:tmpl w:val="786E7F00"/>
    <w:lvl w:ilvl="0" w:tplc="665A0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0067B"/>
    <w:multiLevelType w:val="hybridMultilevel"/>
    <w:tmpl w:val="AFB4174A"/>
    <w:lvl w:ilvl="0" w:tplc="B32C1A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  <w:u w:val="no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71AF9"/>
    <w:multiLevelType w:val="multilevel"/>
    <w:tmpl w:val="15B0699A"/>
    <w:numStyleLink w:val="Listeactuelle1"/>
  </w:abstractNum>
  <w:abstractNum w:abstractNumId="4" w15:restartNumberingAfterBreak="0">
    <w:nsid w:val="12BF4C48"/>
    <w:multiLevelType w:val="multilevel"/>
    <w:tmpl w:val="C548F03C"/>
    <w:numStyleLink w:val="EUCAPNetwork"/>
  </w:abstractNum>
  <w:abstractNum w:abstractNumId="5" w15:restartNumberingAfterBreak="0">
    <w:nsid w:val="1D5C1595"/>
    <w:multiLevelType w:val="hybridMultilevel"/>
    <w:tmpl w:val="722C68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FEAA8"/>
    <w:multiLevelType w:val="hybridMultilevel"/>
    <w:tmpl w:val="3C9EE7CA"/>
    <w:lvl w:ilvl="0" w:tplc="EF7646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324E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FCD6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5AF2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C03F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140B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50BD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5009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88A8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72155"/>
    <w:multiLevelType w:val="hybridMultilevel"/>
    <w:tmpl w:val="F8C89C84"/>
    <w:lvl w:ilvl="0" w:tplc="E7183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  <w:u w:val="no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C14E42"/>
    <w:multiLevelType w:val="multilevel"/>
    <w:tmpl w:val="BB785A62"/>
    <w:lvl w:ilvl="0">
      <w:start w:val="1"/>
      <w:numFmt w:val="bullet"/>
      <w:lvlText w:val=""/>
      <w:lvlJc w:val="left"/>
      <w:pPr>
        <w:ind w:left="360" w:hanging="360"/>
      </w:pPr>
      <w:rPr>
        <w:rFonts w:ascii="Symbol" w:hAnsi="Symbol" w:hint="default"/>
        <w:b w:val="0"/>
        <w:i w:val="0"/>
        <w:color w:val="8FB929"/>
        <w:sz w:val="36"/>
        <w:u w:val="none"/>
      </w:rPr>
    </w:lvl>
    <w:lvl w:ilvl="1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  <w:b w:val="0"/>
        <w:i w:val="0"/>
        <w:color w:val="8FB929"/>
        <w:sz w:val="28"/>
        <w:u w:val="none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3FE04F6"/>
    <w:multiLevelType w:val="multilevel"/>
    <w:tmpl w:val="96782596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36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24"/>
        <w:szCs w:val="18"/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F428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2703E01"/>
    <w:multiLevelType w:val="hybridMultilevel"/>
    <w:tmpl w:val="19121FEA"/>
    <w:lvl w:ilvl="0" w:tplc="B8D07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16"/>
        <w:u w:val="no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C3F10"/>
    <w:multiLevelType w:val="hybridMultilevel"/>
    <w:tmpl w:val="397822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82519"/>
    <w:multiLevelType w:val="multilevel"/>
    <w:tmpl w:val="59F476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2"/>
        <w:szCs w:val="12"/>
        <w:u w:val="none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7364D76"/>
    <w:multiLevelType w:val="hybridMultilevel"/>
    <w:tmpl w:val="E07EF0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4916E9"/>
    <w:multiLevelType w:val="hybridMultilevel"/>
    <w:tmpl w:val="59F8D1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803AD"/>
    <w:multiLevelType w:val="multilevel"/>
    <w:tmpl w:val="C548F03C"/>
    <w:numStyleLink w:val="EUCAPNetwork"/>
  </w:abstractNum>
  <w:abstractNum w:abstractNumId="17" w15:restartNumberingAfterBreak="0">
    <w:nsid w:val="3A6D23D3"/>
    <w:multiLevelType w:val="multilevel"/>
    <w:tmpl w:val="C548F03C"/>
    <w:numStyleLink w:val="EUCAPNetwork"/>
  </w:abstractNum>
  <w:abstractNum w:abstractNumId="18" w15:restartNumberingAfterBreak="0">
    <w:nsid w:val="3D1A5808"/>
    <w:multiLevelType w:val="multilevel"/>
    <w:tmpl w:val="C548F03C"/>
    <w:numStyleLink w:val="EUCAPNetwork"/>
  </w:abstractNum>
  <w:abstractNum w:abstractNumId="19" w15:restartNumberingAfterBreak="0">
    <w:nsid w:val="3EC37F50"/>
    <w:multiLevelType w:val="multilevel"/>
    <w:tmpl w:val="C548F03C"/>
    <w:numStyleLink w:val="EUCAPNetwork"/>
  </w:abstractNum>
  <w:abstractNum w:abstractNumId="20" w15:restartNumberingAfterBreak="0">
    <w:nsid w:val="3F904120"/>
    <w:multiLevelType w:val="hybridMultilevel"/>
    <w:tmpl w:val="31E6BEF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30D62"/>
    <w:multiLevelType w:val="hybridMultilevel"/>
    <w:tmpl w:val="0700FE3E"/>
    <w:lvl w:ilvl="0" w:tplc="2E2CC86E">
      <w:start w:val="1"/>
      <w:numFmt w:val="decimal"/>
      <w:pStyle w:val="Titre2"/>
      <w:lvlText w:val="%1."/>
      <w:lvlJc w:val="left"/>
      <w:pPr>
        <w:ind w:left="1060" w:hanging="360"/>
      </w:pPr>
      <w:rPr>
        <w:rFonts w:hint="default"/>
      </w:rPr>
    </w:lvl>
    <w:lvl w:ilvl="1" w:tplc="476086AA">
      <w:start w:val="1"/>
      <w:numFmt w:val="lowerLetter"/>
      <w:pStyle w:val="Titre3"/>
      <w:lvlText w:val="%2."/>
      <w:lvlJc w:val="left"/>
      <w:pPr>
        <w:ind w:left="1780" w:hanging="360"/>
      </w:pPr>
    </w:lvl>
    <w:lvl w:ilvl="2" w:tplc="040C001B" w:tentative="1">
      <w:start w:val="1"/>
      <w:numFmt w:val="lowerRoman"/>
      <w:lvlText w:val="%3."/>
      <w:lvlJc w:val="right"/>
      <w:pPr>
        <w:ind w:left="2500" w:hanging="180"/>
      </w:pPr>
    </w:lvl>
    <w:lvl w:ilvl="3" w:tplc="040C000F" w:tentative="1">
      <w:start w:val="1"/>
      <w:numFmt w:val="decimal"/>
      <w:lvlText w:val="%4."/>
      <w:lvlJc w:val="left"/>
      <w:pPr>
        <w:ind w:left="3220" w:hanging="360"/>
      </w:pPr>
    </w:lvl>
    <w:lvl w:ilvl="4" w:tplc="040C0019" w:tentative="1">
      <w:start w:val="1"/>
      <w:numFmt w:val="lowerLetter"/>
      <w:lvlText w:val="%5."/>
      <w:lvlJc w:val="left"/>
      <w:pPr>
        <w:ind w:left="3940" w:hanging="360"/>
      </w:pPr>
    </w:lvl>
    <w:lvl w:ilvl="5" w:tplc="040C001B" w:tentative="1">
      <w:start w:val="1"/>
      <w:numFmt w:val="lowerRoman"/>
      <w:lvlText w:val="%6."/>
      <w:lvlJc w:val="right"/>
      <w:pPr>
        <w:ind w:left="4660" w:hanging="180"/>
      </w:pPr>
    </w:lvl>
    <w:lvl w:ilvl="6" w:tplc="040C000F" w:tentative="1">
      <w:start w:val="1"/>
      <w:numFmt w:val="decimal"/>
      <w:lvlText w:val="%7."/>
      <w:lvlJc w:val="left"/>
      <w:pPr>
        <w:ind w:left="5380" w:hanging="360"/>
      </w:pPr>
    </w:lvl>
    <w:lvl w:ilvl="7" w:tplc="040C0019" w:tentative="1">
      <w:start w:val="1"/>
      <w:numFmt w:val="lowerLetter"/>
      <w:lvlText w:val="%8."/>
      <w:lvlJc w:val="left"/>
      <w:pPr>
        <w:ind w:left="6100" w:hanging="360"/>
      </w:pPr>
    </w:lvl>
    <w:lvl w:ilvl="8" w:tplc="04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443736E2"/>
    <w:multiLevelType w:val="hybridMultilevel"/>
    <w:tmpl w:val="4F42EE44"/>
    <w:lvl w:ilvl="0" w:tplc="F8347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36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3F4A7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45F64208"/>
    <w:multiLevelType w:val="multilevel"/>
    <w:tmpl w:val="15B0699A"/>
    <w:styleLink w:val="Listeactuelle1"/>
    <w:lvl w:ilvl="0">
      <w:start w:val="1"/>
      <w:numFmt w:val="bullet"/>
      <w:lvlText w:val=""/>
      <w:lvlJc w:val="left"/>
      <w:pPr>
        <w:ind w:left="7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F4CF3"/>
    <w:multiLevelType w:val="hybridMultilevel"/>
    <w:tmpl w:val="681C6026"/>
    <w:lvl w:ilvl="0" w:tplc="F8347F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  <w:sz w:val="36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C64D02"/>
    <w:multiLevelType w:val="multilevel"/>
    <w:tmpl w:val="C548F03C"/>
    <w:numStyleLink w:val="EUCAPNetwork"/>
  </w:abstractNum>
  <w:abstractNum w:abstractNumId="27" w15:restartNumberingAfterBreak="0">
    <w:nsid w:val="4A334BF3"/>
    <w:multiLevelType w:val="multilevel"/>
    <w:tmpl w:val="5D5E6658"/>
    <w:styleLink w:val="CurrentList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18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320BE0"/>
    <w:multiLevelType w:val="hybridMultilevel"/>
    <w:tmpl w:val="A686EB0E"/>
    <w:lvl w:ilvl="0" w:tplc="50541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FB928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3A30C6"/>
    <w:multiLevelType w:val="hybridMultilevel"/>
    <w:tmpl w:val="B358B4A8"/>
    <w:lvl w:ilvl="0" w:tplc="8084CC2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482819"/>
    <w:multiLevelType w:val="hybridMultilevel"/>
    <w:tmpl w:val="075A7E90"/>
    <w:lvl w:ilvl="0" w:tplc="F216B9E2">
      <w:start w:val="1"/>
      <w:numFmt w:val="bullet"/>
      <w:lvlText w:val=""/>
      <w:lvlJc w:val="left"/>
      <w:pPr>
        <w:ind w:left="737" w:hanging="397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47744B"/>
    <w:multiLevelType w:val="hybridMultilevel"/>
    <w:tmpl w:val="4760B8A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36"/>
        <w:u w:val="none"/>
      </w:rPr>
    </w:lvl>
    <w:lvl w:ilvl="1" w:tplc="8592A1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  <w:sz w:val="16"/>
        <w:szCs w:val="16"/>
        <w:u w:val="none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A82CC2"/>
    <w:multiLevelType w:val="multilevel"/>
    <w:tmpl w:val="C548F03C"/>
    <w:numStyleLink w:val="EUCAPNetwork"/>
  </w:abstractNum>
  <w:abstractNum w:abstractNumId="33" w15:restartNumberingAfterBreak="0">
    <w:nsid w:val="4FF938C1"/>
    <w:multiLevelType w:val="multilevel"/>
    <w:tmpl w:val="C548F03C"/>
    <w:styleLink w:val="EUCAPNetwork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680" w:hanging="226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907" w:hanging="227"/>
      </w:pPr>
      <w:rPr>
        <w:rFonts w:ascii="Symbol" w:hAnsi="Symbol" w:hint="default"/>
        <w:b w:val="0"/>
        <w:color w:val="auto"/>
      </w:rPr>
    </w:lvl>
    <w:lvl w:ilvl="4">
      <w:start w:val="1"/>
      <w:numFmt w:val="bullet"/>
      <w:lvlText w:val="o"/>
      <w:lvlJc w:val="left"/>
      <w:pPr>
        <w:ind w:left="1304" w:hanging="283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34" w15:restartNumberingAfterBreak="0">
    <w:nsid w:val="50A1640B"/>
    <w:multiLevelType w:val="multilevel"/>
    <w:tmpl w:val="C548F03C"/>
    <w:numStyleLink w:val="EUCAPNetwork"/>
  </w:abstractNum>
  <w:abstractNum w:abstractNumId="35" w15:restartNumberingAfterBreak="0">
    <w:nsid w:val="50C85977"/>
    <w:multiLevelType w:val="multilevel"/>
    <w:tmpl w:val="C548F03C"/>
    <w:numStyleLink w:val="EUCAPNetwork"/>
  </w:abstractNum>
  <w:abstractNum w:abstractNumId="36" w15:restartNumberingAfterBreak="0">
    <w:nsid w:val="53700F5E"/>
    <w:multiLevelType w:val="hybridMultilevel"/>
    <w:tmpl w:val="9560F6D0"/>
    <w:lvl w:ilvl="0" w:tplc="2BCEF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C0C2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A0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1E54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784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766D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F668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DCBB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741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7C058C"/>
    <w:multiLevelType w:val="multilevel"/>
    <w:tmpl w:val="92D6AB00"/>
    <w:styleLink w:val="CurrentList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18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F75AEA"/>
    <w:multiLevelType w:val="hybridMultilevel"/>
    <w:tmpl w:val="2EE2F87C"/>
    <w:lvl w:ilvl="0" w:tplc="63D454F6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 w:val="0"/>
        <w:i w:val="0"/>
        <w:color w:val="auto"/>
        <w:sz w:val="36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43378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58643751"/>
    <w:multiLevelType w:val="multilevel"/>
    <w:tmpl w:val="7A28D70A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18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702525"/>
    <w:multiLevelType w:val="hybridMultilevel"/>
    <w:tmpl w:val="FFFFFFFF"/>
    <w:lvl w:ilvl="0" w:tplc="BCC09E80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A7229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5203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0A61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6AE7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FA21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9477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C860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4E69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E82C3E"/>
    <w:multiLevelType w:val="hybridMultilevel"/>
    <w:tmpl w:val="8D9C32A2"/>
    <w:lvl w:ilvl="0" w:tplc="EBB4F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6"/>
        <w:szCs w:val="4"/>
        <w:u w:val="none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0215DE"/>
    <w:multiLevelType w:val="multilevel"/>
    <w:tmpl w:val="C548F03C"/>
    <w:numStyleLink w:val="EUCAPNetwork"/>
  </w:abstractNum>
  <w:abstractNum w:abstractNumId="44" w15:restartNumberingAfterBreak="0">
    <w:nsid w:val="634C381C"/>
    <w:multiLevelType w:val="multilevel"/>
    <w:tmpl w:val="B4EEA922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63784851"/>
    <w:multiLevelType w:val="multilevel"/>
    <w:tmpl w:val="C548F03C"/>
    <w:numStyleLink w:val="EUCAPNetwork"/>
  </w:abstractNum>
  <w:abstractNum w:abstractNumId="46" w15:restartNumberingAfterBreak="0">
    <w:nsid w:val="63E92675"/>
    <w:multiLevelType w:val="multilevel"/>
    <w:tmpl w:val="C548F03C"/>
    <w:numStyleLink w:val="EUCAPNetwork"/>
  </w:abstractNum>
  <w:abstractNum w:abstractNumId="47" w15:restartNumberingAfterBreak="0">
    <w:nsid w:val="666030E7"/>
    <w:multiLevelType w:val="multilevel"/>
    <w:tmpl w:val="4220599E"/>
    <w:styleLink w:val="CurrentList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18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F86BAE"/>
    <w:multiLevelType w:val="hybridMultilevel"/>
    <w:tmpl w:val="92AEAF0C"/>
    <w:lvl w:ilvl="0" w:tplc="B240EC1E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 w:val="0"/>
        <w:i w:val="0"/>
        <w:color w:val="auto"/>
        <w:sz w:val="36"/>
        <w:u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BF279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767530047">
    <w:abstractNumId w:val="21"/>
  </w:num>
  <w:num w:numId="2" w16cid:durableId="1666393437">
    <w:abstractNumId w:val="5"/>
  </w:num>
  <w:num w:numId="3" w16cid:durableId="850414405">
    <w:abstractNumId w:val="28"/>
  </w:num>
  <w:num w:numId="4" w16cid:durableId="1957716785">
    <w:abstractNumId w:val="44"/>
  </w:num>
  <w:num w:numId="5" w16cid:durableId="1388260002">
    <w:abstractNumId w:val="30"/>
  </w:num>
  <w:num w:numId="6" w16cid:durableId="1816674937">
    <w:abstractNumId w:val="17"/>
  </w:num>
  <w:num w:numId="7" w16cid:durableId="1775637626">
    <w:abstractNumId w:val="24"/>
  </w:num>
  <w:num w:numId="8" w16cid:durableId="1017124543">
    <w:abstractNumId w:val="33"/>
  </w:num>
  <w:num w:numId="9" w16cid:durableId="143089318">
    <w:abstractNumId w:val="4"/>
  </w:num>
  <w:num w:numId="10" w16cid:durableId="1297835306">
    <w:abstractNumId w:val="23"/>
  </w:num>
  <w:num w:numId="11" w16cid:durableId="2098480635">
    <w:abstractNumId w:val="49"/>
  </w:num>
  <w:num w:numId="12" w16cid:durableId="745565958">
    <w:abstractNumId w:val="1"/>
  </w:num>
  <w:num w:numId="13" w16cid:durableId="1817838760">
    <w:abstractNumId w:val="32"/>
    <w:lvlOverride w:ilvl="0">
      <w:lvl w:ilvl="0">
        <w:start w:val="1"/>
        <w:numFmt w:val="bullet"/>
        <w:lvlText w:val=""/>
        <w:lvlJc w:val="left"/>
        <w:pPr>
          <w:ind w:left="700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hint="default"/>
          <w:color w:val="auto"/>
        </w:rPr>
      </w:lvl>
    </w:lvlOverride>
  </w:num>
  <w:num w:numId="14" w16cid:durableId="2081127287">
    <w:abstractNumId w:val="26"/>
  </w:num>
  <w:num w:numId="15" w16cid:durableId="862405691">
    <w:abstractNumId w:val="22"/>
  </w:num>
  <w:num w:numId="16" w16cid:durableId="407338777">
    <w:abstractNumId w:val="16"/>
    <w:lvlOverride w:ilvl="0">
      <w:lvl w:ilvl="0">
        <w:start w:val="1"/>
        <w:numFmt w:val="bullet"/>
        <w:lvlText w:val=""/>
        <w:lvlJc w:val="left"/>
        <w:pPr>
          <w:ind w:left="360" w:hanging="360"/>
        </w:pPr>
        <w:rPr>
          <w:rFonts w:ascii="Symbol" w:hAnsi="Symbol" w:hint="default"/>
          <w:color w:val="auto"/>
          <w:lang w:val="fr-B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068" w:hanging="360"/>
        </w:pPr>
        <w:rPr>
          <w:rFonts w:ascii="Symbol" w:hAnsi="Symbol" w:hint="default"/>
          <w:color w:val="auto"/>
        </w:rPr>
      </w:lvl>
    </w:lvlOverride>
  </w:num>
  <w:num w:numId="17" w16cid:durableId="1920795952">
    <w:abstractNumId w:val="8"/>
  </w:num>
  <w:num w:numId="18" w16cid:durableId="1899903688">
    <w:abstractNumId w:val="38"/>
  </w:num>
  <w:num w:numId="19" w16cid:durableId="696274861">
    <w:abstractNumId w:val="45"/>
    <w:lvlOverride w:ilvl="0">
      <w:lvl w:ilvl="0">
        <w:start w:val="1"/>
        <w:numFmt w:val="bullet"/>
        <w:lvlText w:val=""/>
        <w:lvlJc w:val="left"/>
        <w:pPr>
          <w:ind w:left="227" w:hanging="227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454" w:hanging="227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680" w:hanging="226"/>
        </w:pPr>
        <w:rPr>
          <w:rFonts w:ascii="Symbol" w:hAnsi="Symbol" w:hint="default"/>
          <w:color w:val="auto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907" w:hanging="227"/>
        </w:pPr>
        <w:rPr>
          <w:rFonts w:ascii="Symbol" w:hAnsi="Symbol" w:hint="default"/>
          <w:b w:val="0"/>
          <w:color w:val="auto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1304" w:hanging="283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5511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6231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951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7671" w:hanging="360"/>
        </w:pPr>
        <w:rPr>
          <w:rFonts w:ascii="Wingdings" w:hAnsi="Wingdings" w:hint="default"/>
        </w:rPr>
      </w:lvl>
    </w:lvlOverride>
  </w:num>
  <w:num w:numId="20" w16cid:durableId="1120994676">
    <w:abstractNumId w:val="39"/>
  </w:num>
  <w:num w:numId="21" w16cid:durableId="720327477">
    <w:abstractNumId w:val="46"/>
  </w:num>
  <w:num w:numId="22" w16cid:durableId="947851988">
    <w:abstractNumId w:val="48"/>
  </w:num>
  <w:num w:numId="23" w16cid:durableId="1292711260">
    <w:abstractNumId w:val="25"/>
  </w:num>
  <w:num w:numId="24" w16cid:durableId="750733729">
    <w:abstractNumId w:val="10"/>
  </w:num>
  <w:num w:numId="25" w16cid:durableId="999845696">
    <w:abstractNumId w:val="18"/>
  </w:num>
  <w:num w:numId="26" w16cid:durableId="307127346">
    <w:abstractNumId w:val="0"/>
  </w:num>
  <w:num w:numId="27" w16cid:durableId="218984521">
    <w:abstractNumId w:val="43"/>
  </w:num>
  <w:num w:numId="28" w16cid:durableId="1473325413">
    <w:abstractNumId w:val="35"/>
  </w:num>
  <w:num w:numId="29" w16cid:durableId="340278075">
    <w:abstractNumId w:val="3"/>
  </w:num>
  <w:num w:numId="30" w16cid:durableId="56249757">
    <w:abstractNumId w:val="34"/>
  </w:num>
  <w:num w:numId="31" w16cid:durableId="1936396563">
    <w:abstractNumId w:val="19"/>
  </w:num>
  <w:num w:numId="32" w16cid:durableId="904411297">
    <w:abstractNumId w:val="29"/>
  </w:num>
  <w:num w:numId="33" w16cid:durableId="681055347">
    <w:abstractNumId w:val="13"/>
  </w:num>
  <w:num w:numId="34" w16cid:durableId="997342001">
    <w:abstractNumId w:val="42"/>
  </w:num>
  <w:num w:numId="35" w16cid:durableId="333654006">
    <w:abstractNumId w:val="12"/>
  </w:num>
  <w:num w:numId="36" w16cid:durableId="970092288">
    <w:abstractNumId w:val="15"/>
  </w:num>
  <w:num w:numId="37" w16cid:durableId="850989154">
    <w:abstractNumId w:val="20"/>
  </w:num>
  <w:num w:numId="38" w16cid:durableId="705177854">
    <w:abstractNumId w:val="31"/>
  </w:num>
  <w:num w:numId="39" w16cid:durableId="2134668542">
    <w:abstractNumId w:val="7"/>
  </w:num>
  <w:num w:numId="40" w16cid:durableId="2060592307">
    <w:abstractNumId w:val="11"/>
  </w:num>
  <w:num w:numId="41" w16cid:durableId="1001078645">
    <w:abstractNumId w:val="2"/>
  </w:num>
  <w:num w:numId="42" w16cid:durableId="1330213029">
    <w:abstractNumId w:val="40"/>
  </w:num>
  <w:num w:numId="43" w16cid:durableId="1911842618">
    <w:abstractNumId w:val="9"/>
  </w:num>
  <w:num w:numId="44" w16cid:durableId="1873347356">
    <w:abstractNumId w:val="27"/>
  </w:num>
  <w:num w:numId="45" w16cid:durableId="1337344789">
    <w:abstractNumId w:val="47"/>
  </w:num>
  <w:num w:numId="46" w16cid:durableId="1930657350">
    <w:abstractNumId w:val="37"/>
  </w:num>
  <w:num w:numId="47" w16cid:durableId="1531458209">
    <w:abstractNumId w:val="41"/>
  </w:num>
  <w:num w:numId="48" w16cid:durableId="230773936">
    <w:abstractNumId w:val="14"/>
  </w:num>
  <w:num w:numId="49" w16cid:durableId="125122212">
    <w:abstractNumId w:val="36"/>
  </w:num>
  <w:num w:numId="50" w16cid:durableId="852886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6FD"/>
    <w:rsid w:val="0000289A"/>
    <w:rsid w:val="00007C5F"/>
    <w:rsid w:val="000119B6"/>
    <w:rsid w:val="0002099D"/>
    <w:rsid w:val="00021ABE"/>
    <w:rsid w:val="00024775"/>
    <w:rsid w:val="000258FE"/>
    <w:rsid w:val="000317AE"/>
    <w:rsid w:val="00031F46"/>
    <w:rsid w:val="000361D7"/>
    <w:rsid w:val="00037899"/>
    <w:rsid w:val="0004248F"/>
    <w:rsid w:val="00042F8B"/>
    <w:rsid w:val="00043BE5"/>
    <w:rsid w:val="00044042"/>
    <w:rsid w:val="0005236B"/>
    <w:rsid w:val="000527E5"/>
    <w:rsid w:val="00053BA3"/>
    <w:rsid w:val="00054F1E"/>
    <w:rsid w:val="0005580D"/>
    <w:rsid w:val="000608D4"/>
    <w:rsid w:val="00063A5A"/>
    <w:rsid w:val="00066F84"/>
    <w:rsid w:val="0007001D"/>
    <w:rsid w:val="0007415B"/>
    <w:rsid w:val="00075998"/>
    <w:rsid w:val="000808C2"/>
    <w:rsid w:val="000811A8"/>
    <w:rsid w:val="000820F2"/>
    <w:rsid w:val="000827BD"/>
    <w:rsid w:val="000827DE"/>
    <w:rsid w:val="000833A4"/>
    <w:rsid w:val="000855E0"/>
    <w:rsid w:val="0008781C"/>
    <w:rsid w:val="0009677C"/>
    <w:rsid w:val="000A0F57"/>
    <w:rsid w:val="000A63AF"/>
    <w:rsid w:val="000C137F"/>
    <w:rsid w:val="000C13A8"/>
    <w:rsid w:val="000C1998"/>
    <w:rsid w:val="000C45E0"/>
    <w:rsid w:val="000C504C"/>
    <w:rsid w:val="000D2E27"/>
    <w:rsid w:val="000D57C4"/>
    <w:rsid w:val="000E3BBC"/>
    <w:rsid w:val="000E686F"/>
    <w:rsid w:val="000E7F97"/>
    <w:rsid w:val="000F6199"/>
    <w:rsid w:val="00100240"/>
    <w:rsid w:val="001003F3"/>
    <w:rsid w:val="00100593"/>
    <w:rsid w:val="00102304"/>
    <w:rsid w:val="00106480"/>
    <w:rsid w:val="00111C4A"/>
    <w:rsid w:val="0012031F"/>
    <w:rsid w:val="00121345"/>
    <w:rsid w:val="00132840"/>
    <w:rsid w:val="00137D08"/>
    <w:rsid w:val="00150B67"/>
    <w:rsid w:val="00152C56"/>
    <w:rsid w:val="00156A0A"/>
    <w:rsid w:val="00156D44"/>
    <w:rsid w:val="001606C1"/>
    <w:rsid w:val="00165245"/>
    <w:rsid w:val="00167D50"/>
    <w:rsid w:val="001727D7"/>
    <w:rsid w:val="00172A22"/>
    <w:rsid w:val="001733A8"/>
    <w:rsid w:val="0018142F"/>
    <w:rsid w:val="0018289F"/>
    <w:rsid w:val="00183133"/>
    <w:rsid w:val="00184EDF"/>
    <w:rsid w:val="00186C27"/>
    <w:rsid w:val="00191FC6"/>
    <w:rsid w:val="0019379C"/>
    <w:rsid w:val="001A32FB"/>
    <w:rsid w:val="001A481F"/>
    <w:rsid w:val="001A4D15"/>
    <w:rsid w:val="001A6CE8"/>
    <w:rsid w:val="001A6ECF"/>
    <w:rsid w:val="001B3126"/>
    <w:rsid w:val="001C4BA6"/>
    <w:rsid w:val="001C67B4"/>
    <w:rsid w:val="001C798A"/>
    <w:rsid w:val="001D160F"/>
    <w:rsid w:val="001D7544"/>
    <w:rsid w:val="001E1435"/>
    <w:rsid w:val="001F2A79"/>
    <w:rsid w:val="001F3F71"/>
    <w:rsid w:val="001F731B"/>
    <w:rsid w:val="00205611"/>
    <w:rsid w:val="00212492"/>
    <w:rsid w:val="002148BE"/>
    <w:rsid w:val="00214B06"/>
    <w:rsid w:val="00220996"/>
    <w:rsid w:val="002211A1"/>
    <w:rsid w:val="002233C3"/>
    <w:rsid w:val="00226590"/>
    <w:rsid w:val="00234888"/>
    <w:rsid w:val="00236CB9"/>
    <w:rsid w:val="002438EF"/>
    <w:rsid w:val="00243CAF"/>
    <w:rsid w:val="00243E64"/>
    <w:rsid w:val="002456E2"/>
    <w:rsid w:val="00250F1A"/>
    <w:rsid w:val="00251794"/>
    <w:rsid w:val="0025292B"/>
    <w:rsid w:val="002577F5"/>
    <w:rsid w:val="00270A17"/>
    <w:rsid w:val="00275867"/>
    <w:rsid w:val="00280EF7"/>
    <w:rsid w:val="002816A3"/>
    <w:rsid w:val="00282E20"/>
    <w:rsid w:val="00285F93"/>
    <w:rsid w:val="002877C1"/>
    <w:rsid w:val="00290B44"/>
    <w:rsid w:val="002919F1"/>
    <w:rsid w:val="00292535"/>
    <w:rsid w:val="002925B8"/>
    <w:rsid w:val="0029508A"/>
    <w:rsid w:val="002A1781"/>
    <w:rsid w:val="002A1834"/>
    <w:rsid w:val="002A2565"/>
    <w:rsid w:val="002A6EE9"/>
    <w:rsid w:val="002A7E86"/>
    <w:rsid w:val="002A7E87"/>
    <w:rsid w:val="002B15A5"/>
    <w:rsid w:val="002B58F6"/>
    <w:rsid w:val="002C026E"/>
    <w:rsid w:val="002C6104"/>
    <w:rsid w:val="002C69C0"/>
    <w:rsid w:val="002D314D"/>
    <w:rsid w:val="002D34EF"/>
    <w:rsid w:val="002D5098"/>
    <w:rsid w:val="002D73A1"/>
    <w:rsid w:val="002E1046"/>
    <w:rsid w:val="002E14ED"/>
    <w:rsid w:val="002E7662"/>
    <w:rsid w:val="002F08AE"/>
    <w:rsid w:val="002F1D45"/>
    <w:rsid w:val="002F1E06"/>
    <w:rsid w:val="002F2F52"/>
    <w:rsid w:val="002F3EC0"/>
    <w:rsid w:val="00300F33"/>
    <w:rsid w:val="00315F7C"/>
    <w:rsid w:val="003213D5"/>
    <w:rsid w:val="00321DB1"/>
    <w:rsid w:val="00322F83"/>
    <w:rsid w:val="00323748"/>
    <w:rsid w:val="003253F1"/>
    <w:rsid w:val="003254EE"/>
    <w:rsid w:val="00327378"/>
    <w:rsid w:val="00330E7C"/>
    <w:rsid w:val="00333273"/>
    <w:rsid w:val="003334D5"/>
    <w:rsid w:val="0033386A"/>
    <w:rsid w:val="00333E8E"/>
    <w:rsid w:val="003356D1"/>
    <w:rsid w:val="00336B0E"/>
    <w:rsid w:val="00340071"/>
    <w:rsid w:val="00342A92"/>
    <w:rsid w:val="00343D8A"/>
    <w:rsid w:val="00347114"/>
    <w:rsid w:val="00351012"/>
    <w:rsid w:val="0036116B"/>
    <w:rsid w:val="00367E42"/>
    <w:rsid w:val="0037014B"/>
    <w:rsid w:val="003818C0"/>
    <w:rsid w:val="00382B31"/>
    <w:rsid w:val="00384435"/>
    <w:rsid w:val="00385A7B"/>
    <w:rsid w:val="003918ED"/>
    <w:rsid w:val="003925D4"/>
    <w:rsid w:val="003A73B1"/>
    <w:rsid w:val="003B2CCB"/>
    <w:rsid w:val="003B4664"/>
    <w:rsid w:val="003B4736"/>
    <w:rsid w:val="003B67F0"/>
    <w:rsid w:val="003B6A8A"/>
    <w:rsid w:val="003B7A75"/>
    <w:rsid w:val="003C0413"/>
    <w:rsid w:val="003C1954"/>
    <w:rsid w:val="003C26BB"/>
    <w:rsid w:val="003D0E38"/>
    <w:rsid w:val="003D2039"/>
    <w:rsid w:val="003D48CE"/>
    <w:rsid w:val="003E1D4C"/>
    <w:rsid w:val="003E3499"/>
    <w:rsid w:val="003F330F"/>
    <w:rsid w:val="00401A47"/>
    <w:rsid w:val="00401EA2"/>
    <w:rsid w:val="00406C1C"/>
    <w:rsid w:val="004177D5"/>
    <w:rsid w:val="00420549"/>
    <w:rsid w:val="00421B9E"/>
    <w:rsid w:val="004223E8"/>
    <w:rsid w:val="0042622F"/>
    <w:rsid w:val="00426616"/>
    <w:rsid w:val="00430DE4"/>
    <w:rsid w:val="0043141D"/>
    <w:rsid w:val="0044039B"/>
    <w:rsid w:val="004437AE"/>
    <w:rsid w:val="004439CD"/>
    <w:rsid w:val="00445A92"/>
    <w:rsid w:val="00445F61"/>
    <w:rsid w:val="00452F82"/>
    <w:rsid w:val="0045644B"/>
    <w:rsid w:val="004635BE"/>
    <w:rsid w:val="004650CE"/>
    <w:rsid w:val="00467F0A"/>
    <w:rsid w:val="00474CD5"/>
    <w:rsid w:val="00481148"/>
    <w:rsid w:val="004829BE"/>
    <w:rsid w:val="00490126"/>
    <w:rsid w:val="004921D6"/>
    <w:rsid w:val="004963F5"/>
    <w:rsid w:val="00497A2E"/>
    <w:rsid w:val="004A1C75"/>
    <w:rsid w:val="004A2601"/>
    <w:rsid w:val="004A479D"/>
    <w:rsid w:val="004A6B07"/>
    <w:rsid w:val="004B2BD6"/>
    <w:rsid w:val="004B4519"/>
    <w:rsid w:val="004B7C20"/>
    <w:rsid w:val="004C7442"/>
    <w:rsid w:val="004D06FD"/>
    <w:rsid w:val="004D0E3F"/>
    <w:rsid w:val="004D3BD8"/>
    <w:rsid w:val="004D4F19"/>
    <w:rsid w:val="004D7D08"/>
    <w:rsid w:val="004E0B84"/>
    <w:rsid w:val="004F5234"/>
    <w:rsid w:val="004F580C"/>
    <w:rsid w:val="004F5D50"/>
    <w:rsid w:val="004F69E6"/>
    <w:rsid w:val="00511779"/>
    <w:rsid w:val="00513FBE"/>
    <w:rsid w:val="0051488F"/>
    <w:rsid w:val="005158B5"/>
    <w:rsid w:val="00523AEB"/>
    <w:rsid w:val="0052478A"/>
    <w:rsid w:val="00531D2F"/>
    <w:rsid w:val="00535D27"/>
    <w:rsid w:val="00540AF2"/>
    <w:rsid w:val="00541170"/>
    <w:rsid w:val="00542395"/>
    <w:rsid w:val="0054335A"/>
    <w:rsid w:val="00547DC4"/>
    <w:rsid w:val="0055046C"/>
    <w:rsid w:val="00554FE5"/>
    <w:rsid w:val="0055512F"/>
    <w:rsid w:val="00557DFD"/>
    <w:rsid w:val="00561CA7"/>
    <w:rsid w:val="00565F9A"/>
    <w:rsid w:val="00572219"/>
    <w:rsid w:val="00574A44"/>
    <w:rsid w:val="00577185"/>
    <w:rsid w:val="005771ED"/>
    <w:rsid w:val="00580EA6"/>
    <w:rsid w:val="00587000"/>
    <w:rsid w:val="005873B0"/>
    <w:rsid w:val="005917E8"/>
    <w:rsid w:val="00595D8D"/>
    <w:rsid w:val="005B4ED8"/>
    <w:rsid w:val="005B6EFA"/>
    <w:rsid w:val="005B778F"/>
    <w:rsid w:val="005C47F6"/>
    <w:rsid w:val="005E34AA"/>
    <w:rsid w:val="005E36B5"/>
    <w:rsid w:val="005E78FA"/>
    <w:rsid w:val="005F1978"/>
    <w:rsid w:val="005F2801"/>
    <w:rsid w:val="005F2B2F"/>
    <w:rsid w:val="00600D7C"/>
    <w:rsid w:val="006041B5"/>
    <w:rsid w:val="00604CAF"/>
    <w:rsid w:val="00605BDF"/>
    <w:rsid w:val="00610F82"/>
    <w:rsid w:val="00612AFA"/>
    <w:rsid w:val="00614CB1"/>
    <w:rsid w:val="00615CA4"/>
    <w:rsid w:val="00616508"/>
    <w:rsid w:val="0062006E"/>
    <w:rsid w:val="0062343B"/>
    <w:rsid w:val="006251D3"/>
    <w:rsid w:val="00627681"/>
    <w:rsid w:val="00632BA3"/>
    <w:rsid w:val="006373FE"/>
    <w:rsid w:val="006408D6"/>
    <w:rsid w:val="006417B2"/>
    <w:rsid w:val="00642AB7"/>
    <w:rsid w:val="00652658"/>
    <w:rsid w:val="00660D90"/>
    <w:rsid w:val="0066541E"/>
    <w:rsid w:val="006672C9"/>
    <w:rsid w:val="006679FC"/>
    <w:rsid w:val="00667D8C"/>
    <w:rsid w:val="00673E13"/>
    <w:rsid w:val="00674AC5"/>
    <w:rsid w:val="00675554"/>
    <w:rsid w:val="0067637E"/>
    <w:rsid w:val="00681BE3"/>
    <w:rsid w:val="00681DC8"/>
    <w:rsid w:val="0068382B"/>
    <w:rsid w:val="00685753"/>
    <w:rsid w:val="00687A93"/>
    <w:rsid w:val="00690666"/>
    <w:rsid w:val="00695DE6"/>
    <w:rsid w:val="006A19F9"/>
    <w:rsid w:val="006A62CA"/>
    <w:rsid w:val="006B1870"/>
    <w:rsid w:val="006B33D9"/>
    <w:rsid w:val="006B6143"/>
    <w:rsid w:val="006C3056"/>
    <w:rsid w:val="006C3460"/>
    <w:rsid w:val="006D4522"/>
    <w:rsid w:val="006D5693"/>
    <w:rsid w:val="006D664B"/>
    <w:rsid w:val="006E1CC5"/>
    <w:rsid w:val="006E4FBD"/>
    <w:rsid w:val="006F1031"/>
    <w:rsid w:val="006F584D"/>
    <w:rsid w:val="007012BE"/>
    <w:rsid w:val="0070655D"/>
    <w:rsid w:val="00706F9A"/>
    <w:rsid w:val="00714E13"/>
    <w:rsid w:val="00735A70"/>
    <w:rsid w:val="007365F4"/>
    <w:rsid w:val="007507F4"/>
    <w:rsid w:val="00751015"/>
    <w:rsid w:val="007650E0"/>
    <w:rsid w:val="00765F2E"/>
    <w:rsid w:val="00770232"/>
    <w:rsid w:val="00770AFD"/>
    <w:rsid w:val="00772238"/>
    <w:rsid w:val="0077234D"/>
    <w:rsid w:val="00773E4C"/>
    <w:rsid w:val="00776511"/>
    <w:rsid w:val="0078053B"/>
    <w:rsid w:val="0078404B"/>
    <w:rsid w:val="00784D9A"/>
    <w:rsid w:val="00784D9B"/>
    <w:rsid w:val="00790251"/>
    <w:rsid w:val="00794BDA"/>
    <w:rsid w:val="007A22B4"/>
    <w:rsid w:val="007A255D"/>
    <w:rsid w:val="007B32EF"/>
    <w:rsid w:val="007B3EFC"/>
    <w:rsid w:val="007B4DCB"/>
    <w:rsid w:val="007C0D59"/>
    <w:rsid w:val="007C1026"/>
    <w:rsid w:val="007C3ECD"/>
    <w:rsid w:val="007C4840"/>
    <w:rsid w:val="007D3C44"/>
    <w:rsid w:val="007D3EF8"/>
    <w:rsid w:val="007D5730"/>
    <w:rsid w:val="007D695D"/>
    <w:rsid w:val="007D775D"/>
    <w:rsid w:val="007E638C"/>
    <w:rsid w:val="007E69CE"/>
    <w:rsid w:val="007F19F0"/>
    <w:rsid w:val="007F4EDE"/>
    <w:rsid w:val="00802623"/>
    <w:rsid w:val="00804262"/>
    <w:rsid w:val="0080455D"/>
    <w:rsid w:val="00812472"/>
    <w:rsid w:val="00813193"/>
    <w:rsid w:val="008142AA"/>
    <w:rsid w:val="00815D79"/>
    <w:rsid w:val="00820054"/>
    <w:rsid w:val="008239FD"/>
    <w:rsid w:val="00823C43"/>
    <w:rsid w:val="00824724"/>
    <w:rsid w:val="00831171"/>
    <w:rsid w:val="008535FD"/>
    <w:rsid w:val="00861B87"/>
    <w:rsid w:val="00862A37"/>
    <w:rsid w:val="00863274"/>
    <w:rsid w:val="008654D2"/>
    <w:rsid w:val="0086607C"/>
    <w:rsid w:val="00867D40"/>
    <w:rsid w:val="00870F3E"/>
    <w:rsid w:val="00873CBE"/>
    <w:rsid w:val="008745B3"/>
    <w:rsid w:val="00874827"/>
    <w:rsid w:val="00875F69"/>
    <w:rsid w:val="008761DF"/>
    <w:rsid w:val="00881368"/>
    <w:rsid w:val="00886A41"/>
    <w:rsid w:val="0089054E"/>
    <w:rsid w:val="00891CA2"/>
    <w:rsid w:val="00891F9E"/>
    <w:rsid w:val="008931F8"/>
    <w:rsid w:val="00894EB2"/>
    <w:rsid w:val="0089528A"/>
    <w:rsid w:val="008A0E79"/>
    <w:rsid w:val="008A1C4B"/>
    <w:rsid w:val="008A31B5"/>
    <w:rsid w:val="008A5A8E"/>
    <w:rsid w:val="008A7318"/>
    <w:rsid w:val="008B0D86"/>
    <w:rsid w:val="008D5D13"/>
    <w:rsid w:val="008E1630"/>
    <w:rsid w:val="008E2174"/>
    <w:rsid w:val="008E3AE6"/>
    <w:rsid w:val="008F2B59"/>
    <w:rsid w:val="00904E56"/>
    <w:rsid w:val="0091278A"/>
    <w:rsid w:val="00913DFB"/>
    <w:rsid w:val="00916826"/>
    <w:rsid w:val="0092050B"/>
    <w:rsid w:val="00920C71"/>
    <w:rsid w:val="009246EE"/>
    <w:rsid w:val="009250FF"/>
    <w:rsid w:val="009264F2"/>
    <w:rsid w:val="00930C98"/>
    <w:rsid w:val="009331B2"/>
    <w:rsid w:val="00937453"/>
    <w:rsid w:val="00937C91"/>
    <w:rsid w:val="00955122"/>
    <w:rsid w:val="00956BA1"/>
    <w:rsid w:val="00980BFC"/>
    <w:rsid w:val="009842B0"/>
    <w:rsid w:val="009845F3"/>
    <w:rsid w:val="009849F5"/>
    <w:rsid w:val="00986AA3"/>
    <w:rsid w:val="009922A3"/>
    <w:rsid w:val="009931F8"/>
    <w:rsid w:val="00996BF1"/>
    <w:rsid w:val="009A02D0"/>
    <w:rsid w:val="009A17B9"/>
    <w:rsid w:val="009A4037"/>
    <w:rsid w:val="009A4586"/>
    <w:rsid w:val="009A6ED8"/>
    <w:rsid w:val="009B0AE3"/>
    <w:rsid w:val="009B65A1"/>
    <w:rsid w:val="009C24B1"/>
    <w:rsid w:val="009C343A"/>
    <w:rsid w:val="009D1173"/>
    <w:rsid w:val="009D4270"/>
    <w:rsid w:val="009D49F4"/>
    <w:rsid w:val="009D71E3"/>
    <w:rsid w:val="009E1624"/>
    <w:rsid w:val="009E5223"/>
    <w:rsid w:val="009E7B06"/>
    <w:rsid w:val="009F0562"/>
    <w:rsid w:val="009F33F2"/>
    <w:rsid w:val="009F3EA7"/>
    <w:rsid w:val="00A0074A"/>
    <w:rsid w:val="00A012F5"/>
    <w:rsid w:val="00A02D33"/>
    <w:rsid w:val="00A02EF3"/>
    <w:rsid w:val="00A07983"/>
    <w:rsid w:val="00A12324"/>
    <w:rsid w:val="00A124DD"/>
    <w:rsid w:val="00A15944"/>
    <w:rsid w:val="00A1651C"/>
    <w:rsid w:val="00A200CD"/>
    <w:rsid w:val="00A2386E"/>
    <w:rsid w:val="00A241CC"/>
    <w:rsid w:val="00A24214"/>
    <w:rsid w:val="00A32393"/>
    <w:rsid w:val="00A32EC4"/>
    <w:rsid w:val="00A32EEF"/>
    <w:rsid w:val="00A3377E"/>
    <w:rsid w:val="00A3688D"/>
    <w:rsid w:val="00A424E5"/>
    <w:rsid w:val="00A42F01"/>
    <w:rsid w:val="00A441BF"/>
    <w:rsid w:val="00A45076"/>
    <w:rsid w:val="00A468D0"/>
    <w:rsid w:val="00A47C10"/>
    <w:rsid w:val="00A50532"/>
    <w:rsid w:val="00A603CF"/>
    <w:rsid w:val="00A611E0"/>
    <w:rsid w:val="00A647D3"/>
    <w:rsid w:val="00A65B52"/>
    <w:rsid w:val="00A66624"/>
    <w:rsid w:val="00A70029"/>
    <w:rsid w:val="00A705D4"/>
    <w:rsid w:val="00A74E16"/>
    <w:rsid w:val="00A74E47"/>
    <w:rsid w:val="00A81D7D"/>
    <w:rsid w:val="00A83A0F"/>
    <w:rsid w:val="00A83A3D"/>
    <w:rsid w:val="00A848DE"/>
    <w:rsid w:val="00A85E09"/>
    <w:rsid w:val="00A86B98"/>
    <w:rsid w:val="00A92E5F"/>
    <w:rsid w:val="00A96A7D"/>
    <w:rsid w:val="00A970C9"/>
    <w:rsid w:val="00AA04AC"/>
    <w:rsid w:val="00AA1228"/>
    <w:rsid w:val="00AA1560"/>
    <w:rsid w:val="00AA2758"/>
    <w:rsid w:val="00AA4EAA"/>
    <w:rsid w:val="00AB1BB1"/>
    <w:rsid w:val="00AB3BE6"/>
    <w:rsid w:val="00AB4135"/>
    <w:rsid w:val="00AB5FC3"/>
    <w:rsid w:val="00AC27B3"/>
    <w:rsid w:val="00AC3B45"/>
    <w:rsid w:val="00AC7CA9"/>
    <w:rsid w:val="00AD6244"/>
    <w:rsid w:val="00AE00FA"/>
    <w:rsid w:val="00AE1AC8"/>
    <w:rsid w:val="00AE226D"/>
    <w:rsid w:val="00AE26C4"/>
    <w:rsid w:val="00AF2AE4"/>
    <w:rsid w:val="00AF3DA2"/>
    <w:rsid w:val="00AF47A5"/>
    <w:rsid w:val="00AF6735"/>
    <w:rsid w:val="00AF71A9"/>
    <w:rsid w:val="00B0426D"/>
    <w:rsid w:val="00B10D8A"/>
    <w:rsid w:val="00B140BB"/>
    <w:rsid w:val="00B1558B"/>
    <w:rsid w:val="00B15F26"/>
    <w:rsid w:val="00B16A71"/>
    <w:rsid w:val="00B212D8"/>
    <w:rsid w:val="00B23B16"/>
    <w:rsid w:val="00B27297"/>
    <w:rsid w:val="00B30538"/>
    <w:rsid w:val="00B30713"/>
    <w:rsid w:val="00B332FC"/>
    <w:rsid w:val="00B35CC7"/>
    <w:rsid w:val="00B44F61"/>
    <w:rsid w:val="00B46BF0"/>
    <w:rsid w:val="00B51E97"/>
    <w:rsid w:val="00B52EE2"/>
    <w:rsid w:val="00B52FFB"/>
    <w:rsid w:val="00B54A55"/>
    <w:rsid w:val="00B60BCA"/>
    <w:rsid w:val="00B60EBE"/>
    <w:rsid w:val="00B63327"/>
    <w:rsid w:val="00B703DC"/>
    <w:rsid w:val="00B71712"/>
    <w:rsid w:val="00B7482D"/>
    <w:rsid w:val="00B76A60"/>
    <w:rsid w:val="00B857CF"/>
    <w:rsid w:val="00B86539"/>
    <w:rsid w:val="00B948C7"/>
    <w:rsid w:val="00BA2E20"/>
    <w:rsid w:val="00BA519C"/>
    <w:rsid w:val="00BA7805"/>
    <w:rsid w:val="00BB2792"/>
    <w:rsid w:val="00BB284B"/>
    <w:rsid w:val="00BB6C8B"/>
    <w:rsid w:val="00BC42D6"/>
    <w:rsid w:val="00BC57E1"/>
    <w:rsid w:val="00BD0E7D"/>
    <w:rsid w:val="00BD3FE4"/>
    <w:rsid w:val="00BD5692"/>
    <w:rsid w:val="00BD5F1D"/>
    <w:rsid w:val="00BD6521"/>
    <w:rsid w:val="00BE0177"/>
    <w:rsid w:val="00BE3500"/>
    <w:rsid w:val="00BE367E"/>
    <w:rsid w:val="00BE73CC"/>
    <w:rsid w:val="00BF0CD4"/>
    <w:rsid w:val="00BF7999"/>
    <w:rsid w:val="00C026E6"/>
    <w:rsid w:val="00C04161"/>
    <w:rsid w:val="00C07546"/>
    <w:rsid w:val="00C07A83"/>
    <w:rsid w:val="00C13BCB"/>
    <w:rsid w:val="00C31D6B"/>
    <w:rsid w:val="00C35889"/>
    <w:rsid w:val="00C42395"/>
    <w:rsid w:val="00C473FC"/>
    <w:rsid w:val="00C54E51"/>
    <w:rsid w:val="00C55ECF"/>
    <w:rsid w:val="00C55F36"/>
    <w:rsid w:val="00C56B91"/>
    <w:rsid w:val="00C61326"/>
    <w:rsid w:val="00C658B4"/>
    <w:rsid w:val="00C73DC0"/>
    <w:rsid w:val="00C742B3"/>
    <w:rsid w:val="00C74FB1"/>
    <w:rsid w:val="00C76E41"/>
    <w:rsid w:val="00C7783D"/>
    <w:rsid w:val="00C8199E"/>
    <w:rsid w:val="00C82340"/>
    <w:rsid w:val="00C916A5"/>
    <w:rsid w:val="00CA2185"/>
    <w:rsid w:val="00CA5C5C"/>
    <w:rsid w:val="00CB567F"/>
    <w:rsid w:val="00CB75DC"/>
    <w:rsid w:val="00CC6B81"/>
    <w:rsid w:val="00CC751C"/>
    <w:rsid w:val="00CD61C7"/>
    <w:rsid w:val="00CD739C"/>
    <w:rsid w:val="00CD7440"/>
    <w:rsid w:val="00CD78DA"/>
    <w:rsid w:val="00CE039F"/>
    <w:rsid w:val="00CE2D4A"/>
    <w:rsid w:val="00CE3DBF"/>
    <w:rsid w:val="00CE6801"/>
    <w:rsid w:val="00CF26C4"/>
    <w:rsid w:val="00CF60A5"/>
    <w:rsid w:val="00D00CCC"/>
    <w:rsid w:val="00D02310"/>
    <w:rsid w:val="00D124C3"/>
    <w:rsid w:val="00D13BD1"/>
    <w:rsid w:val="00D215F2"/>
    <w:rsid w:val="00D244C6"/>
    <w:rsid w:val="00D27F9A"/>
    <w:rsid w:val="00D33D98"/>
    <w:rsid w:val="00D40F10"/>
    <w:rsid w:val="00D455BE"/>
    <w:rsid w:val="00D4582E"/>
    <w:rsid w:val="00D504F8"/>
    <w:rsid w:val="00D55539"/>
    <w:rsid w:val="00D56CC1"/>
    <w:rsid w:val="00D60BDC"/>
    <w:rsid w:val="00D62FEF"/>
    <w:rsid w:val="00D63A55"/>
    <w:rsid w:val="00D714C6"/>
    <w:rsid w:val="00D725BA"/>
    <w:rsid w:val="00D8071A"/>
    <w:rsid w:val="00D80BEA"/>
    <w:rsid w:val="00D82A63"/>
    <w:rsid w:val="00D8376F"/>
    <w:rsid w:val="00D83B9C"/>
    <w:rsid w:val="00D85F99"/>
    <w:rsid w:val="00D93631"/>
    <w:rsid w:val="00D94CE0"/>
    <w:rsid w:val="00D960DE"/>
    <w:rsid w:val="00D971E3"/>
    <w:rsid w:val="00DA3BD8"/>
    <w:rsid w:val="00DA5E3D"/>
    <w:rsid w:val="00DA67AE"/>
    <w:rsid w:val="00DA7B84"/>
    <w:rsid w:val="00DB052F"/>
    <w:rsid w:val="00DB1ABE"/>
    <w:rsid w:val="00DB5D2E"/>
    <w:rsid w:val="00DC141F"/>
    <w:rsid w:val="00DC1BA3"/>
    <w:rsid w:val="00DC73E3"/>
    <w:rsid w:val="00DD65EE"/>
    <w:rsid w:val="00DE06B1"/>
    <w:rsid w:val="00DE3319"/>
    <w:rsid w:val="00DE340D"/>
    <w:rsid w:val="00DE38EF"/>
    <w:rsid w:val="00DE3BC4"/>
    <w:rsid w:val="00DE4C46"/>
    <w:rsid w:val="00DF6D33"/>
    <w:rsid w:val="00E02537"/>
    <w:rsid w:val="00E112E0"/>
    <w:rsid w:val="00E1372C"/>
    <w:rsid w:val="00E143E4"/>
    <w:rsid w:val="00E15EEF"/>
    <w:rsid w:val="00E16B49"/>
    <w:rsid w:val="00E17D8B"/>
    <w:rsid w:val="00E21D90"/>
    <w:rsid w:val="00E22F72"/>
    <w:rsid w:val="00E34A8A"/>
    <w:rsid w:val="00E354B6"/>
    <w:rsid w:val="00E362C5"/>
    <w:rsid w:val="00E36838"/>
    <w:rsid w:val="00E53698"/>
    <w:rsid w:val="00E55AA7"/>
    <w:rsid w:val="00E624F2"/>
    <w:rsid w:val="00E708B4"/>
    <w:rsid w:val="00E718BA"/>
    <w:rsid w:val="00E74C5B"/>
    <w:rsid w:val="00E87148"/>
    <w:rsid w:val="00E87A0A"/>
    <w:rsid w:val="00E91360"/>
    <w:rsid w:val="00EA1B08"/>
    <w:rsid w:val="00EA7A25"/>
    <w:rsid w:val="00EB377F"/>
    <w:rsid w:val="00EB502E"/>
    <w:rsid w:val="00EC0207"/>
    <w:rsid w:val="00EC0F4B"/>
    <w:rsid w:val="00EC481A"/>
    <w:rsid w:val="00EC75EF"/>
    <w:rsid w:val="00ED3B00"/>
    <w:rsid w:val="00ED5DA1"/>
    <w:rsid w:val="00EE06AC"/>
    <w:rsid w:val="00EE1625"/>
    <w:rsid w:val="00EE292D"/>
    <w:rsid w:val="00EE3586"/>
    <w:rsid w:val="00EE3B5B"/>
    <w:rsid w:val="00EE42BB"/>
    <w:rsid w:val="00EF0C5C"/>
    <w:rsid w:val="00EF0D1D"/>
    <w:rsid w:val="00EF432B"/>
    <w:rsid w:val="00F00715"/>
    <w:rsid w:val="00F00A07"/>
    <w:rsid w:val="00F024AC"/>
    <w:rsid w:val="00F077F8"/>
    <w:rsid w:val="00F07B99"/>
    <w:rsid w:val="00F07E54"/>
    <w:rsid w:val="00F135C7"/>
    <w:rsid w:val="00F16796"/>
    <w:rsid w:val="00F16CE2"/>
    <w:rsid w:val="00F2121C"/>
    <w:rsid w:val="00F224A4"/>
    <w:rsid w:val="00F233FD"/>
    <w:rsid w:val="00F24184"/>
    <w:rsid w:val="00F24AF0"/>
    <w:rsid w:val="00F2681E"/>
    <w:rsid w:val="00F26DA6"/>
    <w:rsid w:val="00F35F30"/>
    <w:rsid w:val="00F36746"/>
    <w:rsid w:val="00F367D0"/>
    <w:rsid w:val="00F3739F"/>
    <w:rsid w:val="00F37A9B"/>
    <w:rsid w:val="00F40136"/>
    <w:rsid w:val="00F414C6"/>
    <w:rsid w:val="00F576FF"/>
    <w:rsid w:val="00F61040"/>
    <w:rsid w:val="00F62C12"/>
    <w:rsid w:val="00F65231"/>
    <w:rsid w:val="00F7185E"/>
    <w:rsid w:val="00F7252E"/>
    <w:rsid w:val="00F73413"/>
    <w:rsid w:val="00F73E2D"/>
    <w:rsid w:val="00F740F0"/>
    <w:rsid w:val="00F742A3"/>
    <w:rsid w:val="00F74B84"/>
    <w:rsid w:val="00F83BA9"/>
    <w:rsid w:val="00F850CB"/>
    <w:rsid w:val="00F86D9C"/>
    <w:rsid w:val="00F87ECB"/>
    <w:rsid w:val="00F91F3E"/>
    <w:rsid w:val="00F9375B"/>
    <w:rsid w:val="00F96A36"/>
    <w:rsid w:val="00F97F02"/>
    <w:rsid w:val="00F97F49"/>
    <w:rsid w:val="00FA3D8E"/>
    <w:rsid w:val="00FA7732"/>
    <w:rsid w:val="00FB40B5"/>
    <w:rsid w:val="00FBE12D"/>
    <w:rsid w:val="00FC36B5"/>
    <w:rsid w:val="00FC5DCC"/>
    <w:rsid w:val="00FC7383"/>
    <w:rsid w:val="00FC7DC3"/>
    <w:rsid w:val="00FD0237"/>
    <w:rsid w:val="00FD6FEE"/>
    <w:rsid w:val="00FF27E7"/>
    <w:rsid w:val="00FF3A71"/>
    <w:rsid w:val="00FF4071"/>
    <w:rsid w:val="00FF4715"/>
    <w:rsid w:val="01042D1E"/>
    <w:rsid w:val="011F0F71"/>
    <w:rsid w:val="012E568A"/>
    <w:rsid w:val="01447AF1"/>
    <w:rsid w:val="014E39B6"/>
    <w:rsid w:val="016F3109"/>
    <w:rsid w:val="01769E01"/>
    <w:rsid w:val="01D55516"/>
    <w:rsid w:val="0211B726"/>
    <w:rsid w:val="02C47EDB"/>
    <w:rsid w:val="02FB0789"/>
    <w:rsid w:val="0394F6EC"/>
    <w:rsid w:val="03C92E8F"/>
    <w:rsid w:val="04328CBA"/>
    <w:rsid w:val="04B00754"/>
    <w:rsid w:val="04C665D7"/>
    <w:rsid w:val="04F30963"/>
    <w:rsid w:val="05665191"/>
    <w:rsid w:val="058322D6"/>
    <w:rsid w:val="05E5DC8D"/>
    <w:rsid w:val="0611D964"/>
    <w:rsid w:val="06554016"/>
    <w:rsid w:val="067D4C9F"/>
    <w:rsid w:val="06C9C331"/>
    <w:rsid w:val="06E0553C"/>
    <w:rsid w:val="0763F621"/>
    <w:rsid w:val="07D49707"/>
    <w:rsid w:val="08751C7C"/>
    <w:rsid w:val="08DB65A5"/>
    <w:rsid w:val="09076917"/>
    <w:rsid w:val="0910DF1F"/>
    <w:rsid w:val="0A22B79B"/>
    <w:rsid w:val="0AD51393"/>
    <w:rsid w:val="0B0F34B8"/>
    <w:rsid w:val="0B8BE825"/>
    <w:rsid w:val="0C937DFF"/>
    <w:rsid w:val="0CB07A14"/>
    <w:rsid w:val="0CD6DBDF"/>
    <w:rsid w:val="0D0FCAEC"/>
    <w:rsid w:val="0D35E4A9"/>
    <w:rsid w:val="0D594E2C"/>
    <w:rsid w:val="0D8AE84E"/>
    <w:rsid w:val="0DA750B3"/>
    <w:rsid w:val="0DADA4B3"/>
    <w:rsid w:val="0DD967C8"/>
    <w:rsid w:val="0E43E3AF"/>
    <w:rsid w:val="0E66748B"/>
    <w:rsid w:val="0ED94EC5"/>
    <w:rsid w:val="0F16B93B"/>
    <w:rsid w:val="0F576237"/>
    <w:rsid w:val="0F8B3A45"/>
    <w:rsid w:val="0FBBD902"/>
    <w:rsid w:val="0FD4261D"/>
    <w:rsid w:val="10610F48"/>
    <w:rsid w:val="10AF4A8A"/>
    <w:rsid w:val="10B431B2"/>
    <w:rsid w:val="11056094"/>
    <w:rsid w:val="1154404E"/>
    <w:rsid w:val="1181263F"/>
    <w:rsid w:val="12A96881"/>
    <w:rsid w:val="12B27BE6"/>
    <w:rsid w:val="12E8700C"/>
    <w:rsid w:val="12FA1670"/>
    <w:rsid w:val="12FF370D"/>
    <w:rsid w:val="135603E4"/>
    <w:rsid w:val="13606040"/>
    <w:rsid w:val="137525C2"/>
    <w:rsid w:val="13E3B66A"/>
    <w:rsid w:val="1430A871"/>
    <w:rsid w:val="1447A1EE"/>
    <w:rsid w:val="14620DE4"/>
    <w:rsid w:val="14E84D63"/>
    <w:rsid w:val="15496EF4"/>
    <w:rsid w:val="16D8544D"/>
    <w:rsid w:val="180D4D7F"/>
    <w:rsid w:val="191CABDF"/>
    <w:rsid w:val="19B8FA5B"/>
    <w:rsid w:val="1A05BC82"/>
    <w:rsid w:val="1A175E89"/>
    <w:rsid w:val="1A75746A"/>
    <w:rsid w:val="1B064A1C"/>
    <w:rsid w:val="1B426EC2"/>
    <w:rsid w:val="1B5C3DCE"/>
    <w:rsid w:val="1B8BFF8F"/>
    <w:rsid w:val="1BABD107"/>
    <w:rsid w:val="1BC4D772"/>
    <w:rsid w:val="1BD5C117"/>
    <w:rsid w:val="1CCE8050"/>
    <w:rsid w:val="1D6EF547"/>
    <w:rsid w:val="1DB1200F"/>
    <w:rsid w:val="1E013C5A"/>
    <w:rsid w:val="1EF7EFE2"/>
    <w:rsid w:val="1F477CB9"/>
    <w:rsid w:val="1FA2837E"/>
    <w:rsid w:val="21A03DFA"/>
    <w:rsid w:val="22B72AC0"/>
    <w:rsid w:val="22DA44D6"/>
    <w:rsid w:val="2319AFF8"/>
    <w:rsid w:val="24B132FD"/>
    <w:rsid w:val="253C81F8"/>
    <w:rsid w:val="2596084E"/>
    <w:rsid w:val="25DDC7E5"/>
    <w:rsid w:val="272C96E2"/>
    <w:rsid w:val="27CB8AAD"/>
    <w:rsid w:val="27E8E01B"/>
    <w:rsid w:val="28038FC2"/>
    <w:rsid w:val="28E67BC1"/>
    <w:rsid w:val="28ED8A4F"/>
    <w:rsid w:val="28F33E3B"/>
    <w:rsid w:val="290A53D3"/>
    <w:rsid w:val="29304984"/>
    <w:rsid w:val="2949869E"/>
    <w:rsid w:val="29A0A571"/>
    <w:rsid w:val="29C731AF"/>
    <w:rsid w:val="29EF17DA"/>
    <w:rsid w:val="2A32DFDD"/>
    <w:rsid w:val="2A649768"/>
    <w:rsid w:val="2A8DFC6B"/>
    <w:rsid w:val="2AF1C199"/>
    <w:rsid w:val="2B0E4E95"/>
    <w:rsid w:val="2BCBB6E2"/>
    <w:rsid w:val="2D678743"/>
    <w:rsid w:val="2DA992CF"/>
    <w:rsid w:val="2E217593"/>
    <w:rsid w:val="2E517AAB"/>
    <w:rsid w:val="2E86BB7D"/>
    <w:rsid w:val="2E92F31A"/>
    <w:rsid w:val="2F0357A4"/>
    <w:rsid w:val="2F5A6A2E"/>
    <w:rsid w:val="2FA5D07D"/>
    <w:rsid w:val="30918840"/>
    <w:rsid w:val="30A5269F"/>
    <w:rsid w:val="31337BBF"/>
    <w:rsid w:val="3148E63E"/>
    <w:rsid w:val="31515AB8"/>
    <w:rsid w:val="31827207"/>
    <w:rsid w:val="3237FF43"/>
    <w:rsid w:val="324DA1F4"/>
    <w:rsid w:val="32A54E60"/>
    <w:rsid w:val="32B4ADDA"/>
    <w:rsid w:val="32B8D4C0"/>
    <w:rsid w:val="32B8DFE8"/>
    <w:rsid w:val="338BD431"/>
    <w:rsid w:val="345BE4AB"/>
    <w:rsid w:val="3567B7DD"/>
    <w:rsid w:val="376919DA"/>
    <w:rsid w:val="37BB47A4"/>
    <w:rsid w:val="37CFFD80"/>
    <w:rsid w:val="3923F9FB"/>
    <w:rsid w:val="392B3064"/>
    <w:rsid w:val="39381FE8"/>
    <w:rsid w:val="394C1894"/>
    <w:rsid w:val="3993EBF0"/>
    <w:rsid w:val="39994EE4"/>
    <w:rsid w:val="39A5ACAC"/>
    <w:rsid w:val="3ACBA3CC"/>
    <w:rsid w:val="3B1D98D0"/>
    <w:rsid w:val="3B5ED5C6"/>
    <w:rsid w:val="3B740D66"/>
    <w:rsid w:val="3BBD6A59"/>
    <w:rsid w:val="3CE8472D"/>
    <w:rsid w:val="3E3FFBDF"/>
    <w:rsid w:val="3ED973E8"/>
    <w:rsid w:val="3EEFB0CC"/>
    <w:rsid w:val="3EFF9C8A"/>
    <w:rsid w:val="3F4FA3A8"/>
    <w:rsid w:val="407DFB20"/>
    <w:rsid w:val="42750710"/>
    <w:rsid w:val="43216C66"/>
    <w:rsid w:val="432C0393"/>
    <w:rsid w:val="43A5EBFB"/>
    <w:rsid w:val="43BA8706"/>
    <w:rsid w:val="4443A37E"/>
    <w:rsid w:val="4445134F"/>
    <w:rsid w:val="445DF971"/>
    <w:rsid w:val="44BD34B8"/>
    <w:rsid w:val="45648153"/>
    <w:rsid w:val="457E7E3A"/>
    <w:rsid w:val="45B6FA8D"/>
    <w:rsid w:val="46C60522"/>
    <w:rsid w:val="478D9544"/>
    <w:rsid w:val="47906D25"/>
    <w:rsid w:val="47BA9D5A"/>
    <w:rsid w:val="47F64284"/>
    <w:rsid w:val="481A0BA7"/>
    <w:rsid w:val="48241DD6"/>
    <w:rsid w:val="482E2403"/>
    <w:rsid w:val="482F7B7D"/>
    <w:rsid w:val="486EA461"/>
    <w:rsid w:val="491FE968"/>
    <w:rsid w:val="49A133D9"/>
    <w:rsid w:val="4A006565"/>
    <w:rsid w:val="4A17BBA5"/>
    <w:rsid w:val="4A80512F"/>
    <w:rsid w:val="4AFFF98D"/>
    <w:rsid w:val="4C214A66"/>
    <w:rsid w:val="4C3FCF86"/>
    <w:rsid w:val="4C9055BA"/>
    <w:rsid w:val="4D20ED27"/>
    <w:rsid w:val="4E1C6CE1"/>
    <w:rsid w:val="4E60C9A8"/>
    <w:rsid w:val="4E922EFA"/>
    <w:rsid w:val="4FA53BA5"/>
    <w:rsid w:val="4FA745A0"/>
    <w:rsid w:val="4FFE8B40"/>
    <w:rsid w:val="50119CE4"/>
    <w:rsid w:val="50E3628B"/>
    <w:rsid w:val="50F3212D"/>
    <w:rsid w:val="513D1E77"/>
    <w:rsid w:val="5181DF24"/>
    <w:rsid w:val="5191D5A7"/>
    <w:rsid w:val="51D9ECE9"/>
    <w:rsid w:val="51DC3269"/>
    <w:rsid w:val="52B002A7"/>
    <w:rsid w:val="52E8E574"/>
    <w:rsid w:val="531ED428"/>
    <w:rsid w:val="533829FB"/>
    <w:rsid w:val="53862085"/>
    <w:rsid w:val="53A45818"/>
    <w:rsid w:val="53D0C666"/>
    <w:rsid w:val="53DC4515"/>
    <w:rsid w:val="541A45E9"/>
    <w:rsid w:val="552198F6"/>
    <w:rsid w:val="555599FD"/>
    <w:rsid w:val="55A8E521"/>
    <w:rsid w:val="5609305C"/>
    <w:rsid w:val="5760BAE5"/>
    <w:rsid w:val="579FCD2E"/>
    <w:rsid w:val="57EED9EF"/>
    <w:rsid w:val="59773DBC"/>
    <w:rsid w:val="5997BC48"/>
    <w:rsid w:val="59A7D084"/>
    <w:rsid w:val="59D05530"/>
    <w:rsid w:val="59FE08A3"/>
    <w:rsid w:val="5A7B49C6"/>
    <w:rsid w:val="5A8FEFDF"/>
    <w:rsid w:val="5AB2576F"/>
    <w:rsid w:val="5AE5DEE6"/>
    <w:rsid w:val="5CB95EEF"/>
    <w:rsid w:val="5D5E641D"/>
    <w:rsid w:val="5E1D95E7"/>
    <w:rsid w:val="5E6B7EDC"/>
    <w:rsid w:val="5F0C3ADD"/>
    <w:rsid w:val="5F411DCD"/>
    <w:rsid w:val="5F59C031"/>
    <w:rsid w:val="602564D7"/>
    <w:rsid w:val="606E4ADC"/>
    <w:rsid w:val="60E9BF18"/>
    <w:rsid w:val="6109A68C"/>
    <w:rsid w:val="611A4AA3"/>
    <w:rsid w:val="61759A3A"/>
    <w:rsid w:val="61ED1F7D"/>
    <w:rsid w:val="62046FD9"/>
    <w:rsid w:val="62CE6FD3"/>
    <w:rsid w:val="636743F2"/>
    <w:rsid w:val="636C533E"/>
    <w:rsid w:val="64FA86C5"/>
    <w:rsid w:val="657AEDA9"/>
    <w:rsid w:val="65E862EC"/>
    <w:rsid w:val="661C6CD1"/>
    <w:rsid w:val="667BCFCB"/>
    <w:rsid w:val="67BD908E"/>
    <w:rsid w:val="6887584F"/>
    <w:rsid w:val="691204C3"/>
    <w:rsid w:val="69B60507"/>
    <w:rsid w:val="6AD5E88D"/>
    <w:rsid w:val="6BC7A1F9"/>
    <w:rsid w:val="6C33F6D0"/>
    <w:rsid w:val="6EA2E65F"/>
    <w:rsid w:val="6EBE6DE2"/>
    <w:rsid w:val="6FDF5C56"/>
    <w:rsid w:val="6FF0E22B"/>
    <w:rsid w:val="70EF1468"/>
    <w:rsid w:val="7192FE84"/>
    <w:rsid w:val="72A51D7F"/>
    <w:rsid w:val="736CECB9"/>
    <w:rsid w:val="73A84273"/>
    <w:rsid w:val="73BDC116"/>
    <w:rsid w:val="743A3541"/>
    <w:rsid w:val="743C35A9"/>
    <w:rsid w:val="7493763D"/>
    <w:rsid w:val="74D3917A"/>
    <w:rsid w:val="75299269"/>
    <w:rsid w:val="7586E184"/>
    <w:rsid w:val="75F00E0E"/>
    <w:rsid w:val="7615160F"/>
    <w:rsid w:val="761D4ADF"/>
    <w:rsid w:val="7640CAEF"/>
    <w:rsid w:val="767F5C33"/>
    <w:rsid w:val="7685E1ED"/>
    <w:rsid w:val="76A6E9F8"/>
    <w:rsid w:val="76FA6280"/>
    <w:rsid w:val="7747F91B"/>
    <w:rsid w:val="77B517E4"/>
    <w:rsid w:val="77B6531A"/>
    <w:rsid w:val="785FF64E"/>
    <w:rsid w:val="786C364E"/>
    <w:rsid w:val="793B76D8"/>
    <w:rsid w:val="79614671"/>
    <w:rsid w:val="7A275563"/>
    <w:rsid w:val="7A7F1C87"/>
    <w:rsid w:val="7AC0F6FD"/>
    <w:rsid w:val="7B43CB49"/>
    <w:rsid w:val="7C09074A"/>
    <w:rsid w:val="7C0C96FA"/>
    <w:rsid w:val="7C434BA6"/>
    <w:rsid w:val="7CBE20C3"/>
    <w:rsid w:val="7D4CFED9"/>
    <w:rsid w:val="7E3C1979"/>
    <w:rsid w:val="7FFFA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C0A07D"/>
  <w15:chartTrackingRefBased/>
  <w15:docId w15:val="{094601C6-2432-42A3-B21A-8CA05BB6C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B00"/>
    <w:rPr>
      <w:rFonts w:ascii="Arial" w:hAnsi="Arial" w:cs="Arial"/>
    </w:rPr>
  </w:style>
  <w:style w:type="paragraph" w:styleId="Titre1">
    <w:name w:val="heading 1"/>
    <w:basedOn w:val="Sectiontitle-EUCAPNET"/>
    <w:next w:val="Normal"/>
    <w:link w:val="Titre1Car"/>
    <w:uiPriority w:val="9"/>
    <w:qFormat/>
    <w:rsid w:val="00F65231"/>
    <w:pPr>
      <w:outlineLvl w:val="0"/>
    </w:pPr>
    <w:rPr>
      <w:color w:val="8FB929"/>
      <w:sz w:val="36"/>
      <w:szCs w:val="36"/>
    </w:rPr>
  </w:style>
  <w:style w:type="paragraph" w:styleId="Titre2">
    <w:name w:val="heading 2"/>
    <w:basedOn w:val="Coversubtitle"/>
    <w:next w:val="Normal"/>
    <w:link w:val="Titre2Car"/>
    <w:uiPriority w:val="9"/>
    <w:unhideWhenUsed/>
    <w:qFormat/>
    <w:rsid w:val="00AC27B3"/>
    <w:pPr>
      <w:numPr>
        <w:numId w:val="1"/>
      </w:numPr>
      <w:jc w:val="left"/>
      <w:outlineLvl w:val="1"/>
    </w:pPr>
    <w:rPr>
      <w:b w:val="0"/>
      <w:bCs w:val="0"/>
      <w:sz w:val="28"/>
      <w:szCs w:val="28"/>
      <w:u w:val="single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50532"/>
    <w:pPr>
      <w:numPr>
        <w:ilvl w:val="1"/>
      </w:numPr>
      <w:outlineLvl w:val="2"/>
    </w:pPr>
    <w:rPr>
      <w:color w:val="8FB929"/>
      <w:sz w:val="24"/>
      <w:szCs w:val="24"/>
      <w:u w:val="none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C27B3"/>
    <w:pPr>
      <w:ind w:left="1780" w:firstLine="344"/>
      <w:outlineLvl w:val="3"/>
    </w:pPr>
    <w:rPr>
      <w:i/>
      <w:iCs/>
      <w:lang w:val="en-GB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610F82"/>
    <w:pPr>
      <w:keepNext/>
      <w:keepLines/>
      <w:spacing w:before="80" w:after="80"/>
      <w:jc w:val="center"/>
      <w:outlineLvl w:val="4"/>
    </w:pPr>
    <w:rPr>
      <w:rFonts w:eastAsiaTheme="majorEastAsia" w:cstheme="majorBidi"/>
      <w:color w:val="47B3CA" w:themeColor="accent4" w:themeShade="BF"/>
      <w:sz w:val="36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8053B"/>
    <w:pPr>
      <w:tabs>
        <w:tab w:val="center" w:pos="4536"/>
        <w:tab w:val="right" w:pos="9072"/>
      </w:tabs>
    </w:pPr>
    <w:rPr>
      <w:lang w:val="en-GB"/>
    </w:rPr>
  </w:style>
  <w:style w:type="character" w:customStyle="1" w:styleId="En-tteCar">
    <w:name w:val="En-tête Car"/>
    <w:basedOn w:val="Policepardfaut"/>
    <w:link w:val="En-tte"/>
    <w:uiPriority w:val="99"/>
    <w:rsid w:val="0078053B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78053B"/>
    <w:pPr>
      <w:tabs>
        <w:tab w:val="center" w:pos="4536"/>
        <w:tab w:val="right" w:pos="9072"/>
      </w:tabs>
    </w:pPr>
    <w:rPr>
      <w:lang w:val="en-GB"/>
    </w:rPr>
  </w:style>
  <w:style w:type="character" w:customStyle="1" w:styleId="PieddepageCar">
    <w:name w:val="Pied de page Car"/>
    <w:basedOn w:val="Policepardfaut"/>
    <w:link w:val="Pieddepage"/>
    <w:uiPriority w:val="99"/>
    <w:rsid w:val="0078053B"/>
    <w:rPr>
      <w:lang w:val="en-GB"/>
    </w:rPr>
  </w:style>
  <w:style w:type="character" w:customStyle="1" w:styleId="Titre5Car">
    <w:name w:val="Titre 5 Car"/>
    <w:basedOn w:val="Policepardfaut"/>
    <w:link w:val="Titre5"/>
    <w:uiPriority w:val="9"/>
    <w:rsid w:val="00610F82"/>
    <w:rPr>
      <w:rFonts w:eastAsiaTheme="majorEastAsia" w:cstheme="majorBidi"/>
      <w:color w:val="47B3CA" w:themeColor="accent4" w:themeShade="BF"/>
      <w:sz w:val="36"/>
      <w:szCs w:val="22"/>
    </w:rPr>
  </w:style>
  <w:style w:type="paragraph" w:customStyle="1" w:styleId="Coversubtitle">
    <w:name w:val="Cover subtitle"/>
    <w:basedOn w:val="Normal"/>
    <w:qFormat/>
    <w:rsid w:val="00BF0CD4"/>
    <w:pPr>
      <w:autoSpaceDE w:val="0"/>
      <w:autoSpaceDN w:val="0"/>
      <w:adjustRightInd w:val="0"/>
      <w:jc w:val="center"/>
    </w:pPr>
    <w:rPr>
      <w:b/>
      <w:bCs/>
      <w:color w:val="000000" w:themeColor="text1"/>
      <w:sz w:val="36"/>
      <w:szCs w:val="36"/>
      <w:lang w:val="en-GB"/>
    </w:rPr>
  </w:style>
  <w:style w:type="paragraph" w:customStyle="1" w:styleId="CoverPageTitle-EUCAPNET">
    <w:name w:val="Cover Page Title - EU CAP NET"/>
    <w:basedOn w:val="NormalWeb"/>
    <w:qFormat/>
    <w:rsid w:val="00121345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color w:val="8FB929"/>
      <w:sz w:val="56"/>
      <w:szCs w:val="56"/>
      <w:lang w:val="en-GB" w:eastAsia="en-GB"/>
    </w:rPr>
  </w:style>
  <w:style w:type="paragraph" w:customStyle="1" w:styleId="Sectiontitle-EUCAPNET">
    <w:name w:val="Section title - EU CAP NET"/>
    <w:basedOn w:val="NormalWeb"/>
    <w:rsid w:val="00367E42"/>
    <w:pPr>
      <w:spacing w:after="100" w:afterAutospacing="1"/>
      <w:jc w:val="both"/>
    </w:pPr>
    <w:rPr>
      <w:rFonts w:ascii="Arial" w:hAnsi="Arial" w:cs="Arial"/>
      <w:b/>
      <w:bCs/>
      <w:color w:val="8FB928" w:themeColor="accent1"/>
      <w:sz w:val="28"/>
      <w:szCs w:val="28"/>
      <w:lang w:val="en-GB"/>
    </w:rPr>
  </w:style>
  <w:style w:type="paragraph" w:styleId="NormalWeb">
    <w:name w:val="Normal (Web)"/>
    <w:basedOn w:val="Normal"/>
    <w:uiPriority w:val="99"/>
    <w:semiHidden/>
    <w:unhideWhenUsed/>
    <w:rsid w:val="00610F82"/>
    <w:rPr>
      <w:rFonts w:ascii="Times New Roman" w:hAnsi="Times New Roman" w:cs="Times New Roman"/>
    </w:rPr>
  </w:style>
  <w:style w:type="character" w:styleId="Accentuationintense">
    <w:name w:val="Intense Emphasis"/>
    <w:uiPriority w:val="21"/>
    <w:rsid w:val="000C137F"/>
    <w:rPr>
      <w:rFonts w:cs="Times New Roman"/>
      <w:color w:val="81C241"/>
      <w:sz w:val="22"/>
      <w:szCs w:val="22"/>
      <w:lang w:eastAsia="de-DE"/>
    </w:rPr>
  </w:style>
  <w:style w:type="paragraph" w:styleId="Sansinterligne">
    <w:name w:val="No Spacing"/>
    <w:uiPriority w:val="1"/>
    <w:rsid w:val="00445F61"/>
    <w:rPr>
      <w:rFonts w:ascii="Arial" w:hAnsi="Arial" w:cs="Arial"/>
    </w:rPr>
  </w:style>
  <w:style w:type="character" w:customStyle="1" w:styleId="Titre1Car">
    <w:name w:val="Titre 1 Car"/>
    <w:basedOn w:val="Policepardfaut"/>
    <w:link w:val="Titre1"/>
    <w:uiPriority w:val="9"/>
    <w:rsid w:val="00F65231"/>
    <w:rPr>
      <w:rFonts w:ascii="Arial" w:hAnsi="Arial" w:cs="Arial"/>
      <w:b/>
      <w:bCs/>
      <w:color w:val="8FB929"/>
      <w:sz w:val="36"/>
      <w:szCs w:val="36"/>
      <w:lang w:val="en-GB"/>
    </w:rPr>
  </w:style>
  <w:style w:type="character" w:customStyle="1" w:styleId="Titre2Car">
    <w:name w:val="Titre 2 Car"/>
    <w:basedOn w:val="Policepardfaut"/>
    <w:link w:val="Titre2"/>
    <w:uiPriority w:val="9"/>
    <w:rsid w:val="00AC27B3"/>
    <w:rPr>
      <w:rFonts w:ascii="Arial" w:hAnsi="Arial" w:cs="Arial"/>
      <w:color w:val="000000" w:themeColor="text1"/>
      <w:sz w:val="28"/>
      <w:szCs w:val="28"/>
      <w:u w:val="single"/>
      <w:lang w:val="en-GB"/>
    </w:rPr>
  </w:style>
  <w:style w:type="character" w:customStyle="1" w:styleId="Titre3Car">
    <w:name w:val="Titre 3 Car"/>
    <w:basedOn w:val="Policepardfaut"/>
    <w:link w:val="Titre3"/>
    <w:uiPriority w:val="9"/>
    <w:rsid w:val="00A50532"/>
    <w:rPr>
      <w:rFonts w:ascii="Arial" w:hAnsi="Arial" w:cs="Arial"/>
      <w:color w:val="8FB929"/>
      <w:lang w:val="en-GB"/>
    </w:rPr>
  </w:style>
  <w:style w:type="character" w:customStyle="1" w:styleId="Titre4Car">
    <w:name w:val="Titre 4 Car"/>
    <w:basedOn w:val="Policepardfaut"/>
    <w:link w:val="Titre4"/>
    <w:uiPriority w:val="9"/>
    <w:rsid w:val="00AC27B3"/>
    <w:rPr>
      <w:rFonts w:ascii="Arial" w:hAnsi="Arial" w:cs="Arial"/>
      <w:i/>
      <w:iCs/>
      <w:lang w:val="en-GB"/>
    </w:rPr>
  </w:style>
  <w:style w:type="paragraph" w:styleId="Sous-titre">
    <w:name w:val="Subtitle"/>
    <w:basedOn w:val="Normal"/>
    <w:next w:val="Normal"/>
    <w:link w:val="Sous-titreCar"/>
    <w:uiPriority w:val="11"/>
    <w:rsid w:val="00AC27B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AC27B3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AC27B3"/>
    <w:pPr>
      <w:spacing w:before="200" w:after="160"/>
      <w:ind w:left="864" w:right="864"/>
    </w:pPr>
    <w:rPr>
      <w:i/>
      <w:iCs/>
      <w:color w:val="404040" w:themeColor="text1" w:themeTint="BF"/>
      <w:lang w:val="en-GB"/>
    </w:rPr>
  </w:style>
  <w:style w:type="character" w:customStyle="1" w:styleId="CitationCar">
    <w:name w:val="Citation Car"/>
    <w:basedOn w:val="Policepardfaut"/>
    <w:link w:val="Citation"/>
    <w:uiPriority w:val="29"/>
    <w:rsid w:val="00AC27B3"/>
    <w:rPr>
      <w:rFonts w:ascii="Arial" w:hAnsi="Arial" w:cs="Arial"/>
      <w:i/>
      <w:iCs/>
      <w:color w:val="404040" w:themeColor="text1" w:themeTint="BF"/>
      <w:lang w:val="en-GB"/>
    </w:rPr>
  </w:style>
  <w:style w:type="paragraph" w:styleId="Citationintense">
    <w:name w:val="Intense Quote"/>
    <w:basedOn w:val="Normal"/>
    <w:next w:val="Normal"/>
    <w:link w:val="CitationintenseCar"/>
    <w:uiPriority w:val="30"/>
    <w:rsid w:val="00445A92"/>
    <w:pPr>
      <w:pBdr>
        <w:top w:val="single" w:sz="4" w:space="10" w:color="F07E31"/>
        <w:bottom w:val="single" w:sz="4" w:space="10" w:color="F07E31"/>
      </w:pBdr>
      <w:spacing w:before="360" w:after="360" w:line="220" w:lineRule="atLeast"/>
      <w:ind w:left="864" w:right="864"/>
      <w:jc w:val="center"/>
    </w:pPr>
    <w:rPr>
      <w:rFonts w:eastAsia="Times New Roman" w:cs="Times New Roman"/>
      <w:i/>
      <w:iCs/>
      <w:color w:val="92D050"/>
      <w:lang w:val="en-GB" w:eastAsia="de-DE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45A92"/>
    <w:rPr>
      <w:rFonts w:ascii="Arial" w:eastAsia="Times New Roman" w:hAnsi="Arial" w:cs="Times New Roman"/>
      <w:i/>
      <w:iCs/>
      <w:color w:val="92D050"/>
      <w:lang w:val="en-GB" w:eastAsia="de-DE"/>
    </w:rPr>
  </w:style>
  <w:style w:type="character" w:styleId="Rfrencelgre">
    <w:name w:val="Subtle Reference"/>
    <w:basedOn w:val="Policepardfaut"/>
    <w:uiPriority w:val="31"/>
    <w:rsid w:val="00AC27B3"/>
    <w:rPr>
      <w:smallCaps/>
      <w:color w:val="5A5A5A" w:themeColor="text1" w:themeTint="A5"/>
    </w:rPr>
  </w:style>
  <w:style w:type="character" w:styleId="Rfrenceintense">
    <w:name w:val="Intense Reference"/>
    <w:uiPriority w:val="32"/>
    <w:rsid w:val="00445A92"/>
    <w:rPr>
      <w:b/>
      <w:bCs/>
      <w:smallCaps/>
      <w:color w:val="8FB928" w:themeColor="accent1"/>
      <w:spacing w:val="5"/>
      <w:sz w:val="22"/>
      <w:szCs w:val="22"/>
    </w:rPr>
  </w:style>
  <w:style w:type="table" w:styleId="Grilledutableau">
    <w:name w:val="Table Grid"/>
    <w:basedOn w:val="TableauNormal"/>
    <w:uiPriority w:val="59"/>
    <w:rsid w:val="00B10D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semiHidden/>
    <w:rsid w:val="00B948C7"/>
    <w:rPr>
      <w:rFonts w:ascii="Arial" w:hAnsi="Arial"/>
      <w:color w:val="808080"/>
      <w:sz w:val="18"/>
    </w:rPr>
  </w:style>
  <w:style w:type="table" w:customStyle="1" w:styleId="Table-Lot1colour">
    <w:name w:val="Table - Lot 1 (colour)"/>
    <w:basedOn w:val="TableauNormal"/>
    <w:uiPriority w:val="99"/>
    <w:rsid w:val="0066541E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jc w:val="left"/>
      </w:pPr>
      <w:rPr>
        <w:rFonts w:ascii="Arial" w:hAnsi="Arial"/>
        <w:b/>
        <w:color w:val="FFFFFF" w:themeColor="background1"/>
        <w:sz w:val="24"/>
      </w:rPr>
      <w:tblPr/>
      <w:tcPr>
        <w:shd w:val="clear" w:color="auto" w:fill="8FB929"/>
        <w:vAlign w:val="center"/>
      </w:tcPr>
    </w:tblStylePr>
    <w:tblStylePr w:type="band2Horz">
      <w:tblPr/>
      <w:tcPr>
        <w:shd w:val="clear" w:color="auto" w:fill="E8F1DE"/>
      </w:tcPr>
    </w:tblStylePr>
  </w:style>
  <w:style w:type="paragraph" w:customStyle="1" w:styleId="HStandard">
    <w:name w:val="H_Standard"/>
    <w:rsid w:val="00B948C7"/>
    <w:pPr>
      <w:spacing w:after="120" w:line="280" w:lineRule="atLeast"/>
      <w:jc w:val="both"/>
    </w:pPr>
    <w:rPr>
      <w:rFonts w:ascii="Arial" w:eastAsia="Times New Roman" w:hAnsi="Arial" w:cs="Times New Roman"/>
      <w:color w:val="373737"/>
      <w:sz w:val="20"/>
      <w:szCs w:val="20"/>
      <w:lang w:val="en-GB" w:eastAsia="de-DE"/>
    </w:rPr>
  </w:style>
  <w:style w:type="paragraph" w:styleId="Paragraphedeliste">
    <w:name w:val="List Paragraph"/>
    <w:aliases w:val="Reference list"/>
    <w:basedOn w:val="Normal"/>
    <w:link w:val="ParagraphedelisteCar"/>
    <w:uiPriority w:val="34"/>
    <w:qFormat/>
    <w:rsid w:val="00367E42"/>
    <w:pPr>
      <w:ind w:left="720"/>
      <w:contextualSpacing/>
    </w:pPr>
  </w:style>
  <w:style w:type="character" w:customStyle="1" w:styleId="ParagraphedelisteCar">
    <w:name w:val="Paragraphe de liste Car"/>
    <w:aliases w:val="Reference list Car"/>
    <w:link w:val="Paragraphedeliste"/>
    <w:uiPriority w:val="34"/>
    <w:locked/>
    <w:rsid w:val="00B30538"/>
    <w:rPr>
      <w:rFonts w:ascii="Arial" w:hAnsi="Arial" w:cs="Arial"/>
    </w:rPr>
  </w:style>
  <w:style w:type="character" w:styleId="Accentuationlgre">
    <w:name w:val="Subtle Emphasis"/>
    <w:basedOn w:val="Policepardfaut"/>
    <w:uiPriority w:val="19"/>
    <w:rsid w:val="00A200CD"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rsid w:val="00A200CD"/>
    <w:rPr>
      <w:i/>
      <w:iCs/>
    </w:rPr>
  </w:style>
  <w:style w:type="character" w:styleId="lev">
    <w:name w:val="Strong"/>
    <w:basedOn w:val="Policepardfaut"/>
    <w:uiPriority w:val="22"/>
    <w:rsid w:val="00A200CD"/>
    <w:rPr>
      <w:b/>
      <w:bCs/>
    </w:rPr>
  </w:style>
  <w:style w:type="character" w:styleId="Lienhypertexte">
    <w:name w:val="Hyperlink"/>
    <w:basedOn w:val="Policepardfaut"/>
    <w:uiPriority w:val="99"/>
    <w:unhideWhenUsed/>
    <w:rsid w:val="0092050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2050B"/>
    <w:rPr>
      <w:color w:val="605E5C"/>
      <w:shd w:val="clear" w:color="auto" w:fill="E1DFDD"/>
    </w:rPr>
  </w:style>
  <w:style w:type="numbering" w:customStyle="1" w:styleId="Listeactuelle1">
    <w:name w:val="Liste actuelle1"/>
    <w:uiPriority w:val="99"/>
    <w:rsid w:val="002D73A1"/>
    <w:pPr>
      <w:numPr>
        <w:numId w:val="7"/>
      </w:numPr>
    </w:pPr>
  </w:style>
  <w:style w:type="numbering" w:customStyle="1" w:styleId="EUCAPNetwork">
    <w:name w:val="EU CAP Network"/>
    <w:uiPriority w:val="99"/>
    <w:rsid w:val="002A7E87"/>
    <w:pPr>
      <w:numPr>
        <w:numId w:val="8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4D06F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D06FD"/>
    <w:pPr>
      <w:spacing w:after="160"/>
    </w:pPr>
    <w:rPr>
      <w:rFonts w:asciiTheme="minorHAnsi" w:hAnsiTheme="minorHAnsi" w:cstheme="minorBidi"/>
      <w:sz w:val="20"/>
      <w:szCs w:val="20"/>
      <w:lang w:val="en-GB"/>
    </w:rPr>
  </w:style>
  <w:style w:type="character" w:customStyle="1" w:styleId="CommentaireCar">
    <w:name w:val="Commentaire Car"/>
    <w:basedOn w:val="Policepardfaut"/>
    <w:link w:val="Commentaire"/>
    <w:uiPriority w:val="99"/>
    <w:rsid w:val="004D06FD"/>
    <w:rPr>
      <w:sz w:val="20"/>
      <w:szCs w:val="20"/>
      <w:lang w:val="en-GB"/>
    </w:rPr>
  </w:style>
  <w:style w:type="paragraph" w:customStyle="1" w:styleId="paragraph">
    <w:name w:val="paragraph"/>
    <w:basedOn w:val="Normal"/>
    <w:rsid w:val="004D06F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/>
    </w:rPr>
  </w:style>
  <w:style w:type="character" w:customStyle="1" w:styleId="normaltextrun">
    <w:name w:val="normaltextrun"/>
    <w:basedOn w:val="Policepardfaut"/>
    <w:rsid w:val="004D06FD"/>
  </w:style>
  <w:style w:type="character" w:customStyle="1" w:styleId="eop">
    <w:name w:val="eop"/>
    <w:basedOn w:val="Policepardfaut"/>
    <w:rsid w:val="004D06FD"/>
  </w:style>
  <w:style w:type="character" w:styleId="Textedelespacerserv">
    <w:name w:val="Placeholder Text"/>
    <w:basedOn w:val="Policepardfaut"/>
    <w:uiPriority w:val="99"/>
    <w:semiHidden/>
    <w:rsid w:val="004D06FD"/>
    <w:rPr>
      <w:color w:val="80808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4EB2"/>
    <w:pPr>
      <w:spacing w:after="0"/>
    </w:pPr>
    <w:rPr>
      <w:rFonts w:ascii="Arial" w:hAnsi="Arial" w:cs="Arial"/>
      <w:b/>
      <w:bCs/>
      <w:lang w:val="fr-BE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4EB2"/>
    <w:rPr>
      <w:rFonts w:ascii="Arial" w:hAnsi="Arial" w:cs="Arial"/>
      <w:b/>
      <w:bCs/>
      <w:sz w:val="20"/>
      <w:szCs w:val="20"/>
      <w:lang w:val="en-GB"/>
    </w:rPr>
  </w:style>
  <w:style w:type="paragraph" w:styleId="Rvision">
    <w:name w:val="Revision"/>
    <w:hidden/>
    <w:uiPriority w:val="99"/>
    <w:semiHidden/>
    <w:rsid w:val="00F36746"/>
    <w:rPr>
      <w:rFonts w:ascii="Arial" w:hAnsi="Arial" w:cs="Arial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F523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F5234"/>
    <w:rPr>
      <w:rFonts w:ascii="Arial" w:hAnsi="Arial" w:cs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F5234"/>
    <w:rPr>
      <w:vertAlign w:val="superscript"/>
    </w:rPr>
  </w:style>
  <w:style w:type="numbering" w:customStyle="1" w:styleId="CurrentList1">
    <w:name w:val="Current List1"/>
    <w:uiPriority w:val="99"/>
    <w:rsid w:val="00C76E41"/>
    <w:pPr>
      <w:numPr>
        <w:numId w:val="42"/>
      </w:numPr>
    </w:pPr>
  </w:style>
  <w:style w:type="numbering" w:customStyle="1" w:styleId="CurrentList2">
    <w:name w:val="Current List2"/>
    <w:uiPriority w:val="99"/>
    <w:rsid w:val="00C76E41"/>
    <w:pPr>
      <w:numPr>
        <w:numId w:val="43"/>
      </w:numPr>
    </w:pPr>
  </w:style>
  <w:style w:type="numbering" w:customStyle="1" w:styleId="CurrentList3">
    <w:name w:val="Current List3"/>
    <w:uiPriority w:val="99"/>
    <w:rsid w:val="00C76E41"/>
    <w:pPr>
      <w:numPr>
        <w:numId w:val="44"/>
      </w:numPr>
    </w:pPr>
  </w:style>
  <w:style w:type="numbering" w:customStyle="1" w:styleId="CurrentList4">
    <w:name w:val="Current List4"/>
    <w:uiPriority w:val="99"/>
    <w:rsid w:val="00C76E41"/>
    <w:pPr>
      <w:numPr>
        <w:numId w:val="45"/>
      </w:numPr>
    </w:pPr>
  </w:style>
  <w:style w:type="numbering" w:customStyle="1" w:styleId="CurrentList5">
    <w:name w:val="Current List5"/>
    <w:uiPriority w:val="99"/>
    <w:rsid w:val="00C76E41"/>
    <w:pPr>
      <w:numPr>
        <w:numId w:val="46"/>
      </w:numPr>
    </w:pPr>
  </w:style>
  <w:style w:type="character" w:styleId="Mention">
    <w:name w:val="Mention"/>
    <w:basedOn w:val="Policepardfaut"/>
    <w:uiPriority w:val="99"/>
    <w:unhideWhenUsed/>
    <w:rsid w:val="00336B0E"/>
    <w:rPr>
      <w:color w:val="2B579A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604C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0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4006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66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90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31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6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8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7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uralpact.rural-vision.europa.eu/index_en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yperlink" Target="https://agriculture.ec.europa.eu/overview-vision-agriculture-food/vision-agriculture-and-food_en" TargetMode="Externa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hyperlink" Target="mailto:privacy@eucapnetowk.e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eu-cap-network.ec.europa.eu/sites/default/files/2023-03/Privacy%20statement%20subscriptions%20and%20newsletter%20EU%20CAP%20Network.pdf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u-cap-network.ec.europa.eu/national-networks_en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rini\Desktop\Lot1-EUCAPNetwork%20Green%20template_230320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45E16608A2E4BDC85AB335FAC2562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B9F9E-317D-4A01-8758-85905C413937}"/>
      </w:docPartPr>
      <w:docPartBody>
        <w:p w:rsidR="00A528C3" w:rsidRDefault="00E36838" w:rsidP="00E36838">
          <w:pPr>
            <w:pStyle w:val="945E16608A2E4BDC85AB335FAC2562C912"/>
          </w:pPr>
          <w:r w:rsidRPr="003918ED">
            <w:rPr>
              <w:rStyle w:val="Textedelespacerserv"/>
            </w:rPr>
            <w:t>Choose an item.</w:t>
          </w:r>
        </w:p>
      </w:docPartBody>
    </w:docPart>
    <w:docPart>
      <w:docPartPr>
        <w:name w:val="D93C43E683A74E558E29A69035740D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05E6B3-CAA5-40DF-AEA4-DE88F79838EF}"/>
      </w:docPartPr>
      <w:docPartBody>
        <w:p w:rsidR="00A528C3" w:rsidRDefault="00E36838" w:rsidP="00E36838">
          <w:pPr>
            <w:pStyle w:val="D93C43E683A74E558E29A69035740D1912"/>
          </w:pPr>
          <w:r w:rsidRPr="004D06FD">
            <w:rPr>
              <w:rStyle w:val="Textedelespacerserv"/>
              <w:sz w:val="22"/>
              <w:szCs w:val="22"/>
              <w:lang w:val="en-GB"/>
            </w:rPr>
            <w:t>Choose an item.</w:t>
          </w:r>
        </w:p>
      </w:docPartBody>
    </w:docPart>
    <w:docPart>
      <w:docPartPr>
        <w:name w:val="5EF0F7C4251F41CA843A596567C1A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CBFE7-2954-4240-B5EF-8838A6E00CA0}"/>
      </w:docPartPr>
      <w:docPartBody>
        <w:p w:rsidR="009B1D17" w:rsidRDefault="00E36838" w:rsidP="00E36838">
          <w:pPr>
            <w:pStyle w:val="5EF0F7C4251F41CA843A596567C1A1BD12"/>
          </w:pPr>
          <w:r w:rsidRPr="006E7B2F">
            <w:rPr>
              <w:rStyle w:val="Textedelespacerserv"/>
            </w:rPr>
            <w:t>Choose an item.</w:t>
          </w:r>
        </w:p>
      </w:docPartBody>
    </w:docPart>
    <w:docPart>
      <w:docPartPr>
        <w:name w:val="5DA94B4360BD4DAD906123E5ED3078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7EA2B4-C78F-4836-95CA-F6206B48F527}"/>
      </w:docPartPr>
      <w:docPartBody>
        <w:p w:rsidR="00B10DB9" w:rsidRDefault="00E36838" w:rsidP="00E36838">
          <w:pPr>
            <w:pStyle w:val="5DA94B4360BD4DAD906123E5ED30787912"/>
          </w:pPr>
          <w:r w:rsidRPr="0077238C">
            <w:rPr>
              <w:rStyle w:val="Textedelespacerserv"/>
            </w:rPr>
            <w:t>Choose an item.</w:t>
          </w:r>
        </w:p>
      </w:docPartBody>
    </w:docPart>
    <w:docPart>
      <w:docPartPr>
        <w:name w:val="35AA38E535C846AABE527E8AF37428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01408-A168-4AE4-8394-6FD8D19059C2}"/>
      </w:docPartPr>
      <w:docPartBody>
        <w:p w:rsidR="00921D9B" w:rsidRDefault="00E36838" w:rsidP="00E36838">
          <w:pPr>
            <w:pStyle w:val="35AA38E535C846AABE527E8AF37428C88"/>
          </w:pPr>
          <w:r>
            <w:rPr>
              <w:rStyle w:val="Textedelespacerserv"/>
            </w:rPr>
            <w:t>Choose an item</w:t>
          </w:r>
        </w:p>
      </w:docPartBody>
    </w:docPart>
    <w:docPart>
      <w:docPartPr>
        <w:name w:val="84F10D2937724CECA5D185860E6237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58FDB-DA87-486B-97C9-06950272A501}"/>
      </w:docPartPr>
      <w:docPartBody>
        <w:p w:rsidR="00921D9B" w:rsidRDefault="00E36838" w:rsidP="00E36838">
          <w:pPr>
            <w:pStyle w:val="84F10D2937724CECA5D185860E6237F9"/>
          </w:pPr>
          <w:r w:rsidRPr="00ED3B00">
            <w:t>Choose an item</w:t>
          </w:r>
        </w:p>
      </w:docPartBody>
    </w:docPart>
    <w:docPart>
      <w:docPartPr>
        <w:name w:val="2A0970A1167B4AD1AC1B97AEEB410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FCFE7-2B97-4A0F-8651-C329688259A7}"/>
      </w:docPartPr>
      <w:docPartBody>
        <w:p w:rsidR="00921D9B" w:rsidRDefault="00E36838" w:rsidP="00E36838">
          <w:pPr>
            <w:pStyle w:val="2A0970A1167B4AD1AC1B97AEEB41040F7"/>
          </w:pPr>
          <w:r w:rsidRPr="008E5F33">
            <w:rPr>
              <w:rStyle w:val="Textedelespacerserv"/>
            </w:rPr>
            <w:t>Choose an item.</w:t>
          </w:r>
        </w:p>
      </w:docPartBody>
    </w:docPart>
    <w:docPart>
      <w:docPartPr>
        <w:name w:val="9F489810B85745918C10E623FB2E1B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25955C-2329-4D47-86E9-CA0D5ED9B7D5}"/>
      </w:docPartPr>
      <w:docPartBody>
        <w:p w:rsidR="00921D9B" w:rsidRDefault="00E36838" w:rsidP="00E36838">
          <w:pPr>
            <w:pStyle w:val="9F489810B85745918C10E623FB2E1B9C5"/>
          </w:pPr>
          <w:r w:rsidRPr="008E5F33">
            <w:rPr>
              <w:rStyle w:val="Textedelespacerserv"/>
            </w:rPr>
            <w:t>Choose an item.</w:t>
          </w:r>
        </w:p>
      </w:docPartBody>
    </w:docPart>
    <w:docPart>
      <w:docPartPr>
        <w:name w:val="4AF593E7910E445A978FA91BD9A5C6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23CC7F-9957-49E7-B3A2-F10D3DC404EA}"/>
      </w:docPartPr>
      <w:docPartBody>
        <w:p w:rsidR="00921D9B" w:rsidRDefault="00E36838" w:rsidP="00E36838">
          <w:pPr>
            <w:pStyle w:val="4AF593E7910E445A978FA91BD9A5C68A4"/>
          </w:pPr>
          <w:r w:rsidRPr="008E5F33">
            <w:rPr>
              <w:rStyle w:val="Textedelespacerserv"/>
            </w:rPr>
            <w:t>Choose an item.</w:t>
          </w:r>
        </w:p>
      </w:docPartBody>
    </w:docPart>
    <w:docPart>
      <w:docPartPr>
        <w:name w:val="CCA4F1CFB99648B786A3591753775A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30516-4A85-4ABD-8121-33BD070119CB}"/>
      </w:docPartPr>
      <w:docPartBody>
        <w:p w:rsidR="00921D9B" w:rsidRDefault="00E36838" w:rsidP="00E36838">
          <w:pPr>
            <w:pStyle w:val="CCA4F1CFB99648B786A3591753775AE2"/>
          </w:pPr>
          <w:r w:rsidRPr="008E5F33">
            <w:rPr>
              <w:rStyle w:val="Textedelespacerserv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1D6"/>
    <w:rsid w:val="00021ABE"/>
    <w:rsid w:val="0005236B"/>
    <w:rsid w:val="000808C2"/>
    <w:rsid w:val="000F3550"/>
    <w:rsid w:val="001F2A79"/>
    <w:rsid w:val="001F4419"/>
    <w:rsid w:val="00212492"/>
    <w:rsid w:val="002438EF"/>
    <w:rsid w:val="002E086E"/>
    <w:rsid w:val="00341340"/>
    <w:rsid w:val="003A73B1"/>
    <w:rsid w:val="003E5861"/>
    <w:rsid w:val="00413505"/>
    <w:rsid w:val="004223E8"/>
    <w:rsid w:val="004921D6"/>
    <w:rsid w:val="004F09BF"/>
    <w:rsid w:val="005D7C71"/>
    <w:rsid w:val="00690666"/>
    <w:rsid w:val="006B01B6"/>
    <w:rsid w:val="00706F9A"/>
    <w:rsid w:val="00751015"/>
    <w:rsid w:val="00761DA9"/>
    <w:rsid w:val="00765747"/>
    <w:rsid w:val="00873CBE"/>
    <w:rsid w:val="0088527E"/>
    <w:rsid w:val="008A751C"/>
    <w:rsid w:val="008B5CC5"/>
    <w:rsid w:val="00921D9B"/>
    <w:rsid w:val="0097638E"/>
    <w:rsid w:val="009B1D17"/>
    <w:rsid w:val="009B65A1"/>
    <w:rsid w:val="00A07983"/>
    <w:rsid w:val="00A2756B"/>
    <w:rsid w:val="00A528C3"/>
    <w:rsid w:val="00A95780"/>
    <w:rsid w:val="00AB30A4"/>
    <w:rsid w:val="00AC3B45"/>
    <w:rsid w:val="00AD3A0E"/>
    <w:rsid w:val="00AF58F0"/>
    <w:rsid w:val="00B10DB9"/>
    <w:rsid w:val="00B73EF2"/>
    <w:rsid w:val="00BA3EA5"/>
    <w:rsid w:val="00BC57E1"/>
    <w:rsid w:val="00C07A83"/>
    <w:rsid w:val="00CF13C3"/>
    <w:rsid w:val="00D27416"/>
    <w:rsid w:val="00E3183B"/>
    <w:rsid w:val="00E354B6"/>
    <w:rsid w:val="00E36838"/>
    <w:rsid w:val="00E50F1F"/>
    <w:rsid w:val="00ED2382"/>
    <w:rsid w:val="00F05F0B"/>
    <w:rsid w:val="00F2681E"/>
    <w:rsid w:val="00F7252E"/>
    <w:rsid w:val="00FC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36838"/>
    <w:rPr>
      <w:color w:val="808080"/>
    </w:rPr>
  </w:style>
  <w:style w:type="paragraph" w:customStyle="1" w:styleId="84F10D2937724CECA5D185860E6237F9">
    <w:name w:val="84F10D2937724CECA5D185860E6237F9"/>
    <w:rsid w:val="00E36838"/>
    <w:pPr>
      <w:spacing w:line="278" w:lineRule="auto"/>
    </w:pPr>
    <w:rPr>
      <w:kern w:val="2"/>
      <w:sz w:val="24"/>
      <w:szCs w:val="24"/>
      <w:lang w:val="en-GB" w:eastAsia="en-GB"/>
      <w14:ligatures w14:val="standardContextual"/>
    </w:rPr>
  </w:style>
  <w:style w:type="paragraph" w:customStyle="1" w:styleId="945E16608A2E4BDC85AB335FAC2562C912">
    <w:name w:val="945E16608A2E4BDC85AB335FAC2562C912"/>
    <w:rsid w:val="00E36838"/>
    <w:pPr>
      <w:spacing w:after="0" w:line="240" w:lineRule="auto"/>
    </w:pPr>
    <w:rPr>
      <w:rFonts w:ascii="Arial" w:eastAsiaTheme="minorHAnsi" w:hAnsi="Arial" w:cs="Arial"/>
      <w:sz w:val="24"/>
      <w:szCs w:val="24"/>
      <w:lang w:val="fr-BE" w:eastAsia="en-US"/>
    </w:rPr>
  </w:style>
  <w:style w:type="paragraph" w:customStyle="1" w:styleId="D93C43E683A74E558E29A69035740D1912">
    <w:name w:val="D93C43E683A74E558E29A69035740D1912"/>
    <w:rsid w:val="00E36838"/>
    <w:pPr>
      <w:spacing w:after="0" w:line="240" w:lineRule="auto"/>
    </w:pPr>
    <w:rPr>
      <w:rFonts w:ascii="Arial" w:eastAsiaTheme="minorHAnsi" w:hAnsi="Arial" w:cs="Arial"/>
      <w:sz w:val="24"/>
      <w:szCs w:val="24"/>
      <w:lang w:val="fr-BE" w:eastAsia="en-US"/>
    </w:rPr>
  </w:style>
  <w:style w:type="paragraph" w:customStyle="1" w:styleId="5DA94B4360BD4DAD906123E5ED30787912">
    <w:name w:val="5DA94B4360BD4DAD906123E5ED30787912"/>
    <w:rsid w:val="00E36838"/>
    <w:pPr>
      <w:spacing w:after="0" w:line="240" w:lineRule="auto"/>
    </w:pPr>
    <w:rPr>
      <w:rFonts w:ascii="Arial" w:eastAsiaTheme="minorHAnsi" w:hAnsi="Arial" w:cs="Arial"/>
      <w:sz w:val="24"/>
      <w:szCs w:val="24"/>
      <w:lang w:val="fr-BE" w:eastAsia="en-US"/>
    </w:rPr>
  </w:style>
  <w:style w:type="paragraph" w:customStyle="1" w:styleId="5EF0F7C4251F41CA843A596567C1A1BD12">
    <w:name w:val="5EF0F7C4251F41CA843A596567C1A1BD12"/>
    <w:rsid w:val="00E36838"/>
    <w:pPr>
      <w:spacing w:after="0" w:line="240" w:lineRule="auto"/>
    </w:pPr>
    <w:rPr>
      <w:rFonts w:ascii="Arial" w:eastAsiaTheme="minorHAnsi" w:hAnsi="Arial" w:cs="Arial"/>
      <w:sz w:val="24"/>
      <w:szCs w:val="24"/>
      <w:lang w:val="fr-BE" w:eastAsia="en-US"/>
    </w:rPr>
  </w:style>
  <w:style w:type="paragraph" w:customStyle="1" w:styleId="CCA4F1CFB99648B786A3591753775AE2">
    <w:name w:val="CCA4F1CFB99648B786A3591753775AE2"/>
    <w:rsid w:val="00E36838"/>
    <w:pPr>
      <w:spacing w:after="0" w:line="240" w:lineRule="auto"/>
    </w:pPr>
    <w:rPr>
      <w:rFonts w:ascii="Arial" w:eastAsiaTheme="minorHAnsi" w:hAnsi="Arial" w:cs="Arial"/>
      <w:sz w:val="24"/>
      <w:szCs w:val="24"/>
      <w:lang w:val="fr-BE" w:eastAsia="en-US"/>
    </w:rPr>
  </w:style>
  <w:style w:type="paragraph" w:customStyle="1" w:styleId="35AA38E535C846AABE527E8AF37428C88">
    <w:name w:val="35AA38E535C846AABE527E8AF37428C88"/>
    <w:rsid w:val="00E36838"/>
    <w:pPr>
      <w:spacing w:after="0" w:line="240" w:lineRule="auto"/>
    </w:pPr>
    <w:rPr>
      <w:rFonts w:ascii="Arial" w:eastAsiaTheme="minorHAnsi" w:hAnsi="Arial" w:cs="Arial"/>
      <w:sz w:val="24"/>
      <w:szCs w:val="24"/>
      <w:lang w:val="fr-BE" w:eastAsia="en-US"/>
    </w:rPr>
  </w:style>
  <w:style w:type="paragraph" w:customStyle="1" w:styleId="2A0970A1167B4AD1AC1B97AEEB41040F7">
    <w:name w:val="2A0970A1167B4AD1AC1B97AEEB41040F7"/>
    <w:rsid w:val="00E36838"/>
    <w:pPr>
      <w:spacing w:after="0" w:line="240" w:lineRule="auto"/>
    </w:pPr>
    <w:rPr>
      <w:rFonts w:ascii="Arial" w:eastAsiaTheme="minorHAnsi" w:hAnsi="Arial" w:cs="Arial"/>
      <w:sz w:val="24"/>
      <w:szCs w:val="24"/>
      <w:lang w:val="fr-BE" w:eastAsia="en-US"/>
    </w:rPr>
  </w:style>
  <w:style w:type="paragraph" w:customStyle="1" w:styleId="9F489810B85745918C10E623FB2E1B9C5">
    <w:name w:val="9F489810B85745918C10E623FB2E1B9C5"/>
    <w:rsid w:val="00E36838"/>
    <w:pPr>
      <w:spacing w:after="0" w:line="240" w:lineRule="auto"/>
    </w:pPr>
    <w:rPr>
      <w:rFonts w:ascii="Arial" w:eastAsiaTheme="minorHAnsi" w:hAnsi="Arial" w:cs="Arial"/>
      <w:sz w:val="24"/>
      <w:szCs w:val="24"/>
      <w:lang w:val="fr-BE" w:eastAsia="en-US"/>
    </w:rPr>
  </w:style>
  <w:style w:type="paragraph" w:customStyle="1" w:styleId="4AF593E7910E445A978FA91BD9A5C68A4">
    <w:name w:val="4AF593E7910E445A978FA91BD9A5C68A4"/>
    <w:rsid w:val="00E36838"/>
    <w:pPr>
      <w:spacing w:after="0" w:line="240" w:lineRule="auto"/>
    </w:pPr>
    <w:rPr>
      <w:rFonts w:ascii="Arial" w:eastAsiaTheme="minorHAnsi" w:hAnsi="Arial" w:cs="Arial"/>
      <w:sz w:val="24"/>
      <w:szCs w:val="24"/>
      <w:lang w:val="fr-BE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CAP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8FB928"/>
      </a:accent1>
      <a:accent2>
        <a:srgbClr val="FF8A1F"/>
      </a:accent2>
      <a:accent3>
        <a:srgbClr val="F5C300"/>
      </a:accent3>
      <a:accent4>
        <a:srgbClr val="8FD1DF"/>
      </a:accent4>
      <a:accent5>
        <a:srgbClr val="C57D30"/>
      </a:accent5>
      <a:accent6>
        <a:srgbClr val="004493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5E7D9A7A947641A376F9DDFDE4DE3F" ma:contentTypeVersion="24" ma:contentTypeDescription="Create a new document." ma:contentTypeScope="" ma:versionID="8a28f6ecbf4b42b437b76e8cf513f0d6">
  <xsd:schema xmlns:xsd="http://www.w3.org/2001/XMLSchema" xmlns:xs="http://www.w3.org/2001/XMLSchema" xmlns:p="http://schemas.microsoft.com/office/2006/metadata/properties" xmlns:ns2="e9c5a26d-cabc-478a-872e-074716685e07" xmlns:ns3="ffb22608-6c2a-4d05-a4a6-322fbe1fda68" targetNamespace="http://schemas.microsoft.com/office/2006/metadata/properties" ma:root="true" ma:fieldsID="2bde85f572fc6d9c9f807e4687ada629" ns2:_="" ns3:_="">
    <xsd:import namespace="e9c5a26d-cabc-478a-872e-074716685e07"/>
    <xsd:import namespace="ffb22608-6c2a-4d05-a4a6-322fbe1fda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Thumbnail" minOccurs="0"/>
                <xsd:element ref="ns2:Image" minOccurs="0"/>
                <xsd:element ref="ns2:image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5a26d-cabc-478a-872e-074716685e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95a517e-b745-4f6c-b84e-24da541aa5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Thumbnail" ma:index="24" nillable="true" ma:displayName="Thumbnail" ma:format="Thumbnail" ma:internalName="Thumbnail">
      <xsd:simpleType>
        <xsd:restriction base="dms:Unknown"/>
      </xsd:simpleType>
    </xsd:element>
    <xsd:element name="Image" ma:index="25" nillable="true" ma:displayName="Image" ma:format="Thumbnail" ma:internalName="Image">
      <xsd:simpleType>
        <xsd:restriction base="dms:Unknown"/>
      </xsd:simpleType>
    </xsd:element>
    <xsd:element name="images" ma:index="26" nillable="true" ma:displayName="images" ma:format="Thumbnail" ma:internalName="images">
      <xsd:simpleType>
        <xsd:restriction base="dms:Unknown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b22608-6c2a-4d05-a4a6-322fbe1fda6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44888c2-2f90-48f0-9704-e7401a3aecd6}" ma:internalName="TaxCatchAll" ma:showField="CatchAllData" ma:web="ffb22608-6c2a-4d05-a4a6-322fbe1fda6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c5a26d-cabc-478a-872e-074716685e07">
      <Terms xmlns="http://schemas.microsoft.com/office/infopath/2007/PartnerControls"/>
    </lcf76f155ced4ddcb4097134ff3c332f>
    <TaxCatchAll xmlns="ffb22608-6c2a-4d05-a4a6-322fbe1fda68" xsi:nil="true"/>
    <Image xmlns="e9c5a26d-cabc-478a-872e-074716685e07" xsi:nil="true"/>
    <images xmlns="e9c5a26d-cabc-478a-872e-074716685e07" xsi:nil="true"/>
    <Thumbnail xmlns="e9c5a26d-cabc-478a-872e-074716685e07" xsi:nil="true"/>
  </documentManagement>
</p:properties>
</file>

<file path=customXml/itemProps1.xml><?xml version="1.0" encoding="utf-8"?>
<ds:datastoreItem xmlns:ds="http://schemas.openxmlformats.org/officeDocument/2006/customXml" ds:itemID="{2D730500-B677-4B0B-A03C-C449879EBF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F7B205-CB5D-744C-A6F1-CF41A539CB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DDA2A36-FE63-4E85-9B0E-7F7167B6E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c5a26d-cabc-478a-872e-074716685e07"/>
    <ds:schemaRef ds:uri="ffb22608-6c2a-4d05-a4a6-322fbe1fda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097B6B-5194-4248-8734-843149E339C5}">
  <ds:schemaRefs>
    <ds:schemaRef ds:uri="http://schemas.microsoft.com/office/2006/metadata/properties"/>
    <ds:schemaRef ds:uri="http://schemas.microsoft.com/office/infopath/2007/PartnerControls"/>
    <ds:schemaRef ds:uri="e9c5a26d-cabc-478a-872e-074716685e07"/>
    <ds:schemaRef ds:uri="ffb22608-6c2a-4d05-a4a6-322fbe1fda6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Lot1-EUCAPNetwork Green template_230320 (1).dotx</Template>
  <TotalTime>12</TotalTime>
  <Pages>9</Pages>
  <Words>1969</Words>
  <Characters>10832</Characters>
  <Application>Microsoft Office Word</Application>
  <DocSecurity>0</DocSecurity>
  <Lines>90</Lines>
  <Paragraphs>25</Paragraphs>
  <ScaleCrop>false</ScaleCrop>
  <Company/>
  <LinksUpToDate>false</LinksUpToDate>
  <CharactersWithSpaces>12776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Litina</dc:creator>
  <cp:keywords/>
  <dc:description/>
  <cp:lastModifiedBy>Louis Carette</cp:lastModifiedBy>
  <cp:revision>4</cp:revision>
  <dcterms:created xsi:type="dcterms:W3CDTF">2025-04-28T16:43:00Z</dcterms:created>
  <dcterms:modified xsi:type="dcterms:W3CDTF">2025-04-29T07:18:00Z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0x010100415E7D9A7A947641A376F9DDFDE4DE3F</vt:lpwstr>
  </property>
  <property fmtid="{D5CDD505-2E9C-101B-9397-08002B2CF9AE}" pid="3" name="GrammarlyDocumentId">
    <vt:lpwstr>e851d26a-460c-4022-8385-25157845af44</vt:lpwstr>
  </property>
  <property fmtid="{D5CDD505-2E9C-101B-9397-08002B2CF9AE}" pid="4" name="MediaServiceImageTags">
    <vt:lpwstr/>
  </property>
</Properties>
</file>